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1F5" w:rsidRDefault="007D7B2D" w:rsidP="007D7B2D">
      <w:pPr>
        <w:pBdr>
          <w:bottom w:val="thickThinSmallGap" w:sz="12" w:space="1" w:color="0F243E"/>
        </w:pBdr>
        <w:tabs>
          <w:tab w:val="left" w:pos="4820"/>
        </w:tabs>
        <w:spacing w:line="276" w:lineRule="auto"/>
        <w:jc w:val="right"/>
        <w:rPr>
          <w:rFonts w:eastAsia="Calibri"/>
          <w:b/>
          <w:smallCaps/>
          <w:color w:val="0F243E"/>
          <w:sz w:val="28"/>
        </w:rPr>
      </w:pPr>
      <w:bookmarkStart w:id="0" w:name="CIG"/>
      <w:r>
        <w:rPr>
          <w:rFonts w:eastAsia="Calibri"/>
          <w:b/>
          <w:smallCaps/>
          <w:color w:val="0F243E"/>
          <w:sz w:val="28"/>
        </w:rPr>
        <w:t>ALLEGATO A2 BIS</w:t>
      </w:r>
    </w:p>
    <w:p w:rsidR="007D7B2D" w:rsidRDefault="007D7B2D" w:rsidP="007D7B2D">
      <w:pPr>
        <w:pBdr>
          <w:bottom w:val="thickThinSmallGap" w:sz="12" w:space="1" w:color="0F243E"/>
        </w:pBdr>
        <w:tabs>
          <w:tab w:val="left" w:pos="4820"/>
        </w:tabs>
        <w:spacing w:line="276" w:lineRule="auto"/>
        <w:jc w:val="right"/>
        <w:rPr>
          <w:rFonts w:eastAsia="Calibri"/>
          <w:b/>
          <w:smallCaps/>
          <w:color w:val="0F243E"/>
          <w:sz w:val="28"/>
        </w:rPr>
      </w:pPr>
    </w:p>
    <w:p w:rsidR="00AC0746" w:rsidRPr="00AC0746" w:rsidRDefault="00AC0746" w:rsidP="00AC0746">
      <w:pPr>
        <w:pStyle w:val="Intestazione"/>
        <w:jc w:val="center"/>
        <w:rPr>
          <w:rFonts w:ascii="Garamond" w:hAnsi="Garamond" w:cs="Arial"/>
          <w:b/>
          <w:szCs w:val="24"/>
          <w:u w:val="single"/>
        </w:rPr>
      </w:pPr>
      <w:bookmarkStart w:id="1" w:name="_Hlk33190035"/>
    </w:p>
    <w:bookmarkEnd w:id="1"/>
    <w:p w:rsidR="00050B75" w:rsidRDefault="00935AC2" w:rsidP="00050B75">
      <w:pPr>
        <w:pStyle w:val="Nessunaspaziatura"/>
        <w:spacing w:line="300" w:lineRule="auto"/>
        <w:jc w:val="both"/>
        <w:rPr>
          <w:b/>
          <w:i/>
          <w:sz w:val="28"/>
          <w:szCs w:val="28"/>
        </w:rPr>
      </w:pPr>
      <w:r w:rsidRPr="00050B75">
        <w:rPr>
          <w:rFonts w:cs="Times New Roman"/>
          <w:b/>
          <w:bCs/>
          <w:sz w:val="28"/>
          <w:szCs w:val="28"/>
        </w:rPr>
        <w:t>Oggetto</w:t>
      </w:r>
      <w:r w:rsidR="00C240CE" w:rsidRPr="00050B75">
        <w:rPr>
          <w:rFonts w:cs="Times New Roman"/>
          <w:b/>
          <w:bCs/>
          <w:sz w:val="28"/>
          <w:szCs w:val="28"/>
        </w:rPr>
        <w:t>.</w:t>
      </w:r>
      <w:r w:rsidR="00050B75" w:rsidRPr="00050B75">
        <w:rPr>
          <w:b/>
          <w:i/>
          <w:sz w:val="28"/>
          <w:szCs w:val="28"/>
        </w:rPr>
        <w:t xml:space="preserve"> </w:t>
      </w:r>
      <w:r w:rsidR="00050B75">
        <w:rPr>
          <w:b/>
          <w:i/>
          <w:sz w:val="28"/>
          <w:szCs w:val="28"/>
        </w:rPr>
        <w:t xml:space="preserve">Lavori di manutenzione straordinaria per l’adeguamento della RSA di  </w:t>
      </w:r>
    </w:p>
    <w:p w:rsidR="00050B75" w:rsidRDefault="00050B75" w:rsidP="00050B75">
      <w:pPr>
        <w:pStyle w:val="Nessunaspaziatura"/>
        <w:spacing w:line="300" w:lineRule="auto"/>
        <w:jc w:val="both"/>
        <w:rPr>
          <w:b/>
          <w:i/>
          <w:sz w:val="28"/>
          <w:szCs w:val="28"/>
        </w:rPr>
      </w:pPr>
      <w:r>
        <w:rPr>
          <w:b/>
          <w:i/>
          <w:sz w:val="28"/>
          <w:szCs w:val="28"/>
        </w:rPr>
        <w:t xml:space="preserve">               Nusco al DCA 97/2018 e al DCA 74/2019</w:t>
      </w:r>
      <w:r w:rsidR="000E26F1">
        <w:rPr>
          <w:b/>
          <w:i/>
          <w:sz w:val="28"/>
          <w:szCs w:val="28"/>
        </w:rPr>
        <w:t xml:space="preserve"> </w:t>
      </w:r>
    </w:p>
    <w:p w:rsidR="00AC0746" w:rsidRDefault="000E26F1" w:rsidP="003A3060">
      <w:pPr>
        <w:pStyle w:val="Intestazione"/>
        <w:jc w:val="center"/>
        <w:rPr>
          <w:rFonts w:cs="Calibri"/>
          <w:b/>
          <w:bCs/>
          <w:szCs w:val="24"/>
        </w:rPr>
      </w:pPr>
      <w:r>
        <w:rPr>
          <w:rFonts w:cs="Calibri"/>
          <w:bCs/>
          <w:szCs w:val="24"/>
        </w:rPr>
        <w:t xml:space="preserve">CUP </w:t>
      </w:r>
      <w:r>
        <w:rPr>
          <w:rFonts w:cs="Calibri"/>
          <w:b/>
          <w:bCs/>
          <w:szCs w:val="24"/>
        </w:rPr>
        <w:t>H77H21005890002</w:t>
      </w:r>
      <w:r w:rsidRPr="008E77B4">
        <w:rPr>
          <w:rFonts w:cs="Calibri"/>
          <w:bCs/>
          <w:szCs w:val="24"/>
        </w:rPr>
        <w:t xml:space="preserve">. CIG N. </w:t>
      </w:r>
      <w:r>
        <w:rPr>
          <w:rFonts w:cs="Calibri"/>
          <w:b/>
          <w:bCs/>
          <w:szCs w:val="24"/>
        </w:rPr>
        <w:t>89925528A9</w:t>
      </w:r>
    </w:p>
    <w:p w:rsidR="000E26F1" w:rsidRDefault="000E26F1" w:rsidP="003A3060">
      <w:pPr>
        <w:pStyle w:val="Intestazione"/>
        <w:jc w:val="center"/>
        <w:rPr>
          <w:rFonts w:ascii="Garamond" w:hAnsi="Garamond" w:cs="Arial"/>
          <w:b/>
          <w:smallCaps/>
          <w:szCs w:val="24"/>
        </w:rPr>
      </w:pPr>
      <w:bookmarkStart w:id="2" w:name="_GoBack"/>
      <w:bookmarkEnd w:id="2"/>
    </w:p>
    <w:p w:rsidR="003A3060" w:rsidRPr="00F24600" w:rsidRDefault="003A3060" w:rsidP="003A3060">
      <w:pPr>
        <w:pStyle w:val="Intestazione"/>
        <w:jc w:val="center"/>
        <w:rPr>
          <w:rFonts w:ascii="Garamond" w:hAnsi="Garamond" w:cs="Calibri"/>
          <w:b/>
          <w:smallCaps/>
          <w:szCs w:val="24"/>
        </w:rPr>
      </w:pPr>
      <w:r w:rsidRPr="00F24600">
        <w:rPr>
          <w:rFonts w:ascii="Garamond" w:hAnsi="Garamond" w:cs="Arial"/>
          <w:b/>
          <w:smallCaps/>
          <w:szCs w:val="24"/>
        </w:rPr>
        <w:t>“</w:t>
      </w:r>
      <w:r w:rsidR="009543BA" w:rsidRPr="00F24600">
        <w:rPr>
          <w:rFonts w:ascii="Garamond" w:hAnsi="Garamond" w:cs="Arial"/>
          <w:b/>
          <w:smallCaps/>
          <w:szCs w:val="24"/>
        </w:rPr>
        <w:t>Integrazione DGUE</w:t>
      </w:r>
      <w:r w:rsidRPr="00F24600">
        <w:rPr>
          <w:rFonts w:ascii="Garamond" w:hAnsi="Garamond" w:cs="Calibri"/>
          <w:b/>
          <w:smallCaps/>
          <w:szCs w:val="24"/>
        </w:rPr>
        <w:t>”</w:t>
      </w:r>
    </w:p>
    <w:p w:rsidR="0032736C" w:rsidRPr="00F24600" w:rsidRDefault="0032736C" w:rsidP="0041706E">
      <w:pPr>
        <w:pStyle w:val="Intestazione"/>
        <w:jc w:val="center"/>
        <w:rPr>
          <w:rFonts w:ascii="Garamond" w:hAnsi="Garamond" w:cs="Calibri"/>
          <w:b/>
          <w:smallCaps/>
          <w:szCs w:val="24"/>
        </w:rPr>
      </w:pPr>
      <w:r w:rsidRPr="00F24600">
        <w:rPr>
          <w:rFonts w:ascii="Garamond" w:hAnsi="Garamond" w:cs="Arial"/>
          <w:b/>
          <w:szCs w:val="24"/>
          <w:u w:val="single"/>
        </w:rPr>
        <w:t xml:space="preserve">Il presente documento dovrà essere firmato dal dichiarante e allegato </w:t>
      </w:r>
      <w:r w:rsidR="005365DF">
        <w:rPr>
          <w:rFonts w:ascii="Garamond" w:hAnsi="Garamond" w:cs="Arial"/>
          <w:b/>
          <w:szCs w:val="24"/>
          <w:u w:val="single"/>
        </w:rPr>
        <w:t>all</w:t>
      </w:r>
      <w:r w:rsidR="00E31731">
        <w:rPr>
          <w:rFonts w:ascii="Garamond" w:hAnsi="Garamond" w:cs="Arial"/>
          <w:b/>
          <w:szCs w:val="24"/>
          <w:u w:val="single"/>
        </w:rPr>
        <w:t>a documentazione amministrativa</w:t>
      </w:r>
      <w:r w:rsidRPr="00F24600">
        <w:rPr>
          <w:rFonts w:ascii="Garamond" w:hAnsi="Garamond" w:cs="Arial"/>
          <w:b/>
          <w:szCs w:val="24"/>
          <w:u w:val="single"/>
        </w:rPr>
        <w:t>, secondo quanto indicato nel</w:t>
      </w:r>
      <w:r w:rsidR="00E31731">
        <w:rPr>
          <w:rFonts w:ascii="Garamond" w:hAnsi="Garamond" w:cs="Arial"/>
          <w:b/>
          <w:szCs w:val="24"/>
          <w:u w:val="single"/>
        </w:rPr>
        <w:t xml:space="preserve"> </w:t>
      </w:r>
      <w:r w:rsidR="00AC0746">
        <w:rPr>
          <w:rFonts w:ascii="Garamond" w:hAnsi="Garamond" w:cs="Arial"/>
          <w:b/>
          <w:szCs w:val="24"/>
          <w:u w:val="single"/>
        </w:rPr>
        <w:t xml:space="preserve">Disciplinare di gara / </w:t>
      </w:r>
      <w:r w:rsidR="00E31731">
        <w:rPr>
          <w:rFonts w:ascii="Garamond" w:hAnsi="Garamond" w:cs="Arial"/>
          <w:b/>
          <w:szCs w:val="24"/>
          <w:u w:val="single"/>
        </w:rPr>
        <w:t>Capitolato Speciale di Appalto</w:t>
      </w:r>
      <w:r w:rsidRPr="00F24600">
        <w:rPr>
          <w:rFonts w:ascii="Garamond" w:hAnsi="Garamond" w:cs="Arial"/>
          <w:b/>
          <w:szCs w:val="24"/>
          <w:u w:val="single"/>
        </w:rPr>
        <w:t>.</w:t>
      </w:r>
    </w:p>
    <w:bookmarkEnd w:id="0"/>
    <w:p w:rsidR="00D302ED" w:rsidRPr="00C003D9" w:rsidRDefault="00A84AE7" w:rsidP="00980031">
      <w:pPr>
        <w:spacing w:before="360" w:after="240" w:line="360" w:lineRule="auto"/>
        <w:jc w:val="center"/>
        <w:rPr>
          <w:rFonts w:ascii="Garamond" w:hAnsi="Garamond"/>
          <w:sz w:val="22"/>
          <w:szCs w:val="22"/>
        </w:rPr>
      </w:pPr>
      <w:r w:rsidRPr="00C003D9">
        <w:rPr>
          <w:rFonts w:ascii="Garamond" w:hAnsi="Garamond" w:cs="Arial"/>
          <w:b/>
          <w:bCs/>
          <w:i/>
          <w:iCs/>
          <w:sz w:val="22"/>
          <w:szCs w:val="22"/>
        </w:rPr>
        <w:t>Dichiarazione sostitutiva requisiti ai sensi del DPR 445/2000</w:t>
      </w:r>
      <w:r w:rsidR="00C23561" w:rsidRPr="00C003D9">
        <w:rPr>
          <w:rStyle w:val="Rimandonotaapidipagina"/>
          <w:rFonts w:ascii="Garamond" w:hAnsi="Garamond" w:cs="Arial"/>
          <w:b/>
          <w:bCs/>
          <w:i/>
          <w:iCs/>
          <w:sz w:val="22"/>
          <w:szCs w:val="22"/>
        </w:rPr>
        <w:footnoteReference w:id="1"/>
      </w:r>
    </w:p>
    <w:p w:rsidR="00A84AE7"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Il</w:t>
      </w:r>
      <w:r w:rsidR="007204EA" w:rsidRPr="00CF04A7">
        <w:rPr>
          <w:rFonts w:ascii="Garamond" w:hAnsi="Garamond" w:cs="Arial"/>
          <w:sz w:val="22"/>
          <w:szCs w:val="22"/>
        </w:rPr>
        <w:t>/la</w:t>
      </w:r>
      <w:r w:rsidRPr="00CF04A7">
        <w:rPr>
          <w:rFonts w:ascii="Garamond" w:hAnsi="Garamond" w:cs="Arial"/>
          <w:sz w:val="22"/>
          <w:szCs w:val="22"/>
        </w:rPr>
        <w:t xml:space="preserve"> sottoscritto</w:t>
      </w:r>
      <w:r w:rsidR="007204EA" w:rsidRPr="00CF04A7">
        <w:rPr>
          <w:rFonts w:ascii="Garamond" w:hAnsi="Garamond" w:cs="Arial"/>
          <w:sz w:val="22"/>
          <w:szCs w:val="22"/>
        </w:rPr>
        <w:t>/a</w:t>
      </w:r>
      <w:r w:rsidR="007A7FC3" w:rsidRPr="00CF04A7">
        <w:rPr>
          <w:rFonts w:ascii="Garamond" w:hAnsi="Garamond" w:cs="Arial"/>
          <w:sz w:val="22"/>
          <w:szCs w:val="22"/>
        </w:rPr>
        <w:t xml:space="preserve"> </w:t>
      </w:r>
      <w:permStart w:id="935860623" w:edGrp="everyone"/>
      <w:r w:rsidR="00467B9F" w:rsidRPr="00CF04A7">
        <w:rPr>
          <w:rStyle w:val="Testosegnaposto"/>
          <w:rFonts w:ascii="Garamond" w:hAnsi="Garamond"/>
          <w:sz w:val="16"/>
        </w:rPr>
        <w:t>Fare clic qui per immettere testo.</w:t>
      </w:r>
      <w:permEnd w:id="935860623"/>
    </w:p>
    <w:p w:rsidR="000E6AA2"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nato</w:t>
      </w:r>
      <w:r w:rsidR="007204EA" w:rsidRPr="00CF04A7">
        <w:rPr>
          <w:rFonts w:ascii="Garamond" w:hAnsi="Garamond" w:cs="Arial"/>
          <w:sz w:val="22"/>
          <w:szCs w:val="22"/>
        </w:rPr>
        <w:t>/a</w:t>
      </w:r>
      <w:r w:rsidRPr="00CF04A7">
        <w:rPr>
          <w:rFonts w:ascii="Garamond" w:hAnsi="Garamond" w:cs="Arial"/>
          <w:sz w:val="22"/>
          <w:szCs w:val="22"/>
        </w:rPr>
        <w:t xml:space="preserve"> </w:t>
      </w:r>
      <w:permStart w:id="2025858783" w:edGrp="everyone"/>
      <w:r w:rsidR="00EE2262" w:rsidRPr="00CF04A7">
        <w:rPr>
          <w:rStyle w:val="Testosegnaposto"/>
          <w:rFonts w:ascii="Garamond" w:hAnsi="Garamond"/>
          <w:sz w:val="16"/>
        </w:rPr>
        <w:t>Fare clic qui per immettere testo.</w:t>
      </w:r>
      <w:permEnd w:id="2025858783"/>
      <w:r w:rsidR="00AC7EE6" w:rsidRPr="00CF04A7">
        <w:rPr>
          <w:rFonts w:ascii="Garamond" w:hAnsi="Garamond" w:cs="Arial"/>
          <w:sz w:val="22"/>
          <w:szCs w:val="22"/>
        </w:rPr>
        <w:t xml:space="preserve"> </w:t>
      </w:r>
      <w:r w:rsidRPr="00CF04A7">
        <w:rPr>
          <w:rFonts w:ascii="Garamond" w:hAnsi="Garamond" w:cs="Arial"/>
          <w:sz w:val="22"/>
          <w:szCs w:val="22"/>
        </w:rPr>
        <w:t>(</w:t>
      </w:r>
      <w:permStart w:id="1106064745" w:edGrp="everyone"/>
      <w:r w:rsidR="0066770E" w:rsidRPr="00CF04A7">
        <w:rPr>
          <w:rStyle w:val="Testosegnaposto"/>
          <w:rFonts w:ascii="Garamond" w:hAnsi="Garamond"/>
          <w:sz w:val="16"/>
        </w:rPr>
        <w:t>__</w:t>
      </w:r>
      <w:permEnd w:id="1106064745"/>
      <w:r w:rsidRPr="00CF04A7">
        <w:rPr>
          <w:rFonts w:ascii="Garamond" w:hAnsi="Garamond" w:cs="Arial"/>
          <w:sz w:val="22"/>
          <w:szCs w:val="22"/>
        </w:rPr>
        <w:t>)</w:t>
      </w:r>
      <w:r w:rsidR="006E361F" w:rsidRPr="00CF04A7">
        <w:rPr>
          <w:rFonts w:ascii="Garamond" w:hAnsi="Garamond" w:cs="Arial"/>
          <w:sz w:val="22"/>
          <w:szCs w:val="22"/>
        </w:rPr>
        <w:t xml:space="preserve"> </w:t>
      </w:r>
      <w:r w:rsidRPr="00CF04A7">
        <w:rPr>
          <w:rFonts w:ascii="Garamond" w:hAnsi="Garamond" w:cs="Arial"/>
          <w:sz w:val="22"/>
          <w:szCs w:val="22"/>
        </w:rPr>
        <w:t>il</w:t>
      </w:r>
      <w:r w:rsidR="006E361F" w:rsidRPr="00CF04A7">
        <w:rPr>
          <w:rFonts w:ascii="Garamond" w:hAnsi="Garamond" w:cs="Arial"/>
          <w:sz w:val="22"/>
          <w:szCs w:val="22"/>
        </w:rPr>
        <w:t xml:space="preserve"> </w:t>
      </w:r>
      <w:permStart w:id="203379173" w:edGrp="everyone"/>
      <w:r w:rsidR="00EE2262" w:rsidRPr="00CF04A7">
        <w:rPr>
          <w:rFonts w:ascii="Garamond" w:hAnsi="Garamond" w:cs="Arial"/>
          <w:sz w:val="22"/>
          <w:szCs w:val="22"/>
        </w:rPr>
        <w:t>__/__/____</w:t>
      </w:r>
      <w:permEnd w:id="203379173"/>
      <w:r w:rsidR="000E6AA2" w:rsidRPr="00CF04A7">
        <w:rPr>
          <w:rFonts w:ascii="Garamond" w:hAnsi="Garamond" w:cs="Arial"/>
          <w:sz w:val="22"/>
          <w:szCs w:val="22"/>
        </w:rPr>
        <w:t xml:space="preserve">, C.F. </w:t>
      </w:r>
      <w:permStart w:id="1475361857" w:edGrp="everyone"/>
      <w:r w:rsidR="00467B9F" w:rsidRPr="00CF04A7">
        <w:rPr>
          <w:rStyle w:val="Testosegnaposto"/>
          <w:rFonts w:ascii="Garamond" w:hAnsi="Garamond"/>
          <w:sz w:val="16"/>
        </w:rPr>
        <w:t>Fare clic qui per immettere testo.</w:t>
      </w:r>
      <w:permEnd w:id="1475361857"/>
      <w:r w:rsidR="000E6AA2" w:rsidRPr="00CF04A7">
        <w:rPr>
          <w:rFonts w:ascii="Garamond" w:hAnsi="Garamond" w:cs="Arial"/>
          <w:sz w:val="22"/>
          <w:szCs w:val="22"/>
        </w:rPr>
        <w:t>,</w:t>
      </w:r>
    </w:p>
    <w:p w:rsidR="00290CBE" w:rsidRPr="00CF04A7" w:rsidRDefault="00A84AE7" w:rsidP="00435A2D">
      <w:pPr>
        <w:spacing w:line="360" w:lineRule="auto"/>
        <w:jc w:val="both"/>
        <w:rPr>
          <w:rFonts w:ascii="Garamond" w:hAnsi="Garamond"/>
          <w:b/>
          <w:sz w:val="22"/>
          <w:szCs w:val="22"/>
        </w:rPr>
      </w:pPr>
      <w:r w:rsidRPr="00CF04A7">
        <w:rPr>
          <w:rFonts w:ascii="Garamond" w:hAnsi="Garamond" w:cs="Arial"/>
          <w:sz w:val="22"/>
          <w:szCs w:val="22"/>
        </w:rPr>
        <w:t>domiciliato</w:t>
      </w:r>
      <w:r w:rsidR="007204EA" w:rsidRPr="00CF04A7">
        <w:rPr>
          <w:rFonts w:ascii="Garamond" w:hAnsi="Garamond" w:cs="Arial"/>
          <w:sz w:val="22"/>
          <w:szCs w:val="22"/>
        </w:rPr>
        <w:t>/a</w:t>
      </w:r>
      <w:r w:rsidR="004D1FD0" w:rsidRPr="00CF04A7">
        <w:rPr>
          <w:rFonts w:ascii="Garamond" w:hAnsi="Garamond" w:cs="Arial"/>
          <w:sz w:val="22"/>
          <w:szCs w:val="22"/>
        </w:rPr>
        <w:t xml:space="preserve"> </w:t>
      </w:r>
      <w:r w:rsidRPr="00CF04A7">
        <w:rPr>
          <w:rFonts w:ascii="Garamond" w:hAnsi="Garamond" w:cs="Arial"/>
          <w:sz w:val="22"/>
          <w:szCs w:val="22"/>
        </w:rPr>
        <w:t>per la carica ove appresso in qualità d</w:t>
      </w:r>
      <w:r w:rsidR="00A37716" w:rsidRPr="00CF04A7">
        <w:rPr>
          <w:rFonts w:ascii="Garamond" w:hAnsi="Garamond" w:cs="Arial"/>
          <w:sz w:val="22"/>
          <w:szCs w:val="22"/>
        </w:rPr>
        <w:t>i</w:t>
      </w:r>
      <w:r w:rsidR="0024334F" w:rsidRPr="00CF04A7">
        <w:rPr>
          <w:rFonts w:ascii="Garamond" w:hAnsi="Garamond" w:cs="Arial"/>
          <w:sz w:val="22"/>
          <w:szCs w:val="22"/>
        </w:rPr>
        <w:t xml:space="preserve"> </w:t>
      </w:r>
      <w:permStart w:id="765806784" w:edGrp="everyone"/>
      <w:r w:rsidR="0066770E" w:rsidRPr="00CF04A7">
        <w:rPr>
          <w:rStyle w:val="Testosegnaposto"/>
          <w:rFonts w:ascii="Garamond" w:hAnsi="Garamond"/>
          <w:sz w:val="16"/>
          <w:szCs w:val="16"/>
        </w:rPr>
        <w:t>Scegliere un elemento.</w:t>
      </w:r>
      <w:permEnd w:id="765806784"/>
      <w:r w:rsidR="00863511" w:rsidRPr="00CF04A7">
        <w:rPr>
          <w:rStyle w:val="Rimandonotaapidipagina"/>
          <w:rFonts w:ascii="Garamond" w:hAnsi="Garamond" w:cs="Arial"/>
          <w:sz w:val="22"/>
          <w:szCs w:val="22"/>
        </w:rPr>
        <w:footnoteReference w:id="2"/>
      </w:r>
      <w:r w:rsidR="0066770E" w:rsidRPr="00CF04A7">
        <w:rPr>
          <w:rFonts w:ascii="Garamond" w:hAnsi="Garamond"/>
          <w:b/>
          <w:sz w:val="22"/>
          <w:szCs w:val="22"/>
        </w:rPr>
        <w:t xml:space="preserve"> </w:t>
      </w:r>
    </w:p>
    <w:p w:rsidR="00A84AE7" w:rsidRPr="00CF04A7" w:rsidRDefault="00F20C40" w:rsidP="00435A2D">
      <w:pPr>
        <w:spacing w:line="360" w:lineRule="auto"/>
        <w:jc w:val="both"/>
        <w:rPr>
          <w:rFonts w:ascii="Garamond" w:hAnsi="Garamond" w:cs="Arial"/>
          <w:sz w:val="22"/>
          <w:szCs w:val="22"/>
        </w:rPr>
      </w:pPr>
      <w:r w:rsidRPr="00CF04A7">
        <w:rPr>
          <w:rFonts w:ascii="Garamond" w:hAnsi="Garamond"/>
          <w:sz w:val="22"/>
          <w:szCs w:val="22"/>
        </w:rPr>
        <w:t xml:space="preserve">(o altro, specificare: </w:t>
      </w:r>
      <w:permStart w:id="533216550" w:edGrp="everyone"/>
      <w:r w:rsidR="0066770E" w:rsidRPr="00CF04A7">
        <w:rPr>
          <w:rStyle w:val="Testosegnaposto"/>
          <w:rFonts w:ascii="Garamond" w:hAnsi="Garamond"/>
          <w:sz w:val="16"/>
        </w:rPr>
        <w:t>Fare clic qui per immettere testo.</w:t>
      </w:r>
      <w:permEnd w:id="533216550"/>
      <w:r w:rsidRPr="00CF04A7">
        <w:rPr>
          <w:rFonts w:ascii="Garamond" w:hAnsi="Garamond" w:cs="Arial"/>
          <w:sz w:val="22"/>
          <w:szCs w:val="22"/>
        </w:rPr>
        <w:t>)</w:t>
      </w:r>
    </w:p>
    <w:p w:rsidR="004D1FD0"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della impre</w:t>
      </w:r>
      <w:r w:rsidR="001008F2" w:rsidRPr="00CF04A7">
        <w:rPr>
          <w:rFonts w:ascii="Garamond" w:hAnsi="Garamond" w:cs="Arial"/>
          <w:sz w:val="22"/>
          <w:szCs w:val="22"/>
        </w:rPr>
        <w:t>sa</w:t>
      </w:r>
      <w:r w:rsidR="002C5460" w:rsidRPr="00CF04A7">
        <w:rPr>
          <w:rFonts w:ascii="Garamond" w:hAnsi="Garamond" w:cs="Arial"/>
          <w:sz w:val="22"/>
          <w:szCs w:val="22"/>
        </w:rPr>
        <w:t xml:space="preserve"> </w:t>
      </w:r>
      <w:permStart w:id="1312556610" w:edGrp="everyone"/>
      <w:r w:rsidR="002C5460" w:rsidRPr="00CF04A7">
        <w:rPr>
          <w:rStyle w:val="Testosegnaposto"/>
          <w:rFonts w:ascii="Garamond" w:hAnsi="Garamond"/>
          <w:sz w:val="16"/>
        </w:rPr>
        <w:t>Fare clic qui per immettere testo.</w:t>
      </w:r>
      <w:permEnd w:id="1312556610"/>
      <w:r w:rsidR="002206EE" w:rsidRPr="00CF04A7">
        <w:rPr>
          <w:rFonts w:ascii="Garamond" w:hAnsi="Garamond" w:cs="Arial"/>
          <w:sz w:val="22"/>
          <w:szCs w:val="22"/>
        </w:rPr>
        <w:t xml:space="preserve"> </w:t>
      </w:r>
      <w:r w:rsidR="001008F2" w:rsidRPr="00CF04A7">
        <w:rPr>
          <w:rFonts w:ascii="Garamond" w:hAnsi="Garamond" w:cs="Arial"/>
          <w:sz w:val="22"/>
          <w:szCs w:val="22"/>
        </w:rPr>
        <w:t>c</w:t>
      </w:r>
      <w:r w:rsidRPr="00CF04A7">
        <w:rPr>
          <w:rFonts w:ascii="Garamond" w:hAnsi="Garamond" w:cs="Arial"/>
          <w:sz w:val="22"/>
          <w:szCs w:val="22"/>
        </w:rPr>
        <w:t>on sede</w:t>
      </w:r>
      <w:r w:rsidR="004D1FD0" w:rsidRPr="00CF04A7">
        <w:rPr>
          <w:rFonts w:ascii="Garamond" w:hAnsi="Garamond" w:cs="Arial"/>
          <w:sz w:val="22"/>
          <w:szCs w:val="22"/>
        </w:rPr>
        <w:t xml:space="preserve"> </w:t>
      </w:r>
      <w:permStart w:id="1675233742" w:edGrp="everyone"/>
      <w:r w:rsidR="001008F2" w:rsidRPr="00CF04A7">
        <w:rPr>
          <w:rStyle w:val="Testosegnaposto"/>
          <w:rFonts w:ascii="Garamond" w:hAnsi="Garamond"/>
          <w:sz w:val="16"/>
        </w:rPr>
        <w:t>Fare clic qui per immettere testo.</w:t>
      </w:r>
      <w:permEnd w:id="1675233742"/>
      <w:r w:rsidR="001008F2" w:rsidRPr="00CF04A7">
        <w:rPr>
          <w:rFonts w:ascii="Garamond" w:hAnsi="Garamond" w:cs="Arial"/>
          <w:sz w:val="22"/>
          <w:szCs w:val="22"/>
        </w:rPr>
        <w:t xml:space="preserve"> </w:t>
      </w:r>
      <w:r w:rsidRPr="00CF04A7">
        <w:rPr>
          <w:rFonts w:ascii="Garamond" w:hAnsi="Garamond" w:cs="Arial"/>
          <w:sz w:val="22"/>
          <w:szCs w:val="22"/>
        </w:rPr>
        <w:t>(</w:t>
      </w:r>
      <w:permStart w:id="207912868" w:edGrp="everyone"/>
      <w:r w:rsidR="001008F2" w:rsidRPr="00CF04A7">
        <w:rPr>
          <w:rStyle w:val="Testosegnaposto"/>
          <w:rFonts w:ascii="Garamond" w:hAnsi="Garamond"/>
          <w:sz w:val="16"/>
        </w:rPr>
        <w:t>__.</w:t>
      </w:r>
      <w:permEnd w:id="207912868"/>
      <w:r w:rsidRPr="00CF04A7">
        <w:rPr>
          <w:rFonts w:ascii="Garamond" w:hAnsi="Garamond" w:cs="Arial"/>
          <w:sz w:val="22"/>
          <w:szCs w:val="22"/>
        </w:rPr>
        <w:t>), Via</w:t>
      </w:r>
      <w:r w:rsidR="001008F2" w:rsidRPr="00CF04A7">
        <w:rPr>
          <w:rFonts w:ascii="Garamond" w:hAnsi="Garamond" w:cs="Arial"/>
          <w:sz w:val="22"/>
          <w:szCs w:val="22"/>
        </w:rPr>
        <w:t xml:space="preserve"> </w:t>
      </w:r>
      <w:permStart w:id="1208226828" w:edGrp="everyone"/>
      <w:r w:rsidR="001008F2" w:rsidRPr="00CF04A7">
        <w:rPr>
          <w:rStyle w:val="Testosegnaposto"/>
          <w:rFonts w:ascii="Garamond" w:hAnsi="Garamond"/>
          <w:sz w:val="16"/>
        </w:rPr>
        <w:t>Fare clic qui per immettere testo.</w:t>
      </w:r>
      <w:permEnd w:id="1208226828"/>
      <w:r w:rsidR="004D1FD0" w:rsidRPr="00CF04A7">
        <w:rPr>
          <w:rFonts w:ascii="Garamond" w:hAnsi="Garamond" w:cs="Arial"/>
          <w:sz w:val="22"/>
          <w:szCs w:val="22"/>
        </w:rPr>
        <w:t>,</w:t>
      </w:r>
      <w:r w:rsidR="002206EE" w:rsidRPr="00CF04A7">
        <w:rPr>
          <w:rFonts w:ascii="Garamond" w:hAnsi="Garamond" w:cs="Arial"/>
          <w:sz w:val="22"/>
          <w:szCs w:val="22"/>
        </w:rPr>
        <w:t xml:space="preserve"> </w:t>
      </w:r>
    </w:p>
    <w:p w:rsidR="00A84AE7" w:rsidRPr="00CF04A7" w:rsidRDefault="002206EE" w:rsidP="00435A2D">
      <w:pPr>
        <w:spacing w:line="360" w:lineRule="auto"/>
        <w:jc w:val="both"/>
        <w:rPr>
          <w:rFonts w:ascii="Garamond" w:hAnsi="Garamond" w:cs="Arial"/>
          <w:b/>
          <w:noProof/>
          <w:sz w:val="22"/>
          <w:szCs w:val="22"/>
        </w:rPr>
      </w:pPr>
      <w:r w:rsidRPr="00CF04A7">
        <w:rPr>
          <w:rFonts w:ascii="Garamond" w:hAnsi="Garamond" w:cs="Arial"/>
          <w:sz w:val="22"/>
          <w:szCs w:val="22"/>
        </w:rPr>
        <w:t xml:space="preserve">C.F. </w:t>
      </w:r>
      <w:permStart w:id="1146226129" w:edGrp="everyone"/>
      <w:r w:rsidRPr="00CF04A7">
        <w:rPr>
          <w:rStyle w:val="Testosegnaposto"/>
          <w:rFonts w:ascii="Garamond" w:hAnsi="Garamond"/>
          <w:sz w:val="16"/>
        </w:rPr>
        <w:t>Fare clic qui per immettere testo.</w:t>
      </w:r>
      <w:permEnd w:id="1146226129"/>
      <w:r w:rsidR="004D1FD0" w:rsidRPr="00CF04A7">
        <w:rPr>
          <w:rFonts w:ascii="Garamond" w:hAnsi="Garamond" w:cs="Arial"/>
          <w:sz w:val="22"/>
          <w:szCs w:val="22"/>
        </w:rPr>
        <w:t>,</w:t>
      </w:r>
      <w:r w:rsidRPr="00CF04A7">
        <w:rPr>
          <w:rFonts w:ascii="Garamond" w:hAnsi="Garamond" w:cs="Arial"/>
          <w:sz w:val="22"/>
          <w:szCs w:val="22"/>
        </w:rPr>
        <w:t xml:space="preserve"> P. IVA </w:t>
      </w:r>
      <w:permStart w:id="1393182439" w:edGrp="everyone"/>
      <w:r w:rsidRPr="00CF04A7">
        <w:rPr>
          <w:rStyle w:val="Testosegnaposto"/>
          <w:rFonts w:ascii="Garamond" w:hAnsi="Garamond"/>
          <w:sz w:val="16"/>
        </w:rPr>
        <w:t>Fare clic qui per immettere testo.</w:t>
      </w:r>
      <w:permEnd w:id="1393182439"/>
    </w:p>
    <w:p w:rsidR="00A84AE7" w:rsidRPr="00CF04A7" w:rsidRDefault="00A84AE7" w:rsidP="00435A2D">
      <w:pPr>
        <w:spacing w:line="360" w:lineRule="auto"/>
        <w:jc w:val="both"/>
        <w:rPr>
          <w:rFonts w:ascii="Garamond" w:hAnsi="Garamond" w:cs="Arial"/>
          <w:sz w:val="22"/>
          <w:szCs w:val="22"/>
        </w:rPr>
      </w:pPr>
      <w:r w:rsidRPr="004D15F3">
        <w:rPr>
          <w:rFonts w:ascii="Garamond" w:hAnsi="Garamond" w:cs="Arial"/>
          <w:i/>
          <w:sz w:val="22"/>
          <w:szCs w:val="22"/>
        </w:rPr>
        <w:t>pienamente consapevole della responsabilità penale cui va incontro, ai sensi e per gli effetti dell’art. 76 D.P.R. 28 dicembre 2000, n. 445, in caso di dichiarazioni mendaci o di formazione,</w:t>
      </w:r>
      <w:r w:rsidR="006E361F" w:rsidRPr="004D15F3">
        <w:rPr>
          <w:rFonts w:ascii="Garamond" w:hAnsi="Garamond" w:cs="Arial"/>
          <w:i/>
          <w:sz w:val="22"/>
          <w:szCs w:val="22"/>
        </w:rPr>
        <w:t xml:space="preserve"> </w:t>
      </w:r>
      <w:r w:rsidRPr="004D15F3">
        <w:rPr>
          <w:rFonts w:ascii="Garamond" w:hAnsi="Garamond" w:cs="Arial"/>
          <w:i/>
          <w:sz w:val="22"/>
          <w:szCs w:val="22"/>
        </w:rPr>
        <w:t>esibizione o uso di atti falsi ovvero di atti contenenti dati non più rispondenti a verità</w:t>
      </w:r>
      <w:r w:rsidRPr="00CF04A7">
        <w:rPr>
          <w:rFonts w:ascii="Garamond" w:hAnsi="Garamond" w:cs="Arial"/>
          <w:sz w:val="22"/>
          <w:szCs w:val="22"/>
        </w:rPr>
        <w:t>,</w:t>
      </w:r>
    </w:p>
    <w:p w:rsidR="00F543E6" w:rsidRPr="00CF04A7" w:rsidRDefault="00F20C40" w:rsidP="002E09AE">
      <w:pPr>
        <w:pStyle w:val="sche3"/>
        <w:spacing w:before="120" w:after="120" w:line="360" w:lineRule="auto"/>
        <w:jc w:val="center"/>
        <w:rPr>
          <w:rFonts w:ascii="Garamond" w:hAnsi="Garamond" w:cs="Arial"/>
          <w:sz w:val="22"/>
          <w:szCs w:val="22"/>
          <w:lang w:val="it-IT"/>
        </w:rPr>
      </w:pPr>
      <w:r w:rsidRPr="00CF04A7">
        <w:rPr>
          <w:rFonts w:ascii="Garamond" w:hAnsi="Garamond" w:cs="Arial"/>
          <w:b/>
          <w:bCs/>
          <w:sz w:val="22"/>
          <w:szCs w:val="22"/>
          <w:u w:val="single"/>
          <w:lang w:val="it-IT"/>
        </w:rPr>
        <w:t xml:space="preserve">DICHIARA </w:t>
      </w:r>
      <w:r w:rsidR="00A84AE7" w:rsidRPr="00CF04A7">
        <w:rPr>
          <w:rFonts w:ascii="Garamond" w:hAnsi="Garamond" w:cs="Arial"/>
          <w:b/>
          <w:bCs/>
          <w:sz w:val="22"/>
          <w:szCs w:val="22"/>
          <w:u w:val="single"/>
          <w:lang w:val="it-IT"/>
        </w:rPr>
        <w:t>ed attesta sotto la propria responsabilità</w:t>
      </w:r>
    </w:p>
    <w:p w:rsidR="00B41A3C" w:rsidRPr="00B41A3C" w:rsidRDefault="00B41A3C" w:rsidP="00B41A3C">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 xml:space="preserve">di aver compilato il DGUE che, unitamente alle ulteriori dichiarazioni che si rendono, costituisce il contenuto della documentazione amministrativa e di averlo allegato a </w:t>
      </w:r>
      <w:r w:rsidRPr="00B41A3C">
        <w:rPr>
          <w:rFonts w:ascii="Garamond" w:hAnsi="Garamond" w:cs="Calibri"/>
          <w:i/>
          <w:sz w:val="22"/>
          <w:szCs w:val="22"/>
        </w:rPr>
        <w:t>Sistema</w:t>
      </w:r>
      <w:r w:rsidRPr="00B41A3C">
        <w:rPr>
          <w:rFonts w:ascii="Garamond" w:hAnsi="Garamond" w:cs="Calibri"/>
          <w:sz w:val="22"/>
          <w:szCs w:val="22"/>
        </w:rPr>
        <w:t xml:space="preserve"> nel campo all’</w:t>
      </w:r>
      <w:r w:rsidR="000C28AB">
        <w:rPr>
          <w:rFonts w:ascii="Garamond" w:hAnsi="Garamond" w:cs="Calibri"/>
          <w:sz w:val="22"/>
          <w:szCs w:val="22"/>
        </w:rPr>
        <w:t xml:space="preserve"> </w:t>
      </w:r>
      <w:r w:rsidRPr="00B41A3C">
        <w:rPr>
          <w:rFonts w:ascii="Garamond" w:hAnsi="Garamond" w:cs="Calibri"/>
          <w:sz w:val="22"/>
          <w:szCs w:val="22"/>
        </w:rPr>
        <w:t>uopo predisposto;</w:t>
      </w:r>
    </w:p>
    <w:p w:rsidR="003C149A" w:rsidRPr="00B41A3C" w:rsidRDefault="00C315E5" w:rsidP="001E5CF2">
      <w:pPr>
        <w:pStyle w:val="Paragrafoelenco"/>
        <w:numPr>
          <w:ilvl w:val="0"/>
          <w:numId w:val="2"/>
        </w:numPr>
        <w:spacing w:line="360" w:lineRule="auto"/>
        <w:ind w:left="426" w:hanging="426"/>
        <w:jc w:val="both"/>
        <w:rPr>
          <w:rFonts w:ascii="Garamond" w:hAnsi="Garamond" w:cs="Arial"/>
          <w:sz w:val="22"/>
          <w:szCs w:val="22"/>
        </w:rPr>
      </w:pPr>
      <w:r>
        <w:rPr>
          <w:rFonts w:ascii="Garamond" w:hAnsi="Garamond" w:cs="Calibri"/>
          <w:sz w:val="22"/>
          <w:szCs w:val="22"/>
        </w:rPr>
        <w:t>(</w:t>
      </w:r>
      <w:r>
        <w:rPr>
          <w:rFonts w:ascii="Garamond" w:hAnsi="Garamond" w:cs="Calibri"/>
          <w:i/>
          <w:sz w:val="22"/>
          <w:szCs w:val="22"/>
        </w:rPr>
        <w:t xml:space="preserve">ove </w:t>
      </w:r>
      <w:r w:rsidR="007E2B1E">
        <w:rPr>
          <w:rFonts w:ascii="Garamond" w:hAnsi="Garamond" w:cs="Calibri"/>
          <w:i/>
          <w:sz w:val="22"/>
          <w:szCs w:val="22"/>
        </w:rPr>
        <w:t>pertinente</w:t>
      </w:r>
      <w:r>
        <w:rPr>
          <w:rFonts w:ascii="Garamond" w:hAnsi="Garamond" w:cs="Calibri"/>
          <w:sz w:val="22"/>
          <w:szCs w:val="22"/>
        </w:rPr>
        <w:t xml:space="preserve">) </w:t>
      </w:r>
      <w:r w:rsidR="003C149A" w:rsidRPr="00C315E5">
        <w:rPr>
          <w:rFonts w:ascii="Garamond" w:hAnsi="Garamond" w:cs="Calibri"/>
          <w:sz w:val="22"/>
          <w:szCs w:val="22"/>
        </w:rPr>
        <w:t>che</w:t>
      </w:r>
      <w:r w:rsidR="003C149A" w:rsidRPr="00B41A3C">
        <w:rPr>
          <w:rFonts w:ascii="Garamond" w:hAnsi="Garamond" w:cs="Calibri"/>
          <w:sz w:val="22"/>
          <w:szCs w:val="22"/>
        </w:rPr>
        <w:t xml:space="preserve"> non presenterà offerta per </w:t>
      </w:r>
      <w:r w:rsidR="003C341C" w:rsidRPr="00B41A3C">
        <w:rPr>
          <w:rFonts w:ascii="Garamond" w:hAnsi="Garamond" w:cs="Calibri"/>
          <w:sz w:val="22"/>
          <w:szCs w:val="22"/>
        </w:rPr>
        <w:t>la</w:t>
      </w:r>
      <w:r w:rsidR="003C149A" w:rsidRPr="00B41A3C">
        <w:rPr>
          <w:rFonts w:ascii="Garamond" w:hAnsi="Garamond" w:cs="Calibri"/>
          <w:sz w:val="22"/>
          <w:szCs w:val="22"/>
        </w:rPr>
        <w:t xml:space="preserve"> gara al contempo singolarmente e quale componente di un R.T.I., Rete, Consorzio o gruppo ovvero che non parteciperà a più R.T.I., Reti, Consorzi o gruppi;</w:t>
      </w:r>
    </w:p>
    <w:p w:rsidR="003C149A" w:rsidRPr="00B41A3C" w:rsidRDefault="003C149A" w:rsidP="001E5CF2">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di aver ottenuto il PASSOE, di cui alla Delibera A</w:t>
      </w:r>
      <w:r w:rsidR="002E09AE" w:rsidRPr="00B41A3C">
        <w:rPr>
          <w:rFonts w:ascii="Garamond" w:hAnsi="Garamond" w:cs="Calibri"/>
          <w:sz w:val="22"/>
          <w:szCs w:val="22"/>
        </w:rPr>
        <w:t>.</w:t>
      </w:r>
      <w:r w:rsidRPr="00B41A3C">
        <w:rPr>
          <w:rFonts w:ascii="Garamond" w:hAnsi="Garamond" w:cs="Calibri"/>
          <w:sz w:val="22"/>
          <w:szCs w:val="22"/>
        </w:rPr>
        <w:t>N</w:t>
      </w:r>
      <w:r w:rsidR="002E09AE" w:rsidRPr="00B41A3C">
        <w:rPr>
          <w:rFonts w:ascii="Garamond" w:hAnsi="Garamond" w:cs="Calibri"/>
          <w:sz w:val="22"/>
          <w:szCs w:val="22"/>
        </w:rPr>
        <w:t>.</w:t>
      </w:r>
      <w:r w:rsidRPr="00B41A3C">
        <w:rPr>
          <w:rFonts w:ascii="Garamond" w:hAnsi="Garamond" w:cs="Calibri"/>
          <w:sz w:val="22"/>
          <w:szCs w:val="22"/>
        </w:rPr>
        <w:t>AC</w:t>
      </w:r>
      <w:r w:rsidR="002E09AE" w:rsidRPr="00B41A3C">
        <w:rPr>
          <w:rFonts w:ascii="Garamond" w:hAnsi="Garamond" w:cs="Calibri"/>
          <w:sz w:val="22"/>
          <w:szCs w:val="22"/>
        </w:rPr>
        <w:t>.</w:t>
      </w:r>
      <w:r w:rsidRPr="00B41A3C">
        <w:rPr>
          <w:rFonts w:ascii="Garamond" w:hAnsi="Garamond" w:cs="Calibri"/>
          <w:sz w:val="22"/>
          <w:szCs w:val="22"/>
        </w:rPr>
        <w:t xml:space="preserve"> n. 157 del 17 febbraio 2016, allegando l’apposito documento a </w:t>
      </w:r>
      <w:r w:rsidRPr="00B41A3C">
        <w:rPr>
          <w:rFonts w:ascii="Garamond" w:hAnsi="Garamond" w:cs="Calibri"/>
          <w:i/>
          <w:sz w:val="22"/>
          <w:szCs w:val="22"/>
        </w:rPr>
        <w:t>Sistema</w:t>
      </w:r>
      <w:r w:rsidRPr="00B41A3C">
        <w:rPr>
          <w:rFonts w:ascii="Garamond" w:hAnsi="Garamond" w:cs="Calibri"/>
          <w:sz w:val="22"/>
          <w:szCs w:val="22"/>
        </w:rPr>
        <w:t xml:space="preserve"> </w:t>
      </w:r>
      <w:r w:rsidR="00980031" w:rsidRPr="00B41A3C">
        <w:rPr>
          <w:rFonts w:ascii="Garamond" w:hAnsi="Garamond" w:cs="Calibri"/>
          <w:sz w:val="22"/>
          <w:szCs w:val="22"/>
        </w:rPr>
        <w:t>nel campo all’uopo predisposto</w:t>
      </w:r>
      <w:r w:rsidR="0040407C">
        <w:rPr>
          <w:rFonts w:ascii="Garamond" w:hAnsi="Garamond" w:cs="Calibri"/>
          <w:sz w:val="22"/>
          <w:szCs w:val="22"/>
        </w:rPr>
        <w:t>.</w:t>
      </w:r>
    </w:p>
    <w:p w:rsidR="00B816C5" w:rsidRPr="00CF04A7" w:rsidRDefault="007E2B1E" w:rsidP="00AF7B0A">
      <w:pPr>
        <w:spacing w:before="120" w:after="120" w:line="360" w:lineRule="auto"/>
        <w:jc w:val="both"/>
        <w:rPr>
          <w:rFonts w:ascii="Garamond" w:hAnsi="Garamond"/>
          <w:b/>
          <w:sz w:val="22"/>
          <w:szCs w:val="22"/>
          <w:u w:val="single"/>
        </w:rPr>
      </w:pPr>
      <w:r>
        <w:rPr>
          <w:rFonts w:ascii="Garamond" w:hAnsi="Garamond"/>
          <w:b/>
          <w:sz w:val="22"/>
          <w:szCs w:val="22"/>
          <w:u w:val="single"/>
        </w:rPr>
        <w:t>L’Operatore Economico</w:t>
      </w:r>
      <w:r w:rsidR="00EA1D29" w:rsidRPr="00CF04A7">
        <w:rPr>
          <w:rFonts w:ascii="Garamond" w:hAnsi="Garamond"/>
          <w:sz w:val="22"/>
          <w:szCs w:val="22"/>
          <w:u w:val="single"/>
        </w:rPr>
        <w:t>,</w:t>
      </w:r>
      <w:r w:rsidR="00EA1D29" w:rsidRPr="00CF04A7">
        <w:rPr>
          <w:rFonts w:ascii="Garamond" w:hAnsi="Garamond"/>
          <w:b/>
          <w:sz w:val="22"/>
          <w:szCs w:val="22"/>
          <w:u w:val="single"/>
        </w:rPr>
        <w:t xml:space="preserve"> </w:t>
      </w:r>
      <w:r w:rsidR="00EA1D29" w:rsidRPr="00CF04A7">
        <w:rPr>
          <w:rFonts w:ascii="Garamond" w:hAnsi="Garamond"/>
          <w:sz w:val="22"/>
          <w:szCs w:val="22"/>
          <w:u w:val="single"/>
        </w:rPr>
        <w:t>inoltre</w:t>
      </w:r>
      <w:r w:rsidR="00EA1D29" w:rsidRPr="006744EC">
        <w:rPr>
          <w:rFonts w:ascii="Garamond" w:hAnsi="Garamond"/>
          <w:sz w:val="22"/>
          <w:szCs w:val="22"/>
        </w:rPr>
        <w:t>:</w:t>
      </w:r>
    </w:p>
    <w:p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lastRenderedPageBreak/>
        <w:t>comunica</w:t>
      </w:r>
      <w:r w:rsidRPr="00CF04A7">
        <w:rPr>
          <w:rFonts w:ascii="Garamond" w:hAnsi="Garamond" w:cs="Calibri"/>
          <w:sz w:val="22"/>
          <w:szCs w:val="22"/>
        </w:rPr>
        <w:t xml:space="preserve"> che l’Ente Certificatore dell’ottemperanza alle norme sul diritto al lavoro dei disabili (art. 17, legge 68/99) è</w:t>
      </w:r>
      <w:r w:rsidR="00772F3A" w:rsidRPr="00CF04A7">
        <w:rPr>
          <w:rFonts w:ascii="Garamond" w:hAnsi="Garamond" w:cs="Calibri"/>
          <w:sz w:val="22"/>
          <w:szCs w:val="22"/>
        </w:rPr>
        <w:t xml:space="preserve"> (</w:t>
      </w:r>
      <w:r w:rsidR="00772F3A" w:rsidRPr="00CF04A7">
        <w:rPr>
          <w:rFonts w:ascii="Garamond" w:hAnsi="Garamond" w:cs="Calibri"/>
          <w:i/>
          <w:sz w:val="22"/>
          <w:szCs w:val="22"/>
        </w:rPr>
        <w:t>indicare la sede/ufficio competente</w:t>
      </w:r>
      <w:r w:rsidR="00772F3A" w:rsidRPr="00CF04A7">
        <w:rPr>
          <w:rFonts w:ascii="Garamond" w:hAnsi="Garamond" w:cs="Calibri"/>
          <w:sz w:val="22"/>
          <w:szCs w:val="22"/>
        </w:rPr>
        <w:t>)</w:t>
      </w:r>
      <w:r w:rsidRPr="00CF04A7">
        <w:rPr>
          <w:rFonts w:ascii="Garamond" w:hAnsi="Garamond" w:cs="Calibri"/>
          <w:sz w:val="22"/>
          <w:szCs w:val="22"/>
        </w:rPr>
        <w:t xml:space="preserve"> </w:t>
      </w:r>
      <w:permStart w:id="1433172234" w:edGrp="everyone"/>
      <w:r w:rsidR="004C60B1" w:rsidRPr="00CF04A7">
        <w:rPr>
          <w:rStyle w:val="Testosegnaposto"/>
          <w:rFonts w:ascii="Garamond" w:hAnsi="Garamond"/>
          <w:sz w:val="16"/>
        </w:rPr>
        <w:t>Fare clic qui per immettere testo.</w:t>
      </w:r>
      <w:permEnd w:id="1433172234"/>
      <w:r w:rsidR="00AE3777" w:rsidRPr="00CF04A7">
        <w:rPr>
          <w:rFonts w:ascii="Garamond" w:hAnsi="Garamond" w:cs="Calibri"/>
          <w:sz w:val="22"/>
          <w:szCs w:val="22"/>
        </w:rPr>
        <w:t xml:space="preserve">, </w:t>
      </w:r>
      <w:r w:rsidR="00A9040E" w:rsidRPr="00CF04A7">
        <w:rPr>
          <w:rFonts w:ascii="Garamond" w:hAnsi="Garamond" w:cs="Calibri"/>
          <w:sz w:val="22"/>
          <w:szCs w:val="22"/>
        </w:rPr>
        <w:t>(</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663834019" w:edGrp="everyone"/>
      <w:r w:rsidR="00A9040E" w:rsidRPr="00CF04A7">
        <w:rPr>
          <w:rStyle w:val="Testosegnaposto"/>
          <w:rFonts w:ascii="Garamond" w:hAnsi="Garamond"/>
          <w:sz w:val="16"/>
        </w:rPr>
        <w:t>Fare clic qui per immettere testo.</w:t>
      </w:r>
      <w:permEnd w:id="663834019"/>
      <w:r w:rsidR="00A9040E" w:rsidRPr="00CF04A7">
        <w:rPr>
          <w:rFonts w:ascii="Garamond" w:hAnsi="Garamond" w:cs="Arial"/>
          <w:sz w:val="22"/>
          <w:szCs w:val="22"/>
        </w:rPr>
        <w:t>,</w:t>
      </w:r>
      <w:r w:rsidR="00A9040E" w:rsidRPr="00CF04A7">
        <w:rPr>
          <w:rFonts w:ascii="Garamond" w:hAnsi="Garamond"/>
          <w:sz w:val="22"/>
          <w:szCs w:val="22"/>
        </w:rPr>
        <w:t xml:space="preserve"> </w:t>
      </w:r>
      <w:r w:rsidR="00AE3777" w:rsidRPr="00CF04A7">
        <w:rPr>
          <w:rFonts w:ascii="Garamond" w:hAnsi="Garamond"/>
          <w:sz w:val="22"/>
          <w:szCs w:val="22"/>
        </w:rPr>
        <w:t>PEC</w:t>
      </w:r>
      <w:r w:rsidR="00A9040E" w:rsidRPr="00CF04A7">
        <w:rPr>
          <w:rFonts w:ascii="Garamond" w:hAnsi="Garamond"/>
          <w:sz w:val="22"/>
          <w:szCs w:val="22"/>
        </w:rPr>
        <w:t xml:space="preserve">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E3777" w:rsidRPr="00CF04A7">
        <w:rPr>
          <w:rFonts w:ascii="Garamond" w:hAnsi="Garamond"/>
          <w:sz w:val="22"/>
          <w:szCs w:val="22"/>
        </w:rPr>
        <w:t xml:space="preserve"> </w:t>
      </w:r>
      <w:permStart w:id="1912345446" w:edGrp="everyone"/>
      <w:r w:rsidR="004C60B1" w:rsidRPr="00CF04A7">
        <w:rPr>
          <w:rStyle w:val="Testosegnaposto"/>
          <w:rFonts w:ascii="Garamond" w:hAnsi="Garamond"/>
          <w:sz w:val="16"/>
        </w:rPr>
        <w:t>Fare clic qui per immettere testo.</w:t>
      </w:r>
      <w:permEnd w:id="1912345446"/>
      <w:r w:rsidR="00AE3777" w:rsidRPr="00CF04A7">
        <w:rPr>
          <w:rFonts w:ascii="Garamond" w:hAnsi="Garamond" w:cs="Calibri"/>
          <w:sz w:val="22"/>
          <w:szCs w:val="22"/>
        </w:rPr>
        <w:t>;</w:t>
      </w:r>
    </w:p>
    <w:p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t>indica</w:t>
      </w:r>
      <w:r w:rsidR="00523ADA" w:rsidRPr="00CF04A7">
        <w:rPr>
          <w:rFonts w:ascii="Garamond" w:hAnsi="Garamond" w:cs="Calibri"/>
          <w:sz w:val="22"/>
          <w:szCs w:val="22"/>
        </w:rPr>
        <w:t>,</w:t>
      </w:r>
      <w:r w:rsidR="00523ADA" w:rsidRPr="00CF04A7">
        <w:rPr>
          <w:rFonts w:ascii="Garamond" w:hAnsi="Garamond"/>
          <w:sz w:val="22"/>
          <w:szCs w:val="22"/>
        </w:rPr>
        <w:t xml:space="preserve"> relativamente alla propria impresa</w:t>
      </w:r>
      <w:r w:rsidR="00B1532E" w:rsidRPr="00CF04A7">
        <w:rPr>
          <w:rFonts w:ascii="Garamond" w:hAnsi="Garamond"/>
          <w:sz w:val="22"/>
          <w:szCs w:val="22"/>
        </w:rPr>
        <w:t xml:space="preserve">, </w:t>
      </w:r>
      <w:r w:rsidR="00FB1916" w:rsidRPr="00CF04A7">
        <w:rPr>
          <w:rFonts w:ascii="Garamond" w:hAnsi="Garamond" w:cs="Calibri"/>
          <w:sz w:val="22"/>
          <w:szCs w:val="22"/>
        </w:rPr>
        <w:t xml:space="preserve">che </w:t>
      </w:r>
      <w:r w:rsidR="00BD0A77" w:rsidRPr="00CF04A7">
        <w:rPr>
          <w:rFonts w:ascii="Garamond" w:hAnsi="Garamond" w:cs="Calibri"/>
          <w:sz w:val="22"/>
          <w:szCs w:val="22"/>
        </w:rPr>
        <w:t xml:space="preserve">la </w:t>
      </w:r>
      <w:r w:rsidRPr="00CF04A7">
        <w:rPr>
          <w:rFonts w:ascii="Garamond" w:hAnsi="Garamond" w:cs="Calibri"/>
          <w:sz w:val="22"/>
          <w:szCs w:val="22"/>
        </w:rPr>
        <w:t xml:space="preserve">Sede competente </w:t>
      </w:r>
      <w:r w:rsidR="00FB1916" w:rsidRPr="00CF04A7">
        <w:rPr>
          <w:rFonts w:ascii="Garamond" w:hAnsi="Garamond" w:cs="Calibri"/>
          <w:sz w:val="22"/>
          <w:szCs w:val="22"/>
        </w:rPr>
        <w:t>dell’</w:t>
      </w:r>
      <w:r w:rsidRPr="00CF04A7">
        <w:rPr>
          <w:rFonts w:ascii="Garamond" w:hAnsi="Garamond" w:cs="Calibri"/>
          <w:sz w:val="22"/>
          <w:szCs w:val="22"/>
        </w:rPr>
        <w:t xml:space="preserve">Agenzia dell’Entrate </w:t>
      </w:r>
      <w:r w:rsidR="00980031" w:rsidRPr="00CF04A7">
        <w:rPr>
          <w:rFonts w:ascii="Garamond" w:hAnsi="Garamond" w:cs="Calibri"/>
          <w:sz w:val="22"/>
          <w:szCs w:val="22"/>
        </w:rPr>
        <w:t xml:space="preserve">è </w:t>
      </w:r>
      <w:r w:rsidR="00A9040E" w:rsidRPr="00CF04A7">
        <w:rPr>
          <w:rFonts w:ascii="Garamond" w:hAnsi="Garamond" w:cs="Calibri"/>
          <w:sz w:val="22"/>
          <w:szCs w:val="22"/>
        </w:rPr>
        <w:t>(</w:t>
      </w:r>
      <w:r w:rsidR="00A9040E" w:rsidRPr="00CF04A7">
        <w:rPr>
          <w:rFonts w:ascii="Garamond" w:hAnsi="Garamond" w:cs="Calibri"/>
          <w:i/>
          <w:sz w:val="22"/>
          <w:szCs w:val="22"/>
        </w:rPr>
        <w:t>indicare la sede/ufficio competente</w:t>
      </w:r>
      <w:r w:rsidR="00A9040E" w:rsidRPr="00CF04A7">
        <w:rPr>
          <w:rFonts w:ascii="Garamond" w:hAnsi="Garamond" w:cs="Calibri"/>
          <w:sz w:val="22"/>
          <w:szCs w:val="22"/>
        </w:rPr>
        <w:t xml:space="preserve">) </w:t>
      </w:r>
      <w:permStart w:id="1577656220" w:edGrp="everyone"/>
      <w:r w:rsidR="00A9040E" w:rsidRPr="00CF04A7">
        <w:rPr>
          <w:rStyle w:val="Testosegnaposto"/>
          <w:rFonts w:ascii="Garamond" w:hAnsi="Garamond"/>
          <w:sz w:val="16"/>
        </w:rPr>
        <w:t>Fare clic qui per immettere testo.</w:t>
      </w:r>
      <w:permEnd w:id="1577656220"/>
      <w:r w:rsidR="00A9040E" w:rsidRPr="00CF04A7">
        <w:rPr>
          <w:rFonts w:ascii="Garamond" w:hAnsi="Garamond" w:cs="Calibri"/>
          <w:sz w:val="22"/>
          <w:szCs w:val="22"/>
        </w:rPr>
        <w:t>, (</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1284653982" w:edGrp="everyone"/>
      <w:r w:rsidR="00A9040E" w:rsidRPr="00CF04A7">
        <w:rPr>
          <w:rStyle w:val="Testosegnaposto"/>
          <w:rFonts w:ascii="Garamond" w:hAnsi="Garamond"/>
          <w:sz w:val="16"/>
        </w:rPr>
        <w:t>Fare clic qui per immettere testo.</w:t>
      </w:r>
      <w:permEnd w:id="1284653982"/>
      <w:r w:rsidR="00A9040E" w:rsidRPr="00CF04A7">
        <w:rPr>
          <w:rFonts w:ascii="Garamond" w:hAnsi="Garamond" w:cs="Arial"/>
          <w:sz w:val="22"/>
          <w:szCs w:val="22"/>
        </w:rPr>
        <w:t>,</w:t>
      </w:r>
      <w:r w:rsidR="00A9040E" w:rsidRPr="00CF04A7">
        <w:rPr>
          <w:rFonts w:ascii="Garamond" w:hAnsi="Garamond"/>
          <w:sz w:val="22"/>
          <w:szCs w:val="22"/>
        </w:rPr>
        <w:t xml:space="preserve"> PEC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9040E" w:rsidRPr="00CF04A7">
        <w:rPr>
          <w:rFonts w:ascii="Garamond" w:hAnsi="Garamond"/>
          <w:sz w:val="22"/>
          <w:szCs w:val="22"/>
        </w:rPr>
        <w:t xml:space="preserve"> </w:t>
      </w:r>
      <w:permStart w:id="1017396706" w:edGrp="everyone"/>
      <w:r w:rsidR="00A9040E" w:rsidRPr="00CF04A7">
        <w:rPr>
          <w:rStyle w:val="Testosegnaposto"/>
          <w:rFonts w:ascii="Garamond" w:hAnsi="Garamond"/>
          <w:sz w:val="16"/>
        </w:rPr>
        <w:t>Fare clic qui per immettere testo.</w:t>
      </w:r>
      <w:permEnd w:id="1017396706"/>
      <w:r w:rsidR="00B1532E" w:rsidRPr="00CF04A7">
        <w:rPr>
          <w:rFonts w:ascii="Garamond" w:hAnsi="Garamond" w:cs="Calibri"/>
          <w:sz w:val="22"/>
          <w:szCs w:val="22"/>
        </w:rPr>
        <w:t>;</w:t>
      </w:r>
    </w:p>
    <w:p w:rsidR="00BD5737" w:rsidRPr="002E4B43" w:rsidRDefault="00012056" w:rsidP="00D93AF3">
      <w:pPr>
        <w:pStyle w:val="Paragrafoelenco"/>
        <w:numPr>
          <w:ilvl w:val="0"/>
          <w:numId w:val="2"/>
        </w:numPr>
        <w:spacing w:line="360" w:lineRule="auto"/>
        <w:ind w:left="426" w:hanging="426"/>
        <w:jc w:val="both"/>
        <w:rPr>
          <w:rFonts w:ascii="Garamond" w:hAnsi="Garamond"/>
          <w:sz w:val="22"/>
          <w:szCs w:val="22"/>
        </w:rPr>
      </w:pPr>
      <w:r>
        <w:rPr>
          <w:rFonts w:ascii="Garamond" w:hAnsi="Garamond"/>
          <w:b/>
          <w:sz w:val="22"/>
          <w:szCs w:val="22"/>
        </w:rPr>
        <w:t>a</w:t>
      </w:r>
      <w:r w:rsidRPr="00012056">
        <w:rPr>
          <w:rFonts w:ascii="Garamond" w:hAnsi="Garamond"/>
          <w:b/>
          <w:sz w:val="22"/>
          <w:szCs w:val="22"/>
        </w:rPr>
        <w:t xml:space="preserve">ttesta </w:t>
      </w:r>
      <w:r w:rsidRPr="00012056">
        <w:rPr>
          <w:rFonts w:ascii="Garamond" w:hAnsi="Garamond" w:cs="Arial"/>
          <w:sz w:val="22"/>
          <w:szCs w:val="22"/>
        </w:rPr>
        <w:t xml:space="preserve">di essere informato, ai sensi e per gli effetti del decreto legislativo 30 giugno 2003, n. 196, integrato con le modifiche introdotte dal D.Lgs. 10 agosto 2018, n. 101, recante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che i dati personali raccolti saranno trattati secondo quanto previsto dal par. </w:t>
      </w:r>
      <w:r w:rsidR="008A710F">
        <w:rPr>
          <w:rFonts w:ascii="Garamond" w:hAnsi="Garamond" w:cs="Arial"/>
          <w:sz w:val="22"/>
          <w:szCs w:val="22"/>
        </w:rPr>
        <w:t>25</w:t>
      </w:r>
      <w:r w:rsidRPr="00012056">
        <w:rPr>
          <w:rFonts w:ascii="Garamond" w:hAnsi="Garamond" w:cs="Arial"/>
          <w:sz w:val="22"/>
          <w:szCs w:val="22"/>
        </w:rPr>
        <w:t xml:space="preserve"> del presente </w:t>
      </w:r>
      <w:r w:rsidR="008A710F">
        <w:rPr>
          <w:rFonts w:ascii="Garamond" w:hAnsi="Garamond" w:cs="Arial"/>
          <w:sz w:val="22"/>
          <w:szCs w:val="22"/>
        </w:rPr>
        <w:t>D</w:t>
      </w:r>
      <w:r w:rsidRPr="00012056">
        <w:rPr>
          <w:rFonts w:ascii="Garamond" w:hAnsi="Garamond" w:cs="Arial"/>
          <w:sz w:val="22"/>
          <w:szCs w:val="22"/>
        </w:rPr>
        <w:t>isciplinare</w:t>
      </w:r>
      <w:r w:rsidR="00BD5737" w:rsidRPr="00D93AF3">
        <w:rPr>
          <w:rFonts w:ascii="Garamond" w:hAnsi="Garamond" w:cs="Calibri"/>
          <w:sz w:val="22"/>
          <w:szCs w:val="22"/>
        </w:rPr>
        <w:t>;</w:t>
      </w:r>
    </w:p>
    <w:p w:rsidR="00BD0A77" w:rsidRPr="002E4B43" w:rsidRDefault="00BD0A77" w:rsidP="001E5CF2">
      <w:pPr>
        <w:pStyle w:val="Paragrafoelenco"/>
        <w:numPr>
          <w:ilvl w:val="0"/>
          <w:numId w:val="2"/>
        </w:numPr>
        <w:spacing w:line="360" w:lineRule="auto"/>
        <w:ind w:left="426" w:hanging="426"/>
        <w:jc w:val="both"/>
        <w:rPr>
          <w:rFonts w:ascii="Garamond" w:hAnsi="Garamond" w:cs="Calibri"/>
          <w:i/>
          <w:sz w:val="22"/>
          <w:szCs w:val="22"/>
        </w:rPr>
      </w:pPr>
      <w:r w:rsidRPr="002E4B43">
        <w:rPr>
          <w:rFonts w:ascii="Garamond" w:hAnsi="Garamond" w:cs="Calibri"/>
          <w:b/>
          <w:sz w:val="22"/>
          <w:szCs w:val="22"/>
        </w:rPr>
        <w:t>attesta</w:t>
      </w:r>
      <w:r w:rsidR="00A61374" w:rsidRPr="002E4B43">
        <w:rPr>
          <w:rFonts w:ascii="Garamond" w:hAnsi="Garamond" w:cs="Calibri"/>
          <w:sz w:val="22"/>
          <w:szCs w:val="22"/>
        </w:rPr>
        <w:t xml:space="preserve"> </w:t>
      </w:r>
      <w:r w:rsidRPr="002E4B43">
        <w:rPr>
          <w:rFonts w:ascii="Garamond" w:hAnsi="Garamond" w:cs="Calibri"/>
          <w:i/>
          <w:sz w:val="22"/>
          <w:szCs w:val="22"/>
        </w:rPr>
        <w:t>(Barrare il punto relativo alla propria situazione)</w:t>
      </w:r>
      <w:r w:rsidR="00A61374" w:rsidRPr="002E4B43">
        <w:rPr>
          <w:rFonts w:ascii="Garamond" w:hAnsi="Garamond" w:cs="Calibri"/>
          <w:sz w:val="22"/>
          <w:szCs w:val="22"/>
        </w:rPr>
        <w:t>:</w:t>
      </w:r>
    </w:p>
    <w:p w:rsidR="00BD0A77" w:rsidRPr="002E4B43" w:rsidRDefault="004C60B1" w:rsidP="006744EC">
      <w:pPr>
        <w:spacing w:line="360" w:lineRule="auto"/>
        <w:ind w:left="426"/>
        <w:jc w:val="both"/>
        <w:rPr>
          <w:rFonts w:ascii="Garamond" w:hAnsi="Garamond" w:cs="Calibri"/>
          <w:sz w:val="22"/>
          <w:szCs w:val="22"/>
        </w:rPr>
      </w:pPr>
      <w:permStart w:id="876484860" w:edGrp="everyone"/>
      <w:r w:rsidRPr="002E4B43">
        <w:rPr>
          <w:rFonts w:ascii="Segoe UI Symbol" w:eastAsia="MS Gothic" w:hAnsi="Segoe UI Symbol" w:cs="Segoe UI Symbol"/>
          <w:sz w:val="22"/>
          <w:szCs w:val="22"/>
        </w:rPr>
        <w:t>☐</w:t>
      </w:r>
      <w:permEnd w:id="876484860"/>
      <w:r w:rsidRPr="002E4B43">
        <w:rPr>
          <w:rFonts w:ascii="Garamond" w:hAnsi="Garamond" w:cs="Arial"/>
          <w:sz w:val="22"/>
          <w:szCs w:val="22"/>
        </w:rPr>
        <w:t xml:space="preserve"> </w:t>
      </w:r>
      <w:r w:rsidR="00BD0A77" w:rsidRPr="002E4B43">
        <w:rPr>
          <w:rFonts w:ascii="Garamond" w:hAnsi="Garamond" w:cs="Arial"/>
          <w:sz w:val="22"/>
          <w:szCs w:val="22"/>
        </w:rPr>
        <w:t>di NON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w:t>
      </w:r>
    </w:p>
    <w:p w:rsidR="00E43E73" w:rsidRPr="002E4B43" w:rsidRDefault="00E43E73" w:rsidP="006744EC">
      <w:pPr>
        <w:spacing w:line="360" w:lineRule="auto"/>
        <w:ind w:left="426"/>
        <w:jc w:val="both"/>
        <w:rPr>
          <w:rFonts w:ascii="Garamond" w:hAnsi="Garamond" w:cs="Calibri"/>
          <w:sz w:val="22"/>
          <w:szCs w:val="22"/>
        </w:rPr>
      </w:pPr>
      <w:r w:rsidRPr="002E4B43">
        <w:rPr>
          <w:rFonts w:ascii="Garamond" w:hAnsi="Garamond" w:cs="Arial"/>
          <w:b/>
          <w:i/>
          <w:sz w:val="22"/>
          <w:szCs w:val="22"/>
        </w:rPr>
        <w:t>Ovvero</w:t>
      </w:r>
    </w:p>
    <w:p w:rsidR="00BD0A77" w:rsidRPr="002E4B43" w:rsidRDefault="004C60B1" w:rsidP="006744EC">
      <w:pPr>
        <w:spacing w:line="360" w:lineRule="auto"/>
        <w:ind w:left="426"/>
        <w:jc w:val="both"/>
        <w:rPr>
          <w:rFonts w:ascii="Garamond" w:hAnsi="Garamond"/>
          <w:sz w:val="22"/>
          <w:szCs w:val="22"/>
        </w:rPr>
      </w:pPr>
      <w:permStart w:id="810705974" w:edGrp="everyone"/>
      <w:r w:rsidRPr="002E4B43">
        <w:rPr>
          <w:rFonts w:ascii="Segoe UI Symbol" w:eastAsia="MS Gothic" w:hAnsi="Segoe UI Symbol" w:cs="Segoe UI Symbol"/>
          <w:sz w:val="22"/>
          <w:szCs w:val="22"/>
        </w:rPr>
        <w:t>☐</w:t>
      </w:r>
      <w:permEnd w:id="810705974"/>
      <w:r w:rsidRPr="002E4B43">
        <w:rPr>
          <w:rFonts w:ascii="Garamond" w:hAnsi="Garamond" w:cs="Arial"/>
          <w:sz w:val="22"/>
          <w:szCs w:val="22"/>
        </w:rPr>
        <w:t xml:space="preserve"> </w:t>
      </w:r>
      <w:r w:rsidR="00BD0A77" w:rsidRPr="002E4B43">
        <w:rPr>
          <w:rFonts w:ascii="Garamond" w:hAnsi="Garamond" w:cs="Arial"/>
          <w:sz w:val="22"/>
          <w:szCs w:val="22"/>
        </w:rPr>
        <w:t>di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 e di essere in possesso dell’autorizzazione rilasciata ai sensi del d.m. 14 dicembre 2010 del Ministero dell’economia e delle finanze (art. 37 del d.l. 31 maggio 2010, n. 78), oppure, avere in corso un procedimento per il rilasci</w:t>
      </w:r>
      <w:r w:rsidR="00A61374" w:rsidRPr="002E4B43">
        <w:rPr>
          <w:rFonts w:ascii="Garamond" w:hAnsi="Garamond" w:cs="Calibri"/>
          <w:sz w:val="22"/>
          <w:szCs w:val="22"/>
        </w:rPr>
        <w:t>o della predetta autorizzazione;</w:t>
      </w:r>
    </w:p>
    <w:p w:rsidR="00F51D31" w:rsidRPr="002E4B43" w:rsidRDefault="005A0D72" w:rsidP="006744EC">
      <w:pPr>
        <w:pStyle w:val="Paragrafoelenco"/>
        <w:numPr>
          <w:ilvl w:val="0"/>
          <w:numId w:val="2"/>
        </w:numPr>
        <w:spacing w:line="360" w:lineRule="auto"/>
        <w:ind w:left="426" w:hanging="426"/>
        <w:jc w:val="both"/>
        <w:rPr>
          <w:rFonts w:ascii="Garamond" w:hAnsi="Garamond" w:cs="Calibri"/>
          <w:b/>
          <w:sz w:val="22"/>
          <w:szCs w:val="22"/>
        </w:rPr>
      </w:pPr>
      <w:r w:rsidRPr="002E4B43">
        <w:rPr>
          <w:rFonts w:ascii="Garamond" w:hAnsi="Garamond" w:cs="Calibri"/>
          <w:sz w:val="22"/>
          <w:szCs w:val="22"/>
        </w:rPr>
        <w:t>(</w:t>
      </w:r>
      <w:r w:rsidR="00CC74A2" w:rsidRPr="002E4B43">
        <w:rPr>
          <w:rFonts w:ascii="Garamond" w:hAnsi="Garamond" w:cs="Calibri"/>
          <w:i/>
          <w:sz w:val="22"/>
          <w:szCs w:val="22"/>
        </w:rPr>
        <w:t xml:space="preserve">dichiarazione eventuale, </w:t>
      </w:r>
      <w:r w:rsidRPr="002E4B43">
        <w:rPr>
          <w:rFonts w:ascii="Garamond" w:hAnsi="Garamond" w:cs="Calibri"/>
          <w:i/>
          <w:sz w:val="22"/>
          <w:szCs w:val="22"/>
        </w:rPr>
        <w:t>selezionare il box successivo ove si intenda rilasciare la relativa dichiarazione</w:t>
      </w:r>
      <w:r w:rsidRPr="002E4B43">
        <w:rPr>
          <w:rFonts w:ascii="Garamond" w:hAnsi="Garamond" w:cs="Calibri"/>
          <w:sz w:val="22"/>
          <w:szCs w:val="22"/>
        </w:rPr>
        <w:t>)</w:t>
      </w:r>
      <w:r w:rsidR="0061145F">
        <w:rPr>
          <w:rFonts w:ascii="Garamond" w:hAnsi="Garamond" w:cs="Calibri"/>
          <w:sz w:val="22"/>
          <w:szCs w:val="22"/>
        </w:rPr>
        <w:t>:</w:t>
      </w:r>
    </w:p>
    <w:p w:rsidR="00A01398" w:rsidRPr="002E4B43" w:rsidRDefault="004C60B1" w:rsidP="006744EC">
      <w:pPr>
        <w:spacing w:line="360" w:lineRule="auto"/>
        <w:ind w:left="426"/>
        <w:jc w:val="both"/>
        <w:rPr>
          <w:rFonts w:ascii="Garamond" w:hAnsi="Garamond"/>
          <w:sz w:val="22"/>
          <w:szCs w:val="22"/>
        </w:rPr>
      </w:pPr>
      <w:permStart w:id="581795118" w:edGrp="everyone"/>
      <w:r w:rsidRPr="002E4B43">
        <w:rPr>
          <w:rFonts w:ascii="Segoe UI Symbol" w:eastAsia="MS Gothic" w:hAnsi="Segoe UI Symbol" w:cs="Segoe UI Symbol"/>
          <w:sz w:val="22"/>
          <w:szCs w:val="22"/>
        </w:rPr>
        <w:t>☐</w:t>
      </w:r>
      <w:permEnd w:id="581795118"/>
      <w:r w:rsidRPr="002E4B43">
        <w:rPr>
          <w:rFonts w:ascii="Garamond" w:hAnsi="Garamond"/>
          <w:sz w:val="22"/>
          <w:szCs w:val="22"/>
        </w:rPr>
        <w:t xml:space="preserve"> </w:t>
      </w:r>
      <w:r w:rsidR="0061145F" w:rsidRPr="002E4B43">
        <w:rPr>
          <w:rFonts w:ascii="Garamond" w:hAnsi="Garamond" w:cs="Calibri"/>
          <w:b/>
          <w:sz w:val="22"/>
          <w:szCs w:val="22"/>
        </w:rPr>
        <w:t>dichiara</w:t>
      </w:r>
      <w:r w:rsidR="0061145F" w:rsidRPr="002E4B43">
        <w:rPr>
          <w:rFonts w:ascii="Garamond" w:hAnsi="Garamond" w:cs="Calibri"/>
          <w:sz w:val="22"/>
          <w:szCs w:val="22"/>
        </w:rPr>
        <w:t xml:space="preserve"> che</w:t>
      </w:r>
      <w:r w:rsidR="0061145F" w:rsidRPr="002E4B43">
        <w:rPr>
          <w:rFonts w:ascii="Garamond" w:hAnsi="Garamond"/>
          <w:sz w:val="22"/>
          <w:szCs w:val="22"/>
        </w:rPr>
        <w:t xml:space="preserve"> </w:t>
      </w:r>
      <w:r w:rsidR="00F51D31" w:rsidRPr="002E4B43">
        <w:rPr>
          <w:rFonts w:ascii="Garamond" w:hAnsi="Garamond"/>
          <w:sz w:val="22"/>
          <w:szCs w:val="22"/>
        </w:rPr>
        <w:t>l’Impresa si trova in una delle condizioni previste dall’art. 80, co. 11, D.Lgs. 50/2016</w:t>
      </w:r>
      <w:r w:rsidR="00F447FE" w:rsidRPr="002E4B43">
        <w:rPr>
          <w:rFonts w:ascii="Garamond" w:hAnsi="Garamond"/>
          <w:sz w:val="22"/>
          <w:szCs w:val="22"/>
        </w:rPr>
        <w:t xml:space="preserve"> e s.m.i. </w:t>
      </w:r>
      <w:r w:rsidR="00F447FE" w:rsidRPr="002E4B43">
        <w:rPr>
          <w:rFonts w:ascii="Garamond" w:hAnsi="Garamond" w:cs="Arial"/>
          <w:sz w:val="22"/>
          <w:szCs w:val="22"/>
        </w:rPr>
        <w:t xml:space="preserve">(da ora </w:t>
      </w:r>
      <w:r w:rsidR="00F447FE" w:rsidRPr="002E4B43">
        <w:rPr>
          <w:rFonts w:ascii="Garamond" w:hAnsi="Garamond" w:cs="Arial"/>
          <w:i/>
          <w:sz w:val="22"/>
          <w:szCs w:val="22"/>
        </w:rPr>
        <w:t>Codice</w:t>
      </w:r>
      <w:r w:rsidR="00F447FE" w:rsidRPr="002E4B43">
        <w:rPr>
          <w:rFonts w:ascii="Garamond" w:hAnsi="Garamond" w:cs="Arial"/>
          <w:sz w:val="22"/>
          <w:szCs w:val="22"/>
        </w:rPr>
        <w:t>)</w:t>
      </w:r>
      <w:r w:rsidR="002E4B43">
        <w:rPr>
          <w:rFonts w:ascii="Garamond" w:hAnsi="Garamond"/>
          <w:sz w:val="22"/>
          <w:szCs w:val="22"/>
        </w:rPr>
        <w:t>, di non applicabilità delle</w:t>
      </w:r>
      <w:r w:rsidR="00F51D31" w:rsidRPr="002E4B43">
        <w:rPr>
          <w:rFonts w:ascii="Garamond" w:hAnsi="Garamond"/>
          <w:sz w:val="22"/>
          <w:szCs w:val="22"/>
        </w:rPr>
        <w:t xml:space="preserve"> cause di esclusione previste dal medesimo articolo, come risultante dalla documentazione allegata (</w:t>
      </w:r>
      <w:r w:rsidR="00F51D31" w:rsidRPr="002E4B43">
        <w:rPr>
          <w:rFonts w:ascii="Garamond" w:hAnsi="Garamond"/>
          <w:i/>
          <w:sz w:val="22"/>
          <w:szCs w:val="22"/>
        </w:rPr>
        <w:t>indicare</w:t>
      </w:r>
      <w:r w:rsidR="00704A47" w:rsidRPr="002E4B43">
        <w:rPr>
          <w:rFonts w:ascii="Garamond" w:hAnsi="Garamond"/>
          <w:i/>
          <w:sz w:val="22"/>
          <w:szCs w:val="22"/>
        </w:rPr>
        <w:t xml:space="preserve"> </w:t>
      </w:r>
      <w:r w:rsidR="00DE640A">
        <w:rPr>
          <w:rFonts w:ascii="Garamond" w:hAnsi="Garamond"/>
          <w:i/>
          <w:sz w:val="22"/>
          <w:szCs w:val="22"/>
        </w:rPr>
        <w:t>il “</w:t>
      </w:r>
      <w:r w:rsidR="00704A47" w:rsidRPr="002E4B43">
        <w:rPr>
          <w:rFonts w:ascii="Garamond" w:hAnsi="Garamond"/>
          <w:i/>
          <w:sz w:val="22"/>
          <w:szCs w:val="22"/>
        </w:rPr>
        <w:t>filename</w:t>
      </w:r>
      <w:r w:rsidR="00DE640A">
        <w:rPr>
          <w:rFonts w:ascii="Garamond" w:hAnsi="Garamond"/>
          <w:i/>
          <w:sz w:val="22"/>
          <w:szCs w:val="22"/>
        </w:rPr>
        <w:t>”</w:t>
      </w:r>
      <w:r w:rsidR="00704A47" w:rsidRPr="002E4B43">
        <w:rPr>
          <w:rFonts w:ascii="Garamond" w:hAnsi="Garamond"/>
          <w:i/>
          <w:sz w:val="22"/>
          <w:szCs w:val="22"/>
        </w:rPr>
        <w:t xml:space="preserve"> della</w:t>
      </w:r>
      <w:r w:rsidR="00F51D31" w:rsidRPr="002E4B43">
        <w:rPr>
          <w:rFonts w:ascii="Garamond" w:hAnsi="Garamond"/>
          <w:i/>
          <w:sz w:val="22"/>
          <w:szCs w:val="22"/>
        </w:rPr>
        <w:t xml:space="preserve"> documentazione allegata</w:t>
      </w:r>
      <w:r w:rsidR="00331239">
        <w:rPr>
          <w:rFonts w:ascii="Garamond" w:hAnsi="Garamond"/>
          <w:i/>
          <w:sz w:val="22"/>
          <w:szCs w:val="22"/>
        </w:rPr>
        <w:t xml:space="preserve"> </w:t>
      </w:r>
      <w:permStart w:id="1545497749" w:edGrp="everyone"/>
      <w:permStart w:id="1915891394" w:edGrp="everyone"/>
      <w:r w:rsidR="009731E0" w:rsidRPr="00CF04A7">
        <w:rPr>
          <w:rStyle w:val="Testosegnaposto"/>
          <w:rFonts w:ascii="Garamond" w:hAnsi="Garamond"/>
          <w:sz w:val="16"/>
        </w:rPr>
        <w:t>Fare clic qui per immettere testo.</w:t>
      </w:r>
      <w:permEnd w:id="1545497749"/>
      <w:permEnd w:id="1915891394"/>
      <w:r w:rsidR="00F41915" w:rsidRPr="002E4B43">
        <w:rPr>
          <w:rFonts w:ascii="Garamond" w:hAnsi="Garamond"/>
          <w:sz w:val="22"/>
          <w:szCs w:val="22"/>
        </w:rPr>
        <w:t>);</w:t>
      </w:r>
    </w:p>
    <w:p w:rsidR="00B51DCF" w:rsidRPr="002E4B43" w:rsidRDefault="00D03FEA" w:rsidP="006744EC">
      <w:pPr>
        <w:pStyle w:val="Paragrafoelenco"/>
        <w:numPr>
          <w:ilvl w:val="0"/>
          <w:numId w:val="2"/>
        </w:numPr>
        <w:spacing w:line="360" w:lineRule="auto"/>
        <w:ind w:left="426" w:hanging="426"/>
        <w:jc w:val="both"/>
        <w:rPr>
          <w:rFonts w:ascii="Garamond" w:hAnsi="Garamond"/>
          <w:sz w:val="22"/>
          <w:szCs w:val="22"/>
        </w:rPr>
      </w:pPr>
      <w:r>
        <w:rPr>
          <w:rFonts w:ascii="Garamond" w:hAnsi="Garamond" w:cs="Arial"/>
          <w:b/>
          <w:sz w:val="22"/>
          <w:szCs w:val="22"/>
        </w:rPr>
        <w:t>comunica</w:t>
      </w:r>
      <w:r w:rsidR="0086272B" w:rsidRPr="002E4B43">
        <w:rPr>
          <w:rFonts w:ascii="Garamond" w:hAnsi="Garamond" w:cs="Arial"/>
          <w:b/>
          <w:sz w:val="22"/>
          <w:szCs w:val="22"/>
        </w:rPr>
        <w:t xml:space="preserve">, </w:t>
      </w:r>
      <w:r w:rsidR="0086272B" w:rsidRPr="002E4B43">
        <w:rPr>
          <w:rFonts w:ascii="Garamond" w:hAnsi="Garamond" w:cs="Arial"/>
          <w:sz w:val="22"/>
          <w:szCs w:val="22"/>
        </w:rPr>
        <w:t xml:space="preserve">con riferimento al comunicato </w:t>
      </w:r>
      <w:r w:rsidR="001A77EE" w:rsidRPr="002E4B43">
        <w:rPr>
          <w:rFonts w:ascii="Garamond" w:hAnsi="Garamond" w:cs="Arial"/>
          <w:sz w:val="22"/>
          <w:szCs w:val="22"/>
        </w:rPr>
        <w:t>del Presidente dell’</w:t>
      </w:r>
      <w:r w:rsidR="0086272B" w:rsidRPr="002E4B43">
        <w:rPr>
          <w:rFonts w:ascii="Garamond" w:hAnsi="Garamond" w:cs="Arial"/>
          <w:sz w:val="22"/>
          <w:szCs w:val="22"/>
        </w:rPr>
        <w:t xml:space="preserve">ANAC del 8 novembre 2017, </w:t>
      </w:r>
      <w:bookmarkStart w:id="3" w:name="_Hlk499207357"/>
      <w:r w:rsidR="00B51DCF" w:rsidRPr="002E4B43">
        <w:rPr>
          <w:rFonts w:ascii="Garamond" w:hAnsi="Garamond" w:cs="Arial"/>
          <w:sz w:val="22"/>
          <w:szCs w:val="22"/>
        </w:rPr>
        <w:t xml:space="preserve">i dati identificativi dei soggetti di cui all’art. 80, co. 3 del </w:t>
      </w:r>
      <w:r w:rsidR="0086272B" w:rsidRPr="002E4B43">
        <w:rPr>
          <w:rFonts w:ascii="Garamond" w:hAnsi="Garamond" w:cs="Arial"/>
          <w:i/>
          <w:sz w:val="22"/>
          <w:szCs w:val="22"/>
        </w:rPr>
        <w:t>Codice</w:t>
      </w:r>
      <w:bookmarkEnd w:id="3"/>
      <w:r w:rsidR="00B51DCF" w:rsidRPr="002E4B43">
        <w:rPr>
          <w:rFonts w:ascii="Garamond" w:hAnsi="Garamond"/>
          <w:sz w:val="22"/>
          <w:szCs w:val="22"/>
        </w:rPr>
        <w:t>:</w:t>
      </w: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0"/>
        <w:gridCol w:w="2304"/>
        <w:gridCol w:w="1727"/>
        <w:gridCol w:w="2298"/>
        <w:gridCol w:w="853"/>
      </w:tblGrid>
      <w:tr w:rsidR="00C001A3" w:rsidRPr="00CF04A7" w:rsidTr="00E3616A">
        <w:trPr>
          <w:trHeight w:val="246"/>
          <w:jc w:val="center"/>
        </w:trPr>
        <w:tc>
          <w:tcPr>
            <w:tcW w:w="1431" w:type="pct"/>
            <w:shd w:val="clear" w:color="auto" w:fill="244061"/>
            <w:vAlign w:val="center"/>
          </w:tcPr>
          <w:p w:rsidR="00C001A3" w:rsidRPr="00CF04A7" w:rsidRDefault="00C001A3" w:rsidP="00C001A3">
            <w:pPr>
              <w:jc w:val="center"/>
              <w:rPr>
                <w:rFonts w:ascii="Garamond" w:hAnsi="Garamond"/>
              </w:rPr>
            </w:pPr>
            <w:r w:rsidRPr="00CF04A7">
              <w:rPr>
                <w:rFonts w:ascii="Garamond" w:hAnsi="Garamond" w:cs="Arial"/>
                <w:b/>
                <w:bCs/>
                <w:smallCaps/>
                <w:sz w:val="18"/>
                <w:szCs w:val="22"/>
              </w:rPr>
              <w:t>Nome Cognome</w:t>
            </w:r>
          </w:p>
        </w:tc>
        <w:tc>
          <w:tcPr>
            <w:tcW w:w="1145" w:type="pct"/>
            <w:shd w:val="clear" w:color="auto" w:fill="244061"/>
            <w:vAlign w:val="center"/>
          </w:tcPr>
          <w:p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858" w:type="pct"/>
            <w:shd w:val="clear" w:color="auto" w:fill="244061"/>
            <w:vAlign w:val="center"/>
          </w:tcPr>
          <w:p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Carica</w:t>
            </w:r>
          </w:p>
        </w:tc>
        <w:tc>
          <w:tcPr>
            <w:tcW w:w="1142" w:type="pct"/>
            <w:shd w:val="clear" w:color="auto" w:fill="244061"/>
            <w:vAlign w:val="center"/>
          </w:tcPr>
          <w:p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Residenza</w:t>
            </w:r>
          </w:p>
        </w:tc>
        <w:tc>
          <w:tcPr>
            <w:tcW w:w="424" w:type="pct"/>
            <w:shd w:val="clear" w:color="auto" w:fill="244061"/>
            <w:vAlign w:val="center"/>
          </w:tcPr>
          <w:p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Cessato</w:t>
            </w:r>
          </w:p>
          <w:p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(si/no)</w:t>
            </w:r>
          </w:p>
        </w:tc>
      </w:tr>
      <w:tr w:rsidR="00522A94" w:rsidRPr="00CF04A7" w:rsidTr="00082896">
        <w:trPr>
          <w:trHeight w:val="257"/>
          <w:jc w:val="center"/>
        </w:trPr>
        <w:tc>
          <w:tcPr>
            <w:tcW w:w="1431" w:type="pct"/>
            <w:shd w:val="clear" w:color="auto" w:fill="auto"/>
            <w:vAlign w:val="center"/>
          </w:tcPr>
          <w:p w:rsidR="00522A94" w:rsidRPr="00CF04A7" w:rsidRDefault="00522A94" w:rsidP="008161AB">
            <w:pPr>
              <w:jc w:val="center"/>
              <w:rPr>
                <w:rFonts w:ascii="Garamond" w:hAnsi="Garamond" w:cs="Arial"/>
                <w:bCs/>
                <w:sz w:val="18"/>
                <w:szCs w:val="22"/>
              </w:rPr>
            </w:pPr>
            <w:permStart w:id="382483450" w:edGrp="everyone" w:colFirst="0" w:colLast="0"/>
            <w:permStart w:id="1216958250" w:edGrp="everyone" w:colFirst="1" w:colLast="1"/>
            <w:permStart w:id="1145727991" w:edGrp="everyone" w:colFirst="2" w:colLast="2"/>
            <w:permStart w:id="1611861021" w:edGrp="everyone" w:colFirst="3" w:colLast="3"/>
            <w:permStart w:id="687604639" w:edGrp="everyone" w:colFirst="4" w:colLast="4"/>
            <w:permStart w:id="1338507729" w:edGrp="everyone"/>
          </w:p>
        </w:tc>
        <w:tc>
          <w:tcPr>
            <w:tcW w:w="1145" w:type="pct"/>
            <w:vAlign w:val="center"/>
          </w:tcPr>
          <w:p w:rsidR="00522A94" w:rsidRPr="00CF04A7" w:rsidRDefault="00522A94" w:rsidP="008161AB">
            <w:pPr>
              <w:jc w:val="center"/>
              <w:rPr>
                <w:rFonts w:ascii="Garamond" w:hAnsi="Garamond" w:cs="Arial"/>
                <w:bCs/>
                <w:sz w:val="18"/>
                <w:szCs w:val="22"/>
              </w:rPr>
            </w:pPr>
          </w:p>
        </w:tc>
        <w:tc>
          <w:tcPr>
            <w:tcW w:w="858" w:type="pct"/>
            <w:shd w:val="clear" w:color="auto" w:fill="auto"/>
            <w:vAlign w:val="center"/>
          </w:tcPr>
          <w:p w:rsidR="00522A94" w:rsidRPr="00CF04A7" w:rsidRDefault="00522A94" w:rsidP="008161AB">
            <w:pPr>
              <w:jc w:val="center"/>
              <w:rPr>
                <w:rFonts w:ascii="Garamond" w:hAnsi="Garamond" w:cs="Arial"/>
                <w:bCs/>
                <w:sz w:val="18"/>
                <w:szCs w:val="22"/>
              </w:rPr>
            </w:pPr>
          </w:p>
        </w:tc>
        <w:tc>
          <w:tcPr>
            <w:tcW w:w="1142" w:type="pct"/>
            <w:vAlign w:val="center"/>
          </w:tcPr>
          <w:p w:rsidR="00522A94" w:rsidRPr="00CF04A7" w:rsidRDefault="00522A94" w:rsidP="008161AB">
            <w:pPr>
              <w:jc w:val="center"/>
              <w:rPr>
                <w:rFonts w:ascii="Garamond" w:hAnsi="Garamond" w:cs="Arial"/>
                <w:bCs/>
                <w:sz w:val="18"/>
                <w:szCs w:val="22"/>
              </w:rPr>
            </w:pPr>
          </w:p>
        </w:tc>
        <w:tc>
          <w:tcPr>
            <w:tcW w:w="424" w:type="pct"/>
            <w:vAlign w:val="center"/>
          </w:tcPr>
          <w:p w:rsidR="00522A94" w:rsidRPr="00CF04A7" w:rsidRDefault="00522A94" w:rsidP="008161AB">
            <w:pPr>
              <w:jc w:val="center"/>
              <w:rPr>
                <w:rFonts w:ascii="Garamond" w:hAnsi="Garamond" w:cs="Arial"/>
                <w:bCs/>
                <w:sz w:val="18"/>
                <w:szCs w:val="22"/>
              </w:rPr>
            </w:pPr>
          </w:p>
        </w:tc>
      </w:tr>
      <w:tr w:rsidR="00FE035A" w:rsidRPr="00CF04A7" w:rsidTr="00082896">
        <w:trPr>
          <w:trHeight w:val="257"/>
          <w:jc w:val="center"/>
        </w:trPr>
        <w:tc>
          <w:tcPr>
            <w:tcW w:w="1431" w:type="pct"/>
            <w:shd w:val="clear" w:color="auto" w:fill="auto"/>
            <w:vAlign w:val="center"/>
          </w:tcPr>
          <w:p w:rsidR="00FE035A" w:rsidRPr="00CF04A7" w:rsidRDefault="00FE035A" w:rsidP="008161AB">
            <w:pPr>
              <w:jc w:val="center"/>
              <w:rPr>
                <w:rFonts w:ascii="Garamond" w:hAnsi="Garamond" w:cs="Arial"/>
                <w:bCs/>
                <w:sz w:val="18"/>
                <w:szCs w:val="22"/>
              </w:rPr>
            </w:pPr>
            <w:permStart w:id="1095727900" w:edGrp="everyone" w:colFirst="0" w:colLast="0"/>
            <w:permStart w:id="1200173060" w:edGrp="everyone" w:colFirst="1" w:colLast="1"/>
            <w:permStart w:id="1943669012" w:edGrp="everyone" w:colFirst="2" w:colLast="2"/>
            <w:permStart w:id="2136886837" w:edGrp="everyone" w:colFirst="3" w:colLast="3"/>
            <w:permStart w:id="253564789" w:edGrp="everyone" w:colFirst="4" w:colLast="4"/>
            <w:permStart w:id="560036836" w:edGrp="everyone" w:colFirst="5" w:colLast="5"/>
            <w:permEnd w:id="382483450"/>
            <w:permEnd w:id="1216958250"/>
            <w:permEnd w:id="1145727991"/>
            <w:permEnd w:id="1611861021"/>
            <w:permEnd w:id="687604639"/>
          </w:p>
        </w:tc>
        <w:tc>
          <w:tcPr>
            <w:tcW w:w="1145" w:type="pct"/>
            <w:vAlign w:val="center"/>
          </w:tcPr>
          <w:p w:rsidR="00FE035A" w:rsidRPr="00CF04A7" w:rsidRDefault="00FE035A" w:rsidP="008161AB">
            <w:pPr>
              <w:jc w:val="center"/>
              <w:rPr>
                <w:rFonts w:ascii="Garamond" w:hAnsi="Garamond" w:cs="Arial"/>
                <w:bCs/>
                <w:sz w:val="18"/>
                <w:szCs w:val="22"/>
              </w:rPr>
            </w:pPr>
          </w:p>
        </w:tc>
        <w:tc>
          <w:tcPr>
            <w:tcW w:w="858" w:type="pct"/>
            <w:shd w:val="clear" w:color="auto" w:fill="auto"/>
            <w:vAlign w:val="center"/>
          </w:tcPr>
          <w:p w:rsidR="00FE035A" w:rsidRPr="00CF04A7" w:rsidRDefault="00FE035A" w:rsidP="008161AB">
            <w:pPr>
              <w:jc w:val="center"/>
              <w:rPr>
                <w:rFonts w:ascii="Garamond" w:hAnsi="Garamond" w:cs="Arial"/>
                <w:bCs/>
                <w:sz w:val="18"/>
                <w:szCs w:val="22"/>
              </w:rPr>
            </w:pPr>
          </w:p>
        </w:tc>
        <w:tc>
          <w:tcPr>
            <w:tcW w:w="1142" w:type="pct"/>
            <w:vAlign w:val="center"/>
          </w:tcPr>
          <w:p w:rsidR="00FE035A" w:rsidRPr="00CF04A7" w:rsidRDefault="00FE035A" w:rsidP="008161AB">
            <w:pPr>
              <w:jc w:val="center"/>
              <w:rPr>
                <w:rFonts w:ascii="Garamond" w:hAnsi="Garamond" w:cs="Arial"/>
                <w:bCs/>
                <w:sz w:val="18"/>
                <w:szCs w:val="22"/>
              </w:rPr>
            </w:pPr>
          </w:p>
        </w:tc>
        <w:tc>
          <w:tcPr>
            <w:tcW w:w="424" w:type="pct"/>
            <w:vAlign w:val="center"/>
          </w:tcPr>
          <w:p w:rsidR="00FE035A" w:rsidRPr="00CF04A7" w:rsidRDefault="00FE035A" w:rsidP="008161AB">
            <w:pPr>
              <w:jc w:val="center"/>
              <w:rPr>
                <w:rFonts w:ascii="Garamond" w:hAnsi="Garamond" w:cs="Arial"/>
                <w:bCs/>
                <w:sz w:val="18"/>
                <w:szCs w:val="22"/>
              </w:rPr>
            </w:pPr>
          </w:p>
        </w:tc>
      </w:tr>
      <w:permEnd w:id="1338507729"/>
      <w:permEnd w:id="1095727900"/>
      <w:permEnd w:id="1200173060"/>
      <w:permEnd w:id="1943669012"/>
      <w:permEnd w:id="2136886837"/>
      <w:permEnd w:id="253564789"/>
      <w:permEnd w:id="560036836"/>
    </w:tbl>
    <w:p w:rsidR="0092597B" w:rsidRPr="00CF04A7" w:rsidRDefault="0092597B" w:rsidP="0092597B">
      <w:pPr>
        <w:pStyle w:val="Paragrafoelenco"/>
        <w:spacing w:line="360" w:lineRule="auto"/>
        <w:ind w:left="360"/>
        <w:jc w:val="both"/>
        <w:rPr>
          <w:rFonts w:ascii="Garamond" w:hAnsi="Garamond" w:cs="Calibri"/>
          <w:sz w:val="22"/>
          <w:szCs w:val="22"/>
        </w:rPr>
      </w:pPr>
    </w:p>
    <w:p w:rsidR="00CB5882" w:rsidRDefault="00CB5882" w:rsidP="00CB5882">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467332">
        <w:rPr>
          <w:rFonts w:ascii="Garamond" w:hAnsi="Garamond" w:cs="Calibri"/>
          <w:sz w:val="22"/>
          <w:szCs w:val="22"/>
        </w:rPr>
        <w:t>;</w:t>
      </w:r>
    </w:p>
    <w:p w:rsidR="00B51DCF" w:rsidRPr="002E4B43" w:rsidRDefault="00CB5882" w:rsidP="00CB5882">
      <w:pPr>
        <w:pStyle w:val="Paragrafoelenco"/>
        <w:spacing w:line="360" w:lineRule="auto"/>
        <w:ind w:left="426"/>
        <w:jc w:val="both"/>
        <w:rPr>
          <w:rFonts w:ascii="Garamond" w:hAnsi="Garamond" w:cs="Calibri"/>
          <w:sz w:val="22"/>
          <w:szCs w:val="22"/>
        </w:rPr>
      </w:pPr>
      <w:permStart w:id="1980119680" w:edGrp="everyone"/>
      <w:r>
        <w:rPr>
          <w:rFonts w:ascii="MS Gothic" w:eastAsia="MS Gothic" w:hAnsi="MS Gothic" w:cs="Arial" w:hint="eastAsia"/>
          <w:sz w:val="22"/>
          <w:szCs w:val="22"/>
        </w:rPr>
        <w:t>☐</w:t>
      </w:r>
      <w:permEnd w:id="1980119680"/>
      <w:r w:rsidRPr="007B4FE8">
        <w:rPr>
          <w:rFonts w:ascii="Garamond" w:hAnsi="Garamond"/>
          <w:sz w:val="22"/>
          <w:szCs w:val="22"/>
        </w:rPr>
        <w:t xml:space="preserve"> </w:t>
      </w:r>
      <w:r w:rsidR="001A77EE" w:rsidRPr="002E4B43">
        <w:rPr>
          <w:rFonts w:ascii="Garamond" w:hAnsi="Garamond" w:cs="Calibri"/>
          <w:b/>
          <w:sz w:val="22"/>
          <w:szCs w:val="22"/>
        </w:rPr>
        <w:t>dichiara</w:t>
      </w:r>
      <w:r w:rsidR="002E4FF8" w:rsidRPr="002E4B43">
        <w:rPr>
          <w:rFonts w:ascii="Garamond" w:hAnsi="Garamond" w:cs="Calibri"/>
          <w:b/>
          <w:sz w:val="22"/>
          <w:szCs w:val="22"/>
        </w:rPr>
        <w:t xml:space="preserve"> </w:t>
      </w:r>
      <w:r w:rsidR="002E4FF8" w:rsidRPr="002E4B43">
        <w:rPr>
          <w:rFonts w:ascii="Garamond" w:hAnsi="Garamond" w:cs="Calibri"/>
          <w:sz w:val="22"/>
          <w:szCs w:val="22"/>
        </w:rPr>
        <w:t xml:space="preserve">che </w:t>
      </w:r>
      <w:r w:rsidR="00624F7F" w:rsidRPr="002E4B43">
        <w:rPr>
          <w:rFonts w:ascii="Garamond" w:hAnsi="Garamond" w:cs="Calibri"/>
          <w:sz w:val="22"/>
          <w:szCs w:val="22"/>
        </w:rPr>
        <w:t>ne</w:t>
      </w:r>
      <w:r w:rsidR="00C453C5" w:rsidRPr="002E4B43">
        <w:rPr>
          <w:rFonts w:ascii="Garamond" w:hAnsi="Garamond" w:cs="Calibri"/>
          <w:sz w:val="22"/>
          <w:szCs w:val="22"/>
        </w:rPr>
        <w:t xml:space="preserve">i </w:t>
      </w:r>
      <w:r w:rsidR="00624F7F" w:rsidRPr="002E4B43">
        <w:rPr>
          <w:rFonts w:ascii="Garamond" w:hAnsi="Garamond" w:cs="Calibri"/>
          <w:sz w:val="22"/>
          <w:szCs w:val="22"/>
        </w:rPr>
        <w:t xml:space="preserve">confronti dei </w:t>
      </w:r>
      <w:r w:rsidR="00C453C5" w:rsidRPr="002E4B43">
        <w:rPr>
          <w:rFonts w:ascii="Garamond" w:hAnsi="Garamond" w:cs="Calibri"/>
          <w:sz w:val="22"/>
          <w:szCs w:val="22"/>
        </w:rPr>
        <w:t xml:space="preserve">seguenti </w:t>
      </w:r>
      <w:r w:rsidR="002E4FF8" w:rsidRPr="002E4B43">
        <w:rPr>
          <w:rFonts w:ascii="Garamond" w:hAnsi="Garamond" w:cs="Calibri"/>
          <w:sz w:val="22"/>
          <w:szCs w:val="22"/>
        </w:rPr>
        <w:t>soggetti</w:t>
      </w:r>
      <w:r w:rsidR="001A77EE" w:rsidRPr="002E4B43">
        <w:rPr>
          <w:rFonts w:ascii="Garamond" w:hAnsi="Garamond" w:cs="Calibri"/>
          <w:sz w:val="22"/>
          <w:szCs w:val="22"/>
        </w:rPr>
        <w:t>,</w:t>
      </w:r>
      <w:r w:rsidR="00C453C5" w:rsidRPr="002E4B43">
        <w:rPr>
          <w:rFonts w:ascii="Garamond" w:hAnsi="Garamond" w:cs="Calibri"/>
          <w:sz w:val="22"/>
          <w:szCs w:val="22"/>
        </w:rPr>
        <w:t xml:space="preserve"> di cui all’art.</w:t>
      </w:r>
      <w:r w:rsidR="005A2FC6" w:rsidRPr="002E4B43">
        <w:rPr>
          <w:rFonts w:ascii="Garamond" w:hAnsi="Garamond" w:cs="Calibri"/>
          <w:sz w:val="22"/>
          <w:szCs w:val="22"/>
        </w:rPr>
        <w:t xml:space="preserve"> </w:t>
      </w:r>
      <w:r w:rsidR="00C453C5" w:rsidRPr="002E4B43">
        <w:rPr>
          <w:rFonts w:ascii="Garamond" w:hAnsi="Garamond" w:cs="Calibri"/>
          <w:sz w:val="22"/>
          <w:szCs w:val="22"/>
        </w:rPr>
        <w:t>80, co.</w:t>
      </w:r>
      <w:r w:rsidR="00B93A5A" w:rsidRPr="002E4B43">
        <w:rPr>
          <w:rFonts w:ascii="Garamond" w:hAnsi="Garamond" w:cs="Calibri"/>
          <w:sz w:val="22"/>
          <w:szCs w:val="22"/>
        </w:rPr>
        <w:t xml:space="preserve"> </w:t>
      </w:r>
      <w:r w:rsidR="00C453C5" w:rsidRPr="002E4B43">
        <w:rPr>
          <w:rFonts w:ascii="Garamond" w:hAnsi="Garamond" w:cs="Calibri"/>
          <w:sz w:val="22"/>
          <w:szCs w:val="22"/>
        </w:rPr>
        <w:t>3</w:t>
      </w:r>
      <w:r w:rsidR="00624F7F" w:rsidRPr="002E4B43">
        <w:rPr>
          <w:rFonts w:ascii="Garamond" w:hAnsi="Garamond" w:cs="Calibri"/>
          <w:sz w:val="22"/>
          <w:szCs w:val="22"/>
        </w:rPr>
        <w:t>,</w:t>
      </w:r>
      <w:r w:rsidR="00C453C5" w:rsidRPr="002E4B43">
        <w:rPr>
          <w:rFonts w:ascii="Garamond" w:hAnsi="Garamond" w:cs="Calibri"/>
          <w:sz w:val="22"/>
          <w:szCs w:val="22"/>
        </w:rPr>
        <w:t xml:space="preserve"> del </w:t>
      </w:r>
      <w:r w:rsidR="00C453C5" w:rsidRPr="002E4B43">
        <w:rPr>
          <w:rFonts w:ascii="Garamond" w:hAnsi="Garamond" w:cs="Calibri"/>
          <w:i/>
          <w:sz w:val="22"/>
          <w:szCs w:val="22"/>
        </w:rPr>
        <w:t>Codice</w:t>
      </w:r>
      <w:r w:rsidR="001A77EE" w:rsidRPr="002E4B43">
        <w:rPr>
          <w:rFonts w:ascii="Garamond" w:hAnsi="Garamond" w:cs="Calibri"/>
          <w:sz w:val="22"/>
          <w:szCs w:val="22"/>
        </w:rPr>
        <w:t>,</w:t>
      </w:r>
      <w:r w:rsidR="00C453C5" w:rsidRPr="002E4B43">
        <w:rPr>
          <w:rFonts w:ascii="Garamond" w:hAnsi="Garamond" w:cs="Calibri"/>
          <w:sz w:val="22"/>
          <w:szCs w:val="22"/>
        </w:rPr>
        <w:t xml:space="preserve"> </w:t>
      </w:r>
      <w:r w:rsidR="00624F7F" w:rsidRPr="002E4B43">
        <w:rPr>
          <w:rFonts w:ascii="Garamond" w:hAnsi="Garamond" w:cs="Calibri"/>
          <w:sz w:val="22"/>
          <w:szCs w:val="22"/>
        </w:rPr>
        <w:t xml:space="preserve">sussistono </w:t>
      </w:r>
      <w:r w:rsidR="007361E8" w:rsidRPr="007361E8">
        <w:rPr>
          <w:rFonts w:ascii="Garamond" w:hAnsi="Garamond" w:cs="Calibri"/>
          <w:sz w:val="22"/>
          <w:szCs w:val="22"/>
          <w:u w:val="single"/>
        </w:rPr>
        <w:t>condanne definitive</w:t>
      </w:r>
      <w:r w:rsidR="007361E8" w:rsidRPr="007361E8">
        <w:rPr>
          <w:rFonts w:ascii="Garamond" w:hAnsi="Garamond" w:cs="Calibri"/>
          <w:sz w:val="22"/>
          <w:szCs w:val="22"/>
        </w:rPr>
        <w:t xml:space="preserve"> per i reati di cui all’art. 80</w:t>
      </w:r>
      <w:r w:rsidR="001A77EE" w:rsidRPr="002E4B43">
        <w:rPr>
          <w:rFonts w:ascii="Garamond" w:hAnsi="Garamond" w:cs="Calibri"/>
          <w:sz w:val="22"/>
          <w:szCs w:val="22"/>
        </w:rPr>
        <w:t xml:space="preserve">, </w:t>
      </w:r>
      <w:r w:rsidR="006744EC" w:rsidRPr="002E4B43">
        <w:rPr>
          <w:rFonts w:ascii="Garamond" w:hAnsi="Garamond" w:cs="Calibri"/>
          <w:sz w:val="22"/>
          <w:szCs w:val="22"/>
        </w:rPr>
        <w:t>co</w:t>
      </w:r>
      <w:r w:rsidR="00624F7F" w:rsidRPr="002E4B43">
        <w:rPr>
          <w:rFonts w:ascii="Garamond" w:hAnsi="Garamond" w:cs="Calibri"/>
          <w:sz w:val="22"/>
          <w:szCs w:val="22"/>
        </w:rPr>
        <w:t>mmi</w:t>
      </w:r>
      <w:r w:rsidR="001A77EE" w:rsidRPr="002E4B43">
        <w:rPr>
          <w:rFonts w:ascii="Garamond" w:hAnsi="Garamond" w:cs="Calibri"/>
          <w:sz w:val="22"/>
          <w:szCs w:val="22"/>
        </w:rPr>
        <w:t xml:space="preserve"> 1</w:t>
      </w:r>
      <w:r w:rsidR="00624F7F" w:rsidRPr="002E4B43">
        <w:rPr>
          <w:rFonts w:ascii="Garamond" w:hAnsi="Garamond" w:cs="Calibri"/>
          <w:sz w:val="22"/>
          <w:szCs w:val="22"/>
        </w:rPr>
        <w:t xml:space="preserve"> e 2</w:t>
      </w:r>
      <w:r w:rsidR="001A77EE" w:rsidRPr="002E4B43">
        <w:rPr>
          <w:rFonts w:ascii="Garamond" w:hAnsi="Garamond" w:cs="Calibri"/>
          <w:sz w:val="22"/>
          <w:szCs w:val="22"/>
        </w:rPr>
        <w:t xml:space="preserve">, del </w:t>
      </w:r>
      <w:r w:rsidR="001A77EE" w:rsidRPr="002E4B43">
        <w:rPr>
          <w:rFonts w:ascii="Garamond" w:hAnsi="Garamond" w:cs="Calibri"/>
          <w:i/>
          <w:sz w:val="22"/>
          <w:szCs w:val="22"/>
        </w:rPr>
        <w:t xml:space="preserve">Codice, </w:t>
      </w:r>
      <w:r w:rsidR="001A77EE" w:rsidRPr="002E4B43">
        <w:rPr>
          <w:rFonts w:ascii="Garamond" w:hAnsi="Garamond" w:cs="Calibri"/>
          <w:sz w:val="22"/>
          <w:szCs w:val="22"/>
        </w:rPr>
        <w:t>come di</w:t>
      </w:r>
      <w:r w:rsidR="001A77EE" w:rsidRPr="002E4B43">
        <w:rPr>
          <w:rFonts w:ascii="Garamond" w:hAnsi="Garamond" w:cs="Calibri"/>
          <w:i/>
          <w:sz w:val="22"/>
          <w:szCs w:val="22"/>
        </w:rPr>
        <w:t xml:space="preserve"> </w:t>
      </w:r>
      <w:r w:rsidR="001A77EE" w:rsidRPr="002E4B43">
        <w:rPr>
          <w:rFonts w:ascii="Garamond" w:hAnsi="Garamond" w:cs="Calibri"/>
          <w:sz w:val="22"/>
          <w:szCs w:val="22"/>
        </w:rPr>
        <w:t>seguito specificati</w:t>
      </w:r>
      <w:r w:rsidR="00C453C5" w:rsidRPr="002E4B43">
        <w:rPr>
          <w:rFonts w:ascii="Garamond" w:hAnsi="Garamond" w:cs="Calibri"/>
          <w:sz w:val="22"/>
          <w:szCs w:val="22"/>
        </w:rPr>
        <w:t>:</w:t>
      </w:r>
    </w:p>
    <w:tbl>
      <w:tblPr>
        <w:tblW w:w="5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78"/>
        <w:gridCol w:w="2305"/>
        <w:gridCol w:w="4892"/>
      </w:tblGrid>
      <w:tr w:rsidR="00C001A3" w:rsidRPr="00CF04A7" w:rsidTr="00E3616A">
        <w:trPr>
          <w:trHeight w:val="246"/>
          <w:jc w:val="center"/>
        </w:trPr>
        <w:tc>
          <w:tcPr>
            <w:tcW w:w="1428" w:type="pct"/>
            <w:shd w:val="clear" w:color="auto" w:fill="244061"/>
            <w:vAlign w:val="center"/>
          </w:tcPr>
          <w:p w:rsidR="00C001A3" w:rsidRPr="00CF04A7" w:rsidRDefault="00C001A3" w:rsidP="00C001A3">
            <w:pPr>
              <w:jc w:val="center"/>
              <w:rPr>
                <w:rFonts w:ascii="Garamond" w:hAnsi="Garamond"/>
              </w:rPr>
            </w:pPr>
            <w:r w:rsidRPr="00CF04A7">
              <w:rPr>
                <w:rFonts w:ascii="Garamond" w:hAnsi="Garamond" w:cs="Arial"/>
                <w:b/>
                <w:bCs/>
                <w:smallCaps/>
                <w:sz w:val="18"/>
                <w:szCs w:val="22"/>
              </w:rPr>
              <w:lastRenderedPageBreak/>
              <w:t>Nome Cognome</w:t>
            </w:r>
          </w:p>
        </w:tc>
        <w:tc>
          <w:tcPr>
            <w:tcW w:w="1144" w:type="pct"/>
            <w:shd w:val="clear" w:color="auto" w:fill="244061"/>
            <w:vAlign w:val="center"/>
          </w:tcPr>
          <w:p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2428" w:type="pct"/>
            <w:shd w:val="clear" w:color="auto" w:fill="244061"/>
            <w:vAlign w:val="center"/>
          </w:tcPr>
          <w:p w:rsidR="00C001A3" w:rsidRDefault="00C001A3" w:rsidP="00C001A3">
            <w:pPr>
              <w:jc w:val="center"/>
              <w:rPr>
                <w:rFonts w:ascii="Garamond" w:hAnsi="Garamond" w:cs="Arial"/>
                <w:b/>
                <w:bCs/>
                <w:smallCaps/>
                <w:sz w:val="18"/>
                <w:szCs w:val="22"/>
              </w:rPr>
            </w:pPr>
            <w:r>
              <w:rPr>
                <w:rFonts w:ascii="Garamond" w:hAnsi="Garamond" w:cs="Arial"/>
                <w:b/>
                <w:bCs/>
                <w:smallCaps/>
                <w:sz w:val="18"/>
                <w:szCs w:val="22"/>
              </w:rPr>
              <w:t>sentenza definitiva/</w:t>
            </w:r>
            <w:r w:rsidRPr="00624F7F">
              <w:rPr>
                <w:rFonts w:ascii="Garamond" w:hAnsi="Garamond" w:cs="Arial"/>
                <w:b/>
                <w:bCs/>
                <w:smallCaps/>
                <w:sz w:val="18"/>
                <w:szCs w:val="22"/>
              </w:rPr>
              <w:t xml:space="preserve">decreto </w:t>
            </w:r>
            <w:r>
              <w:rPr>
                <w:rFonts w:ascii="Garamond" w:hAnsi="Garamond" w:cs="Arial"/>
                <w:b/>
                <w:bCs/>
                <w:smallCaps/>
                <w:sz w:val="18"/>
                <w:szCs w:val="22"/>
              </w:rPr>
              <w:t>penale irrevocabile/</w:t>
            </w:r>
            <w:r w:rsidRPr="00624F7F">
              <w:rPr>
                <w:rFonts w:ascii="Garamond" w:hAnsi="Garamond" w:cs="Arial"/>
                <w:b/>
                <w:bCs/>
                <w:smallCaps/>
                <w:sz w:val="18"/>
                <w:szCs w:val="22"/>
              </w:rPr>
              <w:t>misura interdittiv</w:t>
            </w:r>
            <w:r>
              <w:rPr>
                <w:rFonts w:ascii="Garamond" w:hAnsi="Garamond" w:cs="Arial"/>
                <w:b/>
                <w:bCs/>
                <w:smallCaps/>
                <w:sz w:val="18"/>
                <w:szCs w:val="22"/>
              </w:rPr>
              <w:t>a</w:t>
            </w:r>
          </w:p>
          <w:p w:rsidR="00C001A3" w:rsidRPr="00C001A3" w:rsidRDefault="00C001A3" w:rsidP="00C001A3">
            <w:pPr>
              <w:jc w:val="center"/>
              <w:rPr>
                <w:rFonts w:ascii="Garamond" w:hAnsi="Garamond" w:cs="Arial"/>
                <w:b/>
                <w:bC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522A94" w:rsidRPr="00CF04A7" w:rsidTr="00C001A3">
        <w:trPr>
          <w:trHeight w:val="257"/>
          <w:jc w:val="center"/>
        </w:trPr>
        <w:tc>
          <w:tcPr>
            <w:tcW w:w="1428" w:type="pct"/>
            <w:shd w:val="clear" w:color="auto" w:fill="auto"/>
            <w:vAlign w:val="center"/>
          </w:tcPr>
          <w:p w:rsidR="00C453C5" w:rsidRPr="00CF04A7" w:rsidRDefault="00C453C5" w:rsidP="006D034D">
            <w:pPr>
              <w:jc w:val="center"/>
              <w:rPr>
                <w:rFonts w:ascii="Garamond" w:hAnsi="Garamond" w:cs="Arial"/>
                <w:bCs/>
                <w:sz w:val="18"/>
                <w:szCs w:val="22"/>
              </w:rPr>
            </w:pPr>
            <w:permStart w:id="1248725337" w:edGrp="everyone" w:colFirst="0" w:colLast="0"/>
            <w:permStart w:id="1250304130" w:edGrp="everyone" w:colFirst="1" w:colLast="1"/>
            <w:permStart w:id="476594981" w:edGrp="everyone" w:colFirst="2" w:colLast="2"/>
            <w:permStart w:id="354641576" w:edGrp="everyone"/>
          </w:p>
        </w:tc>
        <w:tc>
          <w:tcPr>
            <w:tcW w:w="1144" w:type="pct"/>
            <w:vAlign w:val="center"/>
          </w:tcPr>
          <w:p w:rsidR="00C453C5" w:rsidRPr="00CF04A7" w:rsidRDefault="00C453C5" w:rsidP="006D034D">
            <w:pPr>
              <w:ind w:left="-3" w:firstLine="3"/>
              <w:jc w:val="center"/>
              <w:rPr>
                <w:rFonts w:ascii="Garamond" w:hAnsi="Garamond" w:cs="Arial"/>
                <w:bCs/>
                <w:sz w:val="18"/>
                <w:szCs w:val="22"/>
              </w:rPr>
            </w:pPr>
          </w:p>
        </w:tc>
        <w:tc>
          <w:tcPr>
            <w:tcW w:w="2428" w:type="pct"/>
            <w:vAlign w:val="center"/>
          </w:tcPr>
          <w:p w:rsidR="00C453C5" w:rsidRPr="00CF04A7" w:rsidRDefault="00C453C5" w:rsidP="006D034D">
            <w:pPr>
              <w:ind w:left="-3" w:firstLine="3"/>
              <w:jc w:val="center"/>
              <w:rPr>
                <w:rFonts w:ascii="Garamond" w:hAnsi="Garamond" w:cs="Arial"/>
                <w:bCs/>
                <w:sz w:val="18"/>
                <w:szCs w:val="22"/>
              </w:rPr>
            </w:pPr>
          </w:p>
        </w:tc>
      </w:tr>
      <w:tr w:rsidR="00FE035A" w:rsidRPr="00CF04A7" w:rsidTr="00C001A3">
        <w:trPr>
          <w:trHeight w:val="257"/>
          <w:jc w:val="center"/>
        </w:trPr>
        <w:tc>
          <w:tcPr>
            <w:tcW w:w="1428" w:type="pct"/>
            <w:shd w:val="clear" w:color="auto" w:fill="auto"/>
            <w:vAlign w:val="center"/>
          </w:tcPr>
          <w:p w:rsidR="00FE035A" w:rsidRPr="00CF04A7" w:rsidRDefault="00FE035A" w:rsidP="006D034D">
            <w:pPr>
              <w:jc w:val="center"/>
              <w:rPr>
                <w:rFonts w:ascii="Garamond" w:hAnsi="Garamond" w:cs="Arial"/>
                <w:bCs/>
                <w:sz w:val="18"/>
                <w:szCs w:val="22"/>
              </w:rPr>
            </w:pPr>
            <w:permStart w:id="335875793" w:edGrp="everyone" w:colFirst="0" w:colLast="0"/>
            <w:permStart w:id="1786132792" w:edGrp="everyone" w:colFirst="1" w:colLast="1"/>
            <w:permStart w:id="1802178226" w:edGrp="everyone" w:colFirst="2" w:colLast="2"/>
            <w:permStart w:id="1654532240" w:edGrp="everyone" w:colFirst="3" w:colLast="3"/>
            <w:permEnd w:id="1248725337"/>
            <w:permEnd w:id="1250304130"/>
            <w:permEnd w:id="476594981"/>
          </w:p>
        </w:tc>
        <w:tc>
          <w:tcPr>
            <w:tcW w:w="1144" w:type="pct"/>
            <w:vAlign w:val="center"/>
          </w:tcPr>
          <w:p w:rsidR="00FE035A" w:rsidRPr="00CF04A7" w:rsidRDefault="00FE035A" w:rsidP="006D034D">
            <w:pPr>
              <w:ind w:left="-3" w:firstLine="3"/>
              <w:jc w:val="center"/>
              <w:rPr>
                <w:rFonts w:ascii="Garamond" w:hAnsi="Garamond" w:cs="Arial"/>
                <w:bCs/>
                <w:sz w:val="18"/>
                <w:szCs w:val="22"/>
              </w:rPr>
            </w:pPr>
          </w:p>
        </w:tc>
        <w:tc>
          <w:tcPr>
            <w:tcW w:w="2428" w:type="pct"/>
            <w:vAlign w:val="center"/>
          </w:tcPr>
          <w:p w:rsidR="00FE035A" w:rsidRPr="00CF04A7" w:rsidRDefault="00FE035A" w:rsidP="006D034D">
            <w:pPr>
              <w:ind w:left="-3" w:firstLine="3"/>
              <w:jc w:val="center"/>
              <w:rPr>
                <w:rFonts w:ascii="Garamond" w:hAnsi="Garamond" w:cs="Arial"/>
                <w:bCs/>
                <w:sz w:val="18"/>
                <w:szCs w:val="22"/>
              </w:rPr>
            </w:pPr>
          </w:p>
        </w:tc>
      </w:tr>
      <w:permEnd w:id="354641576"/>
      <w:permEnd w:id="335875793"/>
      <w:permEnd w:id="1786132792"/>
      <w:permEnd w:id="1802178226"/>
      <w:permEnd w:id="1654532240"/>
    </w:tbl>
    <w:p w:rsidR="005C4268" w:rsidRDefault="005C4268" w:rsidP="005C4268">
      <w:pPr>
        <w:pStyle w:val="Paragrafoelenco"/>
        <w:spacing w:line="360" w:lineRule="auto"/>
        <w:ind w:left="426"/>
        <w:jc w:val="both"/>
        <w:rPr>
          <w:rFonts w:ascii="Garamond" w:hAnsi="Garamond"/>
          <w:sz w:val="22"/>
          <w:szCs w:val="22"/>
        </w:rPr>
      </w:pPr>
    </w:p>
    <w:p w:rsidR="005C5658" w:rsidRPr="002E4B43" w:rsidRDefault="00F41915" w:rsidP="005C4268">
      <w:pPr>
        <w:pStyle w:val="Paragrafoelenco"/>
        <w:spacing w:line="360" w:lineRule="auto"/>
        <w:ind w:left="426"/>
        <w:jc w:val="both"/>
        <w:rPr>
          <w:rFonts w:ascii="Garamond" w:hAnsi="Garamond" w:cs="Calibri"/>
          <w:sz w:val="22"/>
          <w:szCs w:val="22"/>
        </w:rPr>
      </w:pPr>
      <w:r w:rsidRPr="002E4B43">
        <w:rPr>
          <w:rFonts w:ascii="Garamond" w:hAnsi="Garamond"/>
          <w:sz w:val="22"/>
          <w:szCs w:val="22"/>
        </w:rPr>
        <w:t xml:space="preserve">In tal caso, </w:t>
      </w:r>
      <w:r w:rsidR="00467332">
        <w:rPr>
          <w:rFonts w:ascii="Garamond" w:hAnsi="Garamond"/>
          <w:sz w:val="22"/>
          <w:szCs w:val="22"/>
        </w:rPr>
        <w:t>si forniscono</w:t>
      </w:r>
      <w:r w:rsidRPr="002E4B43">
        <w:rPr>
          <w:rFonts w:ascii="Garamond" w:hAnsi="Garamond"/>
          <w:sz w:val="22"/>
          <w:szCs w:val="22"/>
        </w:rPr>
        <w:t>, come risultante dalla documentazione allegata (</w:t>
      </w:r>
      <w:r w:rsidRPr="002E4B43">
        <w:rPr>
          <w:rFonts w:ascii="Garamond" w:hAnsi="Garamond"/>
          <w:i/>
          <w:sz w:val="22"/>
          <w:szCs w:val="22"/>
        </w:rPr>
        <w:t xml:space="preserve">indicare </w:t>
      </w:r>
      <w:r w:rsidR="00BC0B20">
        <w:rPr>
          <w:rFonts w:ascii="Garamond" w:hAnsi="Garamond"/>
          <w:i/>
          <w:sz w:val="22"/>
          <w:szCs w:val="22"/>
        </w:rPr>
        <w:t xml:space="preserve">il </w:t>
      </w:r>
      <w:r w:rsidR="00F64A6F">
        <w:rPr>
          <w:rFonts w:ascii="Garamond" w:hAnsi="Garamond"/>
          <w:i/>
          <w:sz w:val="22"/>
          <w:szCs w:val="22"/>
        </w:rPr>
        <w:t>“</w:t>
      </w:r>
      <w:r w:rsidRPr="002E4B43">
        <w:rPr>
          <w:rFonts w:ascii="Garamond" w:hAnsi="Garamond"/>
          <w:i/>
          <w:sz w:val="22"/>
          <w:szCs w:val="22"/>
        </w:rPr>
        <w:t>filename</w:t>
      </w:r>
      <w:r w:rsidR="00F64A6F">
        <w:rPr>
          <w:rFonts w:ascii="Garamond" w:hAnsi="Garamond"/>
          <w:i/>
          <w:sz w:val="22"/>
          <w:szCs w:val="22"/>
        </w:rPr>
        <w:t>”</w:t>
      </w:r>
      <w:r w:rsidRPr="002E4B43">
        <w:rPr>
          <w:rFonts w:ascii="Garamond" w:hAnsi="Garamond"/>
          <w:i/>
          <w:sz w:val="22"/>
          <w:szCs w:val="22"/>
        </w:rPr>
        <w:t xml:space="preserve"> della documentazione allegata</w:t>
      </w:r>
      <w:r w:rsidR="00331239">
        <w:rPr>
          <w:rFonts w:ascii="Garamond" w:hAnsi="Garamond"/>
          <w:i/>
          <w:sz w:val="22"/>
          <w:szCs w:val="22"/>
        </w:rPr>
        <w:t xml:space="preserve"> </w:t>
      </w:r>
      <w:permStart w:id="624828385" w:edGrp="everyone"/>
      <w:permStart w:id="713522809" w:edGrp="everyone"/>
      <w:r w:rsidR="009731E0" w:rsidRPr="00CF04A7">
        <w:rPr>
          <w:rStyle w:val="Testosegnaposto"/>
          <w:rFonts w:ascii="Garamond" w:hAnsi="Garamond"/>
          <w:sz w:val="16"/>
        </w:rPr>
        <w:t>Fare clic qui per immettere testo.</w:t>
      </w:r>
      <w:permEnd w:id="624828385"/>
      <w:permEnd w:id="713522809"/>
      <w:r w:rsidR="00F41939" w:rsidRPr="002E4B43">
        <w:rPr>
          <w:rFonts w:ascii="Garamond" w:hAnsi="Garamond"/>
          <w:sz w:val="22"/>
          <w:szCs w:val="22"/>
        </w:rPr>
        <w:t xml:space="preserve">), </w:t>
      </w:r>
      <w:r w:rsidRPr="002E4B43">
        <w:rPr>
          <w:rFonts w:ascii="Garamond" w:hAnsi="Garamond"/>
          <w:sz w:val="22"/>
          <w:szCs w:val="22"/>
        </w:rPr>
        <w:t xml:space="preserve">elementi </w:t>
      </w:r>
      <w:r w:rsidRPr="005C4268">
        <w:rPr>
          <w:rFonts w:ascii="Garamond" w:hAnsi="Garamond" w:cs="Calibri"/>
          <w:sz w:val="22"/>
          <w:szCs w:val="22"/>
        </w:rPr>
        <w:t>utili</w:t>
      </w:r>
      <w:r w:rsidRPr="002E4B43">
        <w:rPr>
          <w:rFonts w:ascii="Garamond" w:hAnsi="Garamond"/>
          <w:sz w:val="22"/>
          <w:szCs w:val="22"/>
        </w:rPr>
        <w:t xml:space="preserve"> ai fini della dimostrazione della non applicabilità della causa di esclusione ai sensi dell’art. 80, co. 3, ult. periodo e/o dell’art. 80, co. 7</w:t>
      </w:r>
      <w:r w:rsidR="004F0FE8">
        <w:rPr>
          <w:rFonts w:ascii="Garamond" w:hAnsi="Garamond"/>
          <w:sz w:val="22"/>
          <w:szCs w:val="22"/>
        </w:rPr>
        <w:t>;</w:t>
      </w:r>
    </w:p>
    <w:p w:rsidR="005C4268" w:rsidRDefault="005C4268" w:rsidP="00F41915">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F855CA">
        <w:rPr>
          <w:rFonts w:ascii="Garamond" w:hAnsi="Garamond" w:cs="Calibri"/>
          <w:sz w:val="22"/>
          <w:szCs w:val="22"/>
        </w:rPr>
        <w:t>:</w:t>
      </w:r>
    </w:p>
    <w:p w:rsidR="001A77EE" w:rsidRPr="002E4B43" w:rsidRDefault="00CB6D34" w:rsidP="005C4268">
      <w:pPr>
        <w:pStyle w:val="Paragrafoelenco"/>
        <w:spacing w:line="360" w:lineRule="auto"/>
        <w:ind w:left="426"/>
        <w:jc w:val="both"/>
        <w:rPr>
          <w:rFonts w:ascii="Garamond" w:hAnsi="Garamond" w:cs="Calibri"/>
          <w:sz w:val="22"/>
          <w:szCs w:val="22"/>
        </w:rPr>
      </w:pPr>
      <w:permStart w:id="1169565489" w:edGrp="everyone"/>
      <w:r w:rsidRPr="002E4B43">
        <w:rPr>
          <w:rFonts w:ascii="Segoe UI Symbol" w:eastAsia="MS Gothic" w:hAnsi="Segoe UI Symbol" w:cs="Segoe UI Symbol"/>
          <w:sz w:val="22"/>
          <w:szCs w:val="22"/>
        </w:rPr>
        <w:t>☐</w:t>
      </w:r>
      <w:permEnd w:id="1169565489"/>
      <w:r w:rsidRPr="007B4FE8">
        <w:rPr>
          <w:rFonts w:ascii="Garamond" w:hAnsi="Garamond"/>
          <w:sz w:val="22"/>
          <w:szCs w:val="22"/>
        </w:rPr>
        <w:t xml:space="preserve"> </w:t>
      </w:r>
      <w:r w:rsidR="00F41915" w:rsidRPr="002E4B43">
        <w:rPr>
          <w:rFonts w:ascii="Garamond" w:hAnsi="Garamond" w:cs="Calibri"/>
          <w:b/>
          <w:sz w:val="22"/>
          <w:szCs w:val="22"/>
        </w:rPr>
        <w:t>dichiara</w:t>
      </w:r>
      <w:r w:rsidR="00F41915" w:rsidRPr="002E4B43">
        <w:rPr>
          <w:rStyle w:val="Rimandonotaapidipagina"/>
          <w:rFonts w:ascii="Garamond" w:hAnsi="Garamond" w:cs="Calibri"/>
          <w:sz w:val="22"/>
          <w:szCs w:val="22"/>
        </w:rPr>
        <w:footnoteReference w:id="3"/>
      </w:r>
      <w:r w:rsidR="00F41915" w:rsidRPr="002E4B43">
        <w:rPr>
          <w:rFonts w:ascii="Garamond" w:hAnsi="Garamond" w:cs="Calibri"/>
          <w:b/>
          <w:sz w:val="22"/>
          <w:szCs w:val="22"/>
        </w:rPr>
        <w:t xml:space="preserve"> </w:t>
      </w:r>
      <w:r w:rsidR="00F41915" w:rsidRPr="002E4B43">
        <w:rPr>
          <w:rFonts w:ascii="Garamond" w:hAnsi="Garamond" w:cs="Calibri"/>
          <w:sz w:val="22"/>
          <w:szCs w:val="22"/>
        </w:rPr>
        <w:t xml:space="preserve">che i seguenti soggetti, di cui all’art. 80, co. 3, del </w:t>
      </w:r>
      <w:r w:rsidR="00F41915" w:rsidRPr="002E4B43">
        <w:rPr>
          <w:rFonts w:ascii="Garamond" w:hAnsi="Garamond" w:cs="Calibri"/>
          <w:i/>
          <w:sz w:val="22"/>
          <w:szCs w:val="22"/>
        </w:rPr>
        <w:t>Codice</w:t>
      </w:r>
      <w:r w:rsidR="00F41915" w:rsidRPr="002E4B43">
        <w:rPr>
          <w:rFonts w:ascii="Garamond" w:hAnsi="Garamond" w:cs="Calibri"/>
          <w:sz w:val="22"/>
          <w:szCs w:val="22"/>
        </w:rPr>
        <w:t xml:space="preserve">, hanno riportato </w:t>
      </w:r>
      <w:r w:rsidR="00F41915" w:rsidRPr="007361E8">
        <w:rPr>
          <w:rFonts w:ascii="Garamond" w:hAnsi="Garamond" w:cs="Calibri"/>
          <w:sz w:val="22"/>
          <w:szCs w:val="22"/>
          <w:u w:val="single"/>
        </w:rPr>
        <w:t>condanne non definitive</w:t>
      </w:r>
      <w:r w:rsidR="00F41915" w:rsidRPr="002E4B43">
        <w:rPr>
          <w:rFonts w:ascii="Garamond" w:hAnsi="Garamond" w:cs="Calibri"/>
          <w:sz w:val="22"/>
          <w:szCs w:val="22"/>
        </w:rPr>
        <w:t xml:space="preserve"> per reati tali da rendere dubbia l’integrità del soggetto, intesa come moralità professionale, o la sua affidabilità, intesa come reale capacità tecnico professionale, riportati, a titolo esemplificativo, al par. II della Linee Guida ANAC n. 6</w:t>
      </w:r>
      <w:r w:rsidR="001A77EE" w:rsidRPr="002E4B43">
        <w:rPr>
          <w:rFonts w:ascii="Garamond" w:hAnsi="Garamond" w:cs="Calibri"/>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83"/>
        <w:gridCol w:w="2879"/>
        <w:gridCol w:w="4316"/>
      </w:tblGrid>
      <w:tr w:rsidR="00522A94" w:rsidRPr="00CF04A7" w:rsidTr="00E3616A">
        <w:trPr>
          <w:trHeight w:val="246"/>
          <w:jc w:val="center"/>
        </w:trPr>
        <w:tc>
          <w:tcPr>
            <w:tcW w:w="1321" w:type="pct"/>
            <w:shd w:val="clear" w:color="auto" w:fill="244061"/>
            <w:vAlign w:val="center"/>
          </w:tcPr>
          <w:p w:rsidR="00522A94" w:rsidRPr="00CF04A7" w:rsidRDefault="00522A94" w:rsidP="00522A94">
            <w:pPr>
              <w:jc w:val="center"/>
              <w:rPr>
                <w:rFonts w:ascii="Garamond" w:hAnsi="Garamond"/>
              </w:rPr>
            </w:pPr>
            <w:r w:rsidRPr="00CF04A7">
              <w:rPr>
                <w:rFonts w:ascii="Garamond" w:hAnsi="Garamond" w:cs="Arial"/>
                <w:b/>
                <w:bCs/>
                <w:smallCaps/>
                <w:sz w:val="18"/>
                <w:szCs w:val="22"/>
              </w:rPr>
              <w:t>Nome Cognome</w:t>
            </w:r>
          </w:p>
        </w:tc>
        <w:tc>
          <w:tcPr>
            <w:tcW w:w="1472" w:type="pct"/>
            <w:shd w:val="clear" w:color="auto" w:fill="244061"/>
            <w:vAlign w:val="center"/>
          </w:tcPr>
          <w:p w:rsidR="00522A94"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00522A94" w:rsidRPr="00CF04A7">
              <w:rPr>
                <w:rFonts w:ascii="Garamond" w:hAnsi="Garamond" w:cs="Arial"/>
                <w:b/>
                <w:bCs/>
                <w:smallCaps/>
                <w:sz w:val="18"/>
                <w:szCs w:val="22"/>
              </w:rPr>
              <w:t xml:space="preserve">odice </w:t>
            </w:r>
            <w:r>
              <w:rPr>
                <w:rFonts w:ascii="Garamond" w:hAnsi="Garamond" w:cs="Arial"/>
                <w:b/>
                <w:bCs/>
                <w:smallCaps/>
                <w:sz w:val="18"/>
                <w:szCs w:val="22"/>
              </w:rPr>
              <w:t>F</w:t>
            </w:r>
            <w:r w:rsidR="00522A94" w:rsidRPr="00CF04A7">
              <w:rPr>
                <w:rFonts w:ascii="Garamond" w:hAnsi="Garamond" w:cs="Arial"/>
                <w:b/>
                <w:bCs/>
                <w:smallCaps/>
                <w:sz w:val="18"/>
                <w:szCs w:val="22"/>
              </w:rPr>
              <w:t>iscale</w:t>
            </w:r>
          </w:p>
        </w:tc>
        <w:tc>
          <w:tcPr>
            <w:tcW w:w="2207" w:type="pct"/>
            <w:shd w:val="clear" w:color="auto" w:fill="244061"/>
            <w:vAlign w:val="center"/>
          </w:tcPr>
          <w:p w:rsidR="00522A94" w:rsidRDefault="00522A94" w:rsidP="00522A94">
            <w:pPr>
              <w:jc w:val="center"/>
              <w:rPr>
                <w:rFonts w:ascii="Garamond" w:hAnsi="Garamond" w:cs="Arial"/>
                <w:b/>
                <w:bCs/>
                <w:smallCaps/>
                <w:sz w:val="18"/>
                <w:szCs w:val="22"/>
              </w:rPr>
            </w:pPr>
            <w:r w:rsidRPr="00CF04A7">
              <w:rPr>
                <w:rFonts w:ascii="Garamond" w:hAnsi="Garamond" w:cs="Arial"/>
                <w:b/>
                <w:bCs/>
                <w:smallCaps/>
                <w:sz w:val="18"/>
                <w:szCs w:val="22"/>
              </w:rPr>
              <w:t>Condanne NON passate in giudicato</w:t>
            </w:r>
          </w:p>
          <w:p w:rsidR="00C001A3" w:rsidRPr="00CF04A7" w:rsidRDefault="00C001A3" w:rsidP="00522A94">
            <w:pPr>
              <w:jc w:val="center"/>
              <w:rPr>
                <w:rFonts w:ascii="Garamond" w:hAnsi="Garamond" w:cs="Arial"/>
                <w:b/>
                <w:bCs/>
                <w:smallCap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1A77EE" w:rsidRPr="00CF04A7" w:rsidTr="006D034D">
        <w:trPr>
          <w:trHeight w:val="257"/>
          <w:jc w:val="center"/>
        </w:trPr>
        <w:tc>
          <w:tcPr>
            <w:tcW w:w="1321" w:type="pct"/>
            <w:shd w:val="clear" w:color="auto" w:fill="auto"/>
            <w:vAlign w:val="center"/>
          </w:tcPr>
          <w:p w:rsidR="001A77EE" w:rsidRPr="00CF04A7" w:rsidRDefault="001A77EE" w:rsidP="006D034D">
            <w:pPr>
              <w:jc w:val="center"/>
              <w:rPr>
                <w:rFonts w:ascii="Garamond" w:hAnsi="Garamond" w:cs="Arial"/>
                <w:bCs/>
                <w:sz w:val="18"/>
                <w:szCs w:val="22"/>
              </w:rPr>
            </w:pPr>
            <w:permStart w:id="295773660" w:edGrp="everyone" w:colFirst="0" w:colLast="0"/>
            <w:permStart w:id="1821666914" w:edGrp="everyone" w:colFirst="1" w:colLast="1"/>
            <w:permStart w:id="909066285" w:edGrp="everyone" w:colFirst="2" w:colLast="2"/>
            <w:permStart w:id="549870305" w:edGrp="everyone"/>
          </w:p>
        </w:tc>
        <w:tc>
          <w:tcPr>
            <w:tcW w:w="1472" w:type="pct"/>
            <w:vAlign w:val="center"/>
          </w:tcPr>
          <w:p w:rsidR="001A77EE" w:rsidRPr="00CF04A7" w:rsidRDefault="001A77EE" w:rsidP="006D034D">
            <w:pPr>
              <w:ind w:left="-3" w:firstLine="3"/>
              <w:jc w:val="center"/>
              <w:rPr>
                <w:rFonts w:ascii="Garamond" w:hAnsi="Garamond" w:cs="Arial"/>
                <w:bCs/>
                <w:sz w:val="18"/>
                <w:szCs w:val="22"/>
              </w:rPr>
            </w:pPr>
          </w:p>
        </w:tc>
        <w:tc>
          <w:tcPr>
            <w:tcW w:w="2207" w:type="pct"/>
            <w:vAlign w:val="center"/>
          </w:tcPr>
          <w:p w:rsidR="001A77EE" w:rsidRPr="00CF04A7" w:rsidRDefault="001A77EE" w:rsidP="006D034D">
            <w:pPr>
              <w:ind w:left="-3" w:firstLine="3"/>
              <w:jc w:val="center"/>
              <w:rPr>
                <w:rFonts w:ascii="Garamond" w:hAnsi="Garamond" w:cs="Arial"/>
                <w:bCs/>
                <w:sz w:val="18"/>
                <w:szCs w:val="22"/>
              </w:rPr>
            </w:pPr>
          </w:p>
        </w:tc>
      </w:tr>
      <w:tr w:rsidR="00FE035A" w:rsidRPr="00CF04A7" w:rsidTr="006D034D">
        <w:trPr>
          <w:trHeight w:val="257"/>
          <w:jc w:val="center"/>
        </w:trPr>
        <w:tc>
          <w:tcPr>
            <w:tcW w:w="1321" w:type="pct"/>
            <w:shd w:val="clear" w:color="auto" w:fill="auto"/>
            <w:vAlign w:val="center"/>
          </w:tcPr>
          <w:p w:rsidR="00FE035A" w:rsidRPr="00CF04A7" w:rsidRDefault="00FE035A" w:rsidP="006D034D">
            <w:pPr>
              <w:jc w:val="center"/>
              <w:rPr>
                <w:rFonts w:ascii="Garamond" w:hAnsi="Garamond" w:cs="Arial"/>
                <w:bCs/>
                <w:sz w:val="18"/>
                <w:szCs w:val="22"/>
              </w:rPr>
            </w:pPr>
            <w:permStart w:id="1560547197" w:edGrp="everyone" w:colFirst="0" w:colLast="0"/>
            <w:permStart w:id="224671857" w:edGrp="everyone" w:colFirst="1" w:colLast="1"/>
            <w:permStart w:id="1672902065" w:edGrp="everyone" w:colFirst="2" w:colLast="2"/>
            <w:permStart w:id="672495714" w:edGrp="everyone" w:colFirst="3" w:colLast="3"/>
            <w:permEnd w:id="295773660"/>
            <w:permEnd w:id="1821666914"/>
            <w:permEnd w:id="909066285"/>
          </w:p>
        </w:tc>
        <w:tc>
          <w:tcPr>
            <w:tcW w:w="1472" w:type="pct"/>
            <w:vAlign w:val="center"/>
          </w:tcPr>
          <w:p w:rsidR="00FE035A" w:rsidRPr="00CF04A7" w:rsidRDefault="00FE035A" w:rsidP="006D034D">
            <w:pPr>
              <w:ind w:left="-3" w:firstLine="3"/>
              <w:jc w:val="center"/>
              <w:rPr>
                <w:rFonts w:ascii="Garamond" w:hAnsi="Garamond" w:cs="Arial"/>
                <w:bCs/>
                <w:sz w:val="18"/>
                <w:szCs w:val="22"/>
              </w:rPr>
            </w:pPr>
          </w:p>
        </w:tc>
        <w:tc>
          <w:tcPr>
            <w:tcW w:w="2207" w:type="pct"/>
            <w:vAlign w:val="center"/>
          </w:tcPr>
          <w:p w:rsidR="00FE035A" w:rsidRPr="00CF04A7" w:rsidRDefault="00FE035A" w:rsidP="006D034D">
            <w:pPr>
              <w:ind w:left="-3" w:firstLine="3"/>
              <w:jc w:val="center"/>
              <w:rPr>
                <w:rFonts w:ascii="Garamond" w:hAnsi="Garamond" w:cs="Arial"/>
                <w:bCs/>
                <w:sz w:val="18"/>
                <w:szCs w:val="22"/>
              </w:rPr>
            </w:pPr>
          </w:p>
        </w:tc>
      </w:tr>
      <w:permEnd w:id="549870305"/>
      <w:permEnd w:id="1560547197"/>
      <w:permEnd w:id="224671857"/>
      <w:permEnd w:id="1672902065"/>
      <w:permEnd w:id="672495714"/>
    </w:tbl>
    <w:p w:rsidR="009A321F" w:rsidRPr="00CF04A7" w:rsidRDefault="009A321F" w:rsidP="009A321F">
      <w:pPr>
        <w:pStyle w:val="Paragrafoelenco"/>
        <w:spacing w:line="360" w:lineRule="auto"/>
        <w:ind w:left="360"/>
        <w:jc w:val="both"/>
        <w:rPr>
          <w:rFonts w:ascii="Garamond" w:hAnsi="Garamond"/>
          <w:i/>
          <w:sz w:val="22"/>
          <w:szCs w:val="22"/>
        </w:rPr>
      </w:pPr>
    </w:p>
    <w:p w:rsidR="00B51DCF" w:rsidRPr="00475D3B" w:rsidRDefault="00490CD5" w:rsidP="00490CD5">
      <w:pPr>
        <w:pStyle w:val="Paragrafoelenco"/>
        <w:numPr>
          <w:ilvl w:val="0"/>
          <w:numId w:val="2"/>
        </w:numPr>
        <w:spacing w:line="360" w:lineRule="auto"/>
        <w:ind w:left="426" w:hanging="426"/>
        <w:jc w:val="both"/>
        <w:rPr>
          <w:rFonts w:ascii="Garamond" w:hAnsi="Garamond"/>
          <w:i/>
          <w:sz w:val="22"/>
          <w:szCs w:val="22"/>
        </w:rPr>
      </w:pPr>
      <w:r w:rsidRPr="00490CD5">
        <w:rPr>
          <w:rFonts w:ascii="Garamond" w:hAnsi="Garamond" w:cs="Calibri"/>
          <w:b/>
          <w:sz w:val="22"/>
          <w:szCs w:val="22"/>
        </w:rPr>
        <w:t xml:space="preserve">dichiara </w:t>
      </w:r>
      <w:r w:rsidRPr="00490CD5">
        <w:rPr>
          <w:rFonts w:ascii="Garamond" w:hAnsi="Garamond" w:cs="Calibri"/>
          <w:sz w:val="22"/>
          <w:szCs w:val="22"/>
        </w:rPr>
        <w:t>che i soggetti di cui all’art. 80, co. 3, del Codice, NON si trovano nelle condizioni di cui al medesimo articolo, co. 1, lett. b-bis)</w:t>
      </w:r>
      <w:r w:rsidR="006A185E">
        <w:rPr>
          <w:rFonts w:ascii="Garamond" w:hAnsi="Garamond" w:cs="Calibri"/>
          <w:sz w:val="22"/>
          <w:szCs w:val="22"/>
        </w:rPr>
        <w:t>,</w:t>
      </w:r>
      <w:r w:rsidRPr="00490CD5">
        <w:rPr>
          <w:rFonts w:ascii="Garamond" w:hAnsi="Garamond" w:cs="Calibri"/>
          <w:sz w:val="22"/>
          <w:szCs w:val="22"/>
        </w:rPr>
        <w:t xml:space="preserve"> e dichiara che l’impresa NON si trova nelle condizioni di cui all’art. 80</w:t>
      </w:r>
      <w:r w:rsidR="006A185E">
        <w:rPr>
          <w:rFonts w:ascii="Garamond" w:hAnsi="Garamond" w:cs="Calibri"/>
          <w:sz w:val="22"/>
          <w:szCs w:val="22"/>
        </w:rPr>
        <w:t>,</w:t>
      </w:r>
      <w:r w:rsidRPr="00490CD5">
        <w:rPr>
          <w:rFonts w:ascii="Garamond" w:hAnsi="Garamond" w:cs="Calibri"/>
          <w:sz w:val="22"/>
          <w:szCs w:val="22"/>
        </w:rPr>
        <w:t xml:space="preserve"> comma 5, lett. f-bis) e f-ter)</w:t>
      </w:r>
      <w:r w:rsidR="006A185E">
        <w:rPr>
          <w:rFonts w:ascii="Garamond" w:hAnsi="Garamond" w:cs="Calibri"/>
          <w:sz w:val="22"/>
          <w:szCs w:val="22"/>
        </w:rPr>
        <w:t>,</w:t>
      </w:r>
      <w:r w:rsidRPr="00490CD5">
        <w:rPr>
          <w:rFonts w:ascii="Garamond" w:hAnsi="Garamond" w:cs="Calibri"/>
          <w:sz w:val="22"/>
          <w:szCs w:val="22"/>
        </w:rPr>
        <w:t xml:space="preserve"> del </w:t>
      </w:r>
      <w:r w:rsidRPr="00490CD5">
        <w:rPr>
          <w:rFonts w:ascii="Garamond" w:hAnsi="Garamond" w:cs="Calibri"/>
          <w:i/>
          <w:sz w:val="22"/>
          <w:szCs w:val="22"/>
        </w:rPr>
        <w:t>Codice</w:t>
      </w:r>
      <w:r w:rsidR="004F0FE8">
        <w:rPr>
          <w:rFonts w:ascii="Garamond" w:hAnsi="Garamond" w:cs="Calibri"/>
          <w:sz w:val="22"/>
          <w:szCs w:val="22"/>
        </w:rPr>
        <w:t>;</w:t>
      </w:r>
    </w:p>
    <w:p w:rsidR="00CC05E3" w:rsidRPr="00BA5049" w:rsidRDefault="00CC05E3" w:rsidP="00CC05E3">
      <w:pPr>
        <w:pStyle w:val="Paragrafoelenco"/>
        <w:numPr>
          <w:ilvl w:val="0"/>
          <w:numId w:val="2"/>
        </w:numPr>
        <w:spacing w:line="360" w:lineRule="auto"/>
        <w:ind w:left="426" w:hanging="426"/>
        <w:jc w:val="both"/>
        <w:rPr>
          <w:rFonts w:ascii="Garamond" w:hAnsi="Garamond"/>
          <w:sz w:val="22"/>
          <w:szCs w:val="22"/>
        </w:rPr>
      </w:pPr>
      <w:r w:rsidRPr="00BA5049">
        <w:rPr>
          <w:rFonts w:ascii="Garamond" w:hAnsi="Garamond" w:cs="Calibri"/>
          <w:sz w:val="22"/>
          <w:szCs w:val="22"/>
        </w:rPr>
        <w:t>(</w:t>
      </w:r>
      <w:r w:rsidRPr="00BA5049">
        <w:rPr>
          <w:rFonts w:ascii="Garamond" w:hAnsi="Garamond" w:cs="Calibri"/>
          <w:i/>
          <w:sz w:val="22"/>
          <w:szCs w:val="22"/>
        </w:rPr>
        <w:t>dichiarazione eventuale, selezionare il box successivo ove si intenda rilasciare la relativa dichiarazione</w:t>
      </w:r>
      <w:r w:rsidRPr="00BA5049">
        <w:rPr>
          <w:rFonts w:ascii="Garamond" w:hAnsi="Garamond" w:cs="Calibri"/>
          <w:sz w:val="22"/>
          <w:szCs w:val="22"/>
        </w:rPr>
        <w:t>)</w:t>
      </w:r>
      <w:r w:rsidRPr="00BA5049">
        <w:rPr>
          <w:rFonts w:ascii="Garamond" w:hAnsi="Garamond"/>
          <w:sz w:val="22"/>
          <w:szCs w:val="22"/>
        </w:rPr>
        <w:t>:</w:t>
      </w:r>
    </w:p>
    <w:p w:rsidR="00CC05E3" w:rsidRDefault="00EE6C81" w:rsidP="00CC05E3">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CC05E3" w:rsidRPr="00BA5049">
        <w:rPr>
          <w:rFonts w:ascii="Garamond" w:hAnsi="Garamond"/>
          <w:sz w:val="22"/>
          <w:szCs w:val="22"/>
        </w:rPr>
        <w:t xml:space="preserve"> </w:t>
      </w:r>
      <w:bookmarkStart w:id="4" w:name="_Hlk57708746"/>
      <w:r w:rsidR="00CC05E3" w:rsidRPr="00BA5049">
        <w:rPr>
          <w:rFonts w:ascii="Garamond" w:hAnsi="Garamond"/>
          <w:b/>
          <w:sz w:val="22"/>
          <w:szCs w:val="22"/>
        </w:rPr>
        <w:t>dichiara</w:t>
      </w:r>
      <w:r w:rsidR="00CC05E3" w:rsidRPr="00BA5049">
        <w:rPr>
          <w:rFonts w:ascii="Garamond" w:hAnsi="Garamond"/>
          <w:sz w:val="22"/>
          <w:szCs w:val="22"/>
        </w:rPr>
        <w:t xml:space="preserve"> che pur non essendo in regola con il pagamento delle imposte e tasse o dei contributi previdenziali</w:t>
      </w:r>
      <w:r w:rsidR="00CC05E3">
        <w:rPr>
          <w:rFonts w:ascii="Garamond" w:hAnsi="Garamond"/>
          <w:sz w:val="22"/>
          <w:szCs w:val="22"/>
        </w:rPr>
        <w:t xml:space="preserve"> e che tale </w:t>
      </w:r>
      <w:r w:rsidR="00CC05E3" w:rsidRPr="00CC05E3">
        <w:rPr>
          <w:rFonts w:ascii="Garamond" w:hAnsi="Garamond"/>
          <w:sz w:val="22"/>
          <w:szCs w:val="22"/>
        </w:rPr>
        <w:t xml:space="preserve">debito riveste carattere di gravità </w:t>
      </w:r>
      <w:r w:rsidR="00CC05E3" w:rsidRPr="00CC05E3">
        <w:rPr>
          <w:rFonts w:ascii="Garamond" w:hAnsi="Garamond"/>
          <w:i/>
          <w:iCs/>
          <w:sz w:val="22"/>
          <w:szCs w:val="22"/>
        </w:rPr>
        <w:t>ex</w:t>
      </w:r>
      <w:r w:rsidR="00CC05E3" w:rsidRPr="00CC05E3">
        <w:rPr>
          <w:rFonts w:ascii="Garamond" w:hAnsi="Garamond"/>
          <w:sz w:val="22"/>
          <w:szCs w:val="22"/>
        </w:rPr>
        <w:t xml:space="preserve"> art. 48-bis, commi 1 e 2 del D.p.r. 602/1973, non si applica la causa di esclusione dalla partecipazione alla proc</w:t>
      </w:r>
      <w:r w:rsidR="00CC05E3" w:rsidRPr="00BA5049">
        <w:rPr>
          <w:rFonts w:ascii="Garamond" w:hAnsi="Garamond"/>
          <w:sz w:val="22"/>
          <w:szCs w:val="22"/>
        </w:rPr>
        <w:t xml:space="preserve">edura di gara, di cui all’art. 80, comma 4, del </w:t>
      </w:r>
      <w:r w:rsidR="00CC05E3" w:rsidRPr="00BA5049">
        <w:rPr>
          <w:rFonts w:ascii="Garamond" w:hAnsi="Garamond"/>
          <w:i/>
          <w:sz w:val="22"/>
          <w:szCs w:val="22"/>
        </w:rPr>
        <w:t>Codice</w:t>
      </w:r>
      <w:r w:rsidR="00CC05E3" w:rsidRPr="00BA5049">
        <w:rPr>
          <w:rFonts w:ascii="Garamond" w:hAnsi="Garamond"/>
          <w:sz w:val="22"/>
          <w:szCs w:val="22"/>
        </w:rPr>
        <w:t xml:space="preserve">, </w:t>
      </w:r>
      <w:r w:rsidR="00CC05E3">
        <w:rPr>
          <w:rFonts w:ascii="Garamond" w:hAnsi="Garamond"/>
          <w:sz w:val="22"/>
          <w:szCs w:val="22"/>
        </w:rPr>
        <w:t>a giudizio dell’operatore economico, per i seguenti motivi</w:t>
      </w:r>
      <w:bookmarkEnd w:id="4"/>
      <w:r w:rsidR="00CC05E3">
        <w:rPr>
          <w:rFonts w:ascii="Garamond" w:hAnsi="Garamond"/>
          <w:sz w:val="22"/>
          <w:szCs w:val="22"/>
        </w:rPr>
        <w:t xml:space="preserve">: </w:t>
      </w:r>
      <w:permStart w:id="1910465471" w:edGrp="everyone"/>
      <w:permStart w:id="827475106" w:edGrp="everyone"/>
      <w:r w:rsidR="00CC05E3" w:rsidRPr="00BA5049">
        <w:rPr>
          <w:rStyle w:val="Testosegnaposto"/>
          <w:rFonts w:ascii="Garamond" w:hAnsi="Garamond"/>
          <w:sz w:val="16"/>
        </w:rPr>
        <w:t>Fare clic qui per immettere testo.</w:t>
      </w:r>
      <w:permEnd w:id="1910465471"/>
      <w:permEnd w:id="827475106"/>
      <w:r w:rsidR="00CC05E3" w:rsidRPr="00BA5049">
        <w:rPr>
          <w:rFonts w:ascii="Garamond" w:hAnsi="Garamond"/>
          <w:sz w:val="22"/>
          <w:szCs w:val="22"/>
        </w:rPr>
        <w:t>.</w:t>
      </w:r>
    </w:p>
    <w:p w:rsidR="00CC05E3" w:rsidRPr="00CC05E3" w:rsidRDefault="00CC05E3" w:rsidP="00CC05E3">
      <w:pPr>
        <w:pStyle w:val="Paragrafoelenco"/>
        <w:spacing w:line="360" w:lineRule="auto"/>
        <w:ind w:left="426"/>
        <w:jc w:val="both"/>
        <w:rPr>
          <w:rFonts w:ascii="Garamond" w:hAnsi="Garamond"/>
          <w:i/>
          <w:iCs/>
          <w:sz w:val="22"/>
          <w:szCs w:val="22"/>
        </w:rPr>
      </w:pPr>
      <w:r w:rsidRPr="001036C9">
        <w:rPr>
          <w:rFonts w:ascii="Garamond" w:hAnsi="Garamond"/>
          <w:b/>
          <w:bCs/>
          <w:sz w:val="22"/>
          <w:szCs w:val="22"/>
        </w:rPr>
        <w:t>N.B.</w:t>
      </w:r>
      <w:r>
        <w:rPr>
          <w:rFonts w:ascii="Garamond" w:hAnsi="Garamond"/>
          <w:sz w:val="22"/>
          <w:szCs w:val="22"/>
        </w:rPr>
        <w:t xml:space="preserve">: </w:t>
      </w:r>
      <w:r w:rsidRPr="00CC05E3">
        <w:rPr>
          <w:rFonts w:ascii="Garamond" w:hAnsi="Garamond"/>
          <w:i/>
          <w:iCs/>
          <w:sz w:val="22"/>
          <w:szCs w:val="22"/>
        </w:rPr>
        <w:t>L’operatore economico potrà allegare alla presente dichiarazione documentazione per meglio illustrare i motivi sopra indicati.</w:t>
      </w:r>
    </w:p>
    <w:p w:rsidR="00CC05E3" w:rsidRPr="00BA5049" w:rsidRDefault="00CC05E3" w:rsidP="00CC05E3">
      <w:pPr>
        <w:pStyle w:val="Paragrafoelenco"/>
        <w:spacing w:line="360" w:lineRule="auto"/>
        <w:ind w:left="426"/>
        <w:jc w:val="both"/>
        <w:rPr>
          <w:rFonts w:ascii="Garamond" w:hAnsi="Garamond"/>
          <w:sz w:val="22"/>
          <w:szCs w:val="22"/>
        </w:rPr>
      </w:pPr>
      <w:r w:rsidRPr="00CC05E3">
        <w:rPr>
          <w:rFonts w:ascii="Garamond" w:hAnsi="Garamond"/>
          <w:i/>
          <w:iCs/>
          <w:sz w:val="22"/>
          <w:szCs w:val="22"/>
        </w:rPr>
        <w:t xml:space="preserve"> in quanto il debito tributario o previdenziale risulta integralmente estinto anteriormente alla scadenza del termine per la presentazione delle domande. In tal caso, si produce apposita documentazione a comprova dell’avvenuta estinzione (indicare il “filename” della documentazione allegata </w:t>
      </w:r>
      <w:permStart w:id="465396159" w:edGrp="everyone"/>
      <w:permStart w:id="1303463481" w:edGrp="everyone"/>
      <w:r w:rsidRPr="00CC05E3">
        <w:rPr>
          <w:rStyle w:val="Testosegnaposto"/>
          <w:rFonts w:ascii="Garamond" w:hAnsi="Garamond"/>
          <w:i/>
          <w:iCs/>
          <w:sz w:val="16"/>
        </w:rPr>
        <w:t>Fare clic qui per immettere testo.</w:t>
      </w:r>
      <w:permEnd w:id="465396159"/>
      <w:permEnd w:id="1303463481"/>
      <w:r w:rsidRPr="00BA5049">
        <w:rPr>
          <w:rFonts w:ascii="Garamond" w:hAnsi="Garamond"/>
          <w:sz w:val="22"/>
          <w:szCs w:val="22"/>
        </w:rPr>
        <w:t>).</w:t>
      </w:r>
    </w:p>
    <w:p w:rsidR="006D5DA2" w:rsidRDefault="00CC05E3" w:rsidP="00CC05E3">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 xml:space="preserve"> </w:t>
      </w:r>
      <w:r w:rsidR="006D5DA2" w:rsidRPr="007B4FE8">
        <w:rPr>
          <w:rFonts w:ascii="Garamond" w:hAnsi="Garamond" w:cs="Calibri"/>
          <w:sz w:val="22"/>
          <w:szCs w:val="22"/>
        </w:rPr>
        <w:t>(</w:t>
      </w:r>
      <w:r w:rsidR="006D5DA2" w:rsidRPr="007B4FE8">
        <w:rPr>
          <w:rFonts w:ascii="Garamond" w:hAnsi="Garamond" w:cs="Calibri"/>
          <w:i/>
          <w:sz w:val="22"/>
          <w:szCs w:val="22"/>
        </w:rPr>
        <w:t>dichiarazione eventuale, selezionare il box successivo ove si intenda rilasciare la relativa dichiarazione</w:t>
      </w:r>
      <w:r w:rsidR="006D5DA2" w:rsidRPr="007B4FE8">
        <w:rPr>
          <w:rFonts w:ascii="Garamond" w:hAnsi="Garamond" w:cs="Calibri"/>
          <w:sz w:val="22"/>
          <w:szCs w:val="22"/>
        </w:rPr>
        <w:t>)</w:t>
      </w:r>
      <w:r w:rsidR="006D5DA2">
        <w:rPr>
          <w:rFonts w:ascii="Garamond" w:hAnsi="Garamond"/>
          <w:sz w:val="22"/>
          <w:szCs w:val="22"/>
        </w:rPr>
        <w:t>:</w:t>
      </w:r>
    </w:p>
    <w:p w:rsidR="00CF6299" w:rsidRPr="007B4FE8" w:rsidRDefault="006D5DA2" w:rsidP="006D5DA2">
      <w:pPr>
        <w:pStyle w:val="Paragrafoelenco"/>
        <w:spacing w:line="360" w:lineRule="auto"/>
        <w:ind w:left="426"/>
        <w:jc w:val="both"/>
        <w:rPr>
          <w:rFonts w:ascii="Garamond" w:hAnsi="Garamond"/>
          <w:sz w:val="22"/>
          <w:szCs w:val="22"/>
        </w:rPr>
      </w:pPr>
      <w:permStart w:id="79444555" w:edGrp="everyone"/>
      <w:r w:rsidRPr="002E4B43">
        <w:rPr>
          <w:rFonts w:ascii="Segoe UI Symbol" w:eastAsia="MS Gothic" w:hAnsi="Segoe UI Symbol" w:cs="Segoe UI Symbol"/>
          <w:sz w:val="22"/>
          <w:szCs w:val="22"/>
        </w:rPr>
        <w:t>☐</w:t>
      </w:r>
      <w:permEnd w:id="79444555"/>
      <w:r w:rsidRPr="007B4FE8">
        <w:rPr>
          <w:rFonts w:ascii="Garamond" w:hAnsi="Garamond"/>
          <w:sz w:val="22"/>
          <w:szCs w:val="22"/>
        </w:rPr>
        <w:t xml:space="preserve"> </w:t>
      </w:r>
      <w:r w:rsidR="00F855CA" w:rsidRPr="007B4FE8">
        <w:rPr>
          <w:rFonts w:ascii="Garamond" w:hAnsi="Garamond"/>
          <w:b/>
          <w:sz w:val="22"/>
          <w:szCs w:val="22"/>
        </w:rPr>
        <w:t>dichiara</w:t>
      </w:r>
      <w:r w:rsidR="00F855CA" w:rsidRPr="007B4FE8">
        <w:rPr>
          <w:rFonts w:ascii="Garamond" w:hAnsi="Garamond"/>
          <w:sz w:val="22"/>
          <w:szCs w:val="22"/>
        </w:rPr>
        <w:t xml:space="preserve"> che</w:t>
      </w:r>
      <w:r w:rsidR="00F855CA" w:rsidRPr="007B4FE8">
        <w:rPr>
          <w:rFonts w:ascii="Garamond" w:hAnsi="Garamond" w:cs="Calibri"/>
          <w:sz w:val="22"/>
          <w:szCs w:val="22"/>
        </w:rPr>
        <w:t xml:space="preserve"> </w:t>
      </w:r>
      <w:r w:rsidR="00CF6299" w:rsidRPr="007B4FE8">
        <w:rPr>
          <w:rFonts w:ascii="Garamond" w:hAnsi="Garamond" w:cs="Calibri"/>
          <w:sz w:val="22"/>
          <w:szCs w:val="22"/>
        </w:rPr>
        <w:t>l’impresa si trova in situazione di controllo giudiziario ai sensi dell’art. 34-bis, commi 6 e 7, del D.Lgs. 159/2011</w:t>
      </w:r>
      <w:r>
        <w:rPr>
          <w:rFonts w:ascii="Garamond" w:hAnsi="Garamond" w:cs="Calibri"/>
          <w:sz w:val="22"/>
          <w:szCs w:val="22"/>
        </w:rPr>
        <w:t>.</w:t>
      </w:r>
      <w:r w:rsidR="00CF6299" w:rsidRPr="007B4FE8">
        <w:rPr>
          <w:rFonts w:ascii="Garamond" w:hAnsi="Garamond" w:cs="Calibri"/>
          <w:sz w:val="22"/>
          <w:szCs w:val="22"/>
        </w:rPr>
        <w:t xml:space="preserve"> </w:t>
      </w:r>
      <w:r w:rsidR="00563781" w:rsidRPr="007B4FE8">
        <w:rPr>
          <w:rFonts w:ascii="Garamond" w:hAnsi="Garamond"/>
          <w:sz w:val="22"/>
          <w:szCs w:val="22"/>
        </w:rPr>
        <w:t>In tal caso</w:t>
      </w:r>
      <w:r w:rsidR="00563781">
        <w:rPr>
          <w:rFonts w:ascii="Garamond" w:hAnsi="Garamond"/>
          <w:sz w:val="22"/>
          <w:szCs w:val="22"/>
        </w:rPr>
        <w:t>, si indicano gli</w:t>
      </w:r>
      <w:r w:rsidR="00B776E8">
        <w:rPr>
          <w:rFonts w:ascii="Garamond" w:hAnsi="Garamond"/>
          <w:sz w:val="22"/>
          <w:szCs w:val="22"/>
        </w:rPr>
        <w:t xml:space="preserve"> </w:t>
      </w:r>
      <w:r w:rsidR="00CF6299" w:rsidRPr="007B4FE8">
        <w:rPr>
          <w:rFonts w:ascii="Garamond" w:hAnsi="Garamond" w:cs="Calibri"/>
          <w:sz w:val="22"/>
          <w:szCs w:val="22"/>
        </w:rPr>
        <w:t>estremi del provvedimento che dispone il controllo giudiziario o l’amministrazione giudiziaria prevista dall’art. 34 d</w:t>
      </w:r>
      <w:r w:rsidR="00B776E8">
        <w:rPr>
          <w:rFonts w:ascii="Garamond" w:hAnsi="Garamond" w:cs="Calibri"/>
          <w:sz w:val="22"/>
          <w:szCs w:val="22"/>
        </w:rPr>
        <w:t>i</w:t>
      </w:r>
      <w:r w:rsidR="00CF6299" w:rsidRPr="007B4FE8">
        <w:rPr>
          <w:rFonts w:ascii="Garamond" w:hAnsi="Garamond" w:cs="Calibri"/>
          <w:sz w:val="22"/>
          <w:szCs w:val="22"/>
        </w:rPr>
        <w:t xml:space="preserve"> predetto decreto</w:t>
      </w:r>
      <w:r w:rsidR="00B776E8">
        <w:rPr>
          <w:rFonts w:ascii="Garamond" w:hAnsi="Garamond" w:cs="Calibri"/>
          <w:sz w:val="22"/>
          <w:szCs w:val="22"/>
        </w:rPr>
        <w:t xml:space="preserve">: </w:t>
      </w:r>
      <w:permStart w:id="1953581103" w:edGrp="everyone"/>
      <w:permStart w:id="326132619" w:edGrp="everyone"/>
      <w:r w:rsidR="00CF6299" w:rsidRPr="007B4FE8">
        <w:rPr>
          <w:rStyle w:val="Testosegnaposto"/>
          <w:rFonts w:ascii="Garamond" w:hAnsi="Garamond"/>
          <w:sz w:val="16"/>
        </w:rPr>
        <w:t>Fare clic qui per immettere testo.</w:t>
      </w:r>
      <w:permEnd w:id="1953581103"/>
      <w:r w:rsidR="004F0FE8">
        <w:rPr>
          <w:rFonts w:ascii="Garamond" w:hAnsi="Garamond"/>
          <w:sz w:val="22"/>
          <w:szCs w:val="22"/>
        </w:rPr>
        <w:t>;</w:t>
      </w:r>
      <w:permEnd w:id="326132619"/>
    </w:p>
    <w:p w:rsidR="00475D3B" w:rsidRPr="002518DF" w:rsidRDefault="00475D3B" w:rsidP="00475D3B">
      <w:pPr>
        <w:pStyle w:val="Paragrafoelenco"/>
        <w:numPr>
          <w:ilvl w:val="0"/>
          <w:numId w:val="2"/>
        </w:numPr>
        <w:spacing w:line="360" w:lineRule="auto"/>
        <w:ind w:left="426" w:hanging="426"/>
        <w:jc w:val="both"/>
        <w:rPr>
          <w:rFonts w:ascii="Garamond" w:hAnsi="Garamond"/>
          <w:sz w:val="22"/>
          <w:szCs w:val="22"/>
        </w:rPr>
      </w:pPr>
      <w:r w:rsidRPr="004B339A">
        <w:rPr>
          <w:rFonts w:ascii="Garamond" w:hAnsi="Garamond"/>
          <w:b/>
          <w:sz w:val="22"/>
          <w:szCs w:val="22"/>
        </w:rPr>
        <w:t xml:space="preserve">dichiara </w:t>
      </w:r>
      <w:r w:rsidRPr="004B339A">
        <w:rPr>
          <w:rFonts w:ascii="Garamond" w:hAnsi="Garamond"/>
          <w:sz w:val="22"/>
          <w:szCs w:val="22"/>
        </w:rPr>
        <w:t xml:space="preserve">di non trovarsi nelle condizioni di cui all’art. 80, comma 5, lett. c-bis) e c-ter), del </w:t>
      </w:r>
      <w:r w:rsidRPr="008D4D2B">
        <w:rPr>
          <w:rFonts w:ascii="Garamond" w:hAnsi="Garamond"/>
          <w:i/>
          <w:sz w:val="22"/>
          <w:szCs w:val="22"/>
        </w:rPr>
        <w:t>Codice</w:t>
      </w:r>
      <w:r>
        <w:rPr>
          <w:rFonts w:ascii="Garamond" w:hAnsi="Garamond"/>
          <w:sz w:val="22"/>
          <w:szCs w:val="22"/>
        </w:rPr>
        <w:t>;</w:t>
      </w:r>
    </w:p>
    <w:p w:rsidR="007D19E8" w:rsidRPr="007D19E8" w:rsidRDefault="007D19E8" w:rsidP="00475D3B">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lastRenderedPageBreak/>
        <w:t>(</w:t>
      </w:r>
      <w:r w:rsidR="00DD016C" w:rsidRPr="000C302F">
        <w:rPr>
          <w:rFonts w:ascii="Garamond" w:hAnsi="Garamond"/>
          <w:i/>
          <w:sz w:val="22"/>
          <w:szCs w:val="22"/>
        </w:rPr>
        <w:t>per gli operatori economici non residenti e privi di stabile organizzazione in Italia</w:t>
      </w:r>
      <w:r w:rsidRPr="007B4FE8">
        <w:rPr>
          <w:rFonts w:ascii="Garamond" w:hAnsi="Garamond" w:cs="Calibri"/>
          <w:i/>
          <w:sz w:val="22"/>
          <w:szCs w:val="22"/>
        </w:rPr>
        <w:t xml:space="preserve">, selezionare il box successivo </w:t>
      </w:r>
      <w:r w:rsidR="0051754F">
        <w:rPr>
          <w:rFonts w:ascii="Garamond" w:hAnsi="Garamond" w:cs="Calibri"/>
          <w:i/>
          <w:sz w:val="22"/>
          <w:szCs w:val="22"/>
        </w:rPr>
        <w:t>se applicabile</w:t>
      </w:r>
      <w:r w:rsidRPr="007B4FE8">
        <w:rPr>
          <w:rFonts w:ascii="Garamond" w:hAnsi="Garamond" w:cs="Calibri"/>
          <w:sz w:val="22"/>
          <w:szCs w:val="22"/>
        </w:rPr>
        <w:t>)</w:t>
      </w:r>
      <w:r w:rsidR="00A9281F">
        <w:rPr>
          <w:rFonts w:ascii="Garamond" w:hAnsi="Garamond" w:cs="Calibri"/>
          <w:sz w:val="22"/>
          <w:szCs w:val="22"/>
        </w:rPr>
        <w:t>:</w:t>
      </w:r>
    </w:p>
    <w:p w:rsidR="00475D3B" w:rsidRPr="000C302F" w:rsidRDefault="007B2C30" w:rsidP="007D19E8">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475D3B" w:rsidRPr="000C302F">
        <w:rPr>
          <w:rFonts w:ascii="Garamond" w:hAnsi="Garamond"/>
          <w:sz w:val="22"/>
          <w:szCs w:val="22"/>
        </w:rPr>
        <w:t xml:space="preserve"> </w:t>
      </w:r>
      <w:r w:rsidR="00475D3B">
        <w:rPr>
          <w:rFonts w:ascii="Garamond" w:hAnsi="Garamond"/>
          <w:b/>
          <w:sz w:val="22"/>
          <w:szCs w:val="22"/>
        </w:rPr>
        <w:t xml:space="preserve">si impegna </w:t>
      </w:r>
      <w:r w:rsidR="00475D3B" w:rsidRPr="00B078C2">
        <w:rPr>
          <w:rFonts w:ascii="Garamond" w:hAnsi="Garamond"/>
          <w:sz w:val="22"/>
          <w:szCs w:val="22"/>
        </w:rPr>
        <w:t>ad</w:t>
      </w:r>
      <w:r w:rsidR="00475D3B" w:rsidRPr="000C302F">
        <w:rPr>
          <w:rFonts w:ascii="Garamond" w:hAnsi="Garamond"/>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p w:rsidR="00475D3B" w:rsidRPr="00754A99" w:rsidRDefault="00475D3B" w:rsidP="00475D3B">
      <w:pPr>
        <w:pStyle w:val="Paragrafoelenco"/>
        <w:numPr>
          <w:ilvl w:val="0"/>
          <w:numId w:val="2"/>
        </w:numPr>
        <w:spacing w:line="360" w:lineRule="auto"/>
        <w:ind w:left="426" w:hanging="426"/>
        <w:jc w:val="both"/>
        <w:rPr>
          <w:rFonts w:ascii="Garamond" w:hAnsi="Garamond" w:cs="Calibri"/>
          <w:b/>
          <w:sz w:val="22"/>
          <w:szCs w:val="22"/>
        </w:rPr>
      </w:pPr>
      <w:r w:rsidRPr="00754A99">
        <w:rPr>
          <w:rFonts w:ascii="Garamond" w:hAnsi="Garamond" w:cs="Calibri"/>
          <w:sz w:val="22"/>
          <w:szCs w:val="22"/>
        </w:rPr>
        <w:t>(</w:t>
      </w:r>
      <w:r w:rsidRPr="00754A99">
        <w:rPr>
          <w:rFonts w:ascii="Garamond" w:hAnsi="Garamond" w:cs="Calibri"/>
          <w:i/>
          <w:sz w:val="22"/>
          <w:szCs w:val="22"/>
        </w:rPr>
        <w:t>dichiarazione eventuale</w:t>
      </w:r>
      <w:r>
        <w:rPr>
          <w:rFonts w:ascii="Garamond" w:hAnsi="Garamond" w:cs="Calibri"/>
          <w:i/>
          <w:sz w:val="22"/>
          <w:szCs w:val="22"/>
        </w:rPr>
        <w:t>,</w:t>
      </w:r>
      <w:r w:rsidRPr="00754A99">
        <w:rPr>
          <w:rFonts w:ascii="Garamond" w:hAnsi="Garamond" w:cs="Calibri"/>
          <w:i/>
          <w:sz w:val="22"/>
          <w:szCs w:val="22"/>
        </w:rPr>
        <w:t xml:space="preserve"> selezionare il box successivo ove si intenda rilasciare la relativa dichiarazione</w:t>
      </w:r>
      <w:r w:rsidRPr="00754A99">
        <w:rPr>
          <w:rFonts w:ascii="Garamond" w:hAnsi="Garamond" w:cs="Calibri"/>
          <w:sz w:val="22"/>
          <w:szCs w:val="22"/>
        </w:rPr>
        <w:t>)</w:t>
      </w:r>
    </w:p>
    <w:p w:rsidR="007B2C30" w:rsidRDefault="007B2C30" w:rsidP="007B2C30">
      <w:pPr>
        <w:pStyle w:val="Paragrafoelenco"/>
        <w:spacing w:line="360" w:lineRule="auto"/>
        <w:ind w:left="426"/>
        <w:jc w:val="both"/>
        <w:rPr>
          <w:rFonts w:ascii="Garamond" w:hAnsi="Garamond" w:cs="Arial"/>
          <w:sz w:val="22"/>
          <w:szCs w:val="22"/>
        </w:rPr>
      </w:pPr>
      <w:permStart w:id="664565231" w:edGrp="everyone"/>
      <w:r w:rsidRPr="002E4B43">
        <w:rPr>
          <w:rFonts w:ascii="Segoe UI Symbol" w:eastAsia="MS Gothic" w:hAnsi="Segoe UI Symbol" w:cs="Segoe UI Symbol"/>
          <w:sz w:val="22"/>
          <w:szCs w:val="22"/>
        </w:rPr>
        <w:t>☐</w:t>
      </w:r>
      <w:permEnd w:id="664565231"/>
      <w:r w:rsidRPr="007B4FE8">
        <w:rPr>
          <w:rFonts w:ascii="Garamond" w:hAnsi="Garamond"/>
          <w:sz w:val="22"/>
          <w:szCs w:val="22"/>
        </w:rPr>
        <w:t xml:space="preserve"> </w:t>
      </w:r>
      <w:r w:rsidRPr="007B4FE8">
        <w:rPr>
          <w:rFonts w:ascii="Garamond" w:hAnsi="Garamond"/>
          <w:b/>
          <w:sz w:val="22"/>
          <w:szCs w:val="22"/>
        </w:rPr>
        <w:t>dichiara</w:t>
      </w:r>
      <w:r w:rsidRPr="007B4FE8">
        <w:rPr>
          <w:rFonts w:ascii="Garamond" w:hAnsi="Garamond"/>
          <w:sz w:val="22"/>
          <w:szCs w:val="22"/>
        </w:rPr>
        <w:t xml:space="preserve"> </w:t>
      </w:r>
      <w:r w:rsidR="00475D3B" w:rsidRPr="00754A99">
        <w:rPr>
          <w:rFonts w:ascii="Garamond" w:hAnsi="Garamond" w:cs="Calibri"/>
          <w:sz w:val="22"/>
          <w:szCs w:val="22"/>
        </w:rPr>
        <w:t>che</w:t>
      </w:r>
      <w:r w:rsidR="00475D3B" w:rsidRPr="00754A99">
        <w:rPr>
          <w:rFonts w:ascii="Garamond" w:hAnsi="Garamond" w:cs="Calibri"/>
          <w:b/>
          <w:sz w:val="22"/>
          <w:szCs w:val="22"/>
        </w:rPr>
        <w:t xml:space="preserve"> </w:t>
      </w:r>
      <w:r w:rsidR="00475D3B" w:rsidRPr="00754A99">
        <w:rPr>
          <w:rFonts w:ascii="Garamond" w:hAnsi="Garamond" w:cs="Arial"/>
          <w:sz w:val="22"/>
          <w:szCs w:val="22"/>
        </w:rPr>
        <w:t xml:space="preserve">non è in grado, </w:t>
      </w:r>
      <w:bookmarkStart w:id="5" w:name="_Hlk57369497"/>
      <w:r w:rsidR="00475D3B" w:rsidRPr="00754A99">
        <w:rPr>
          <w:rFonts w:ascii="Garamond" w:hAnsi="Garamond" w:cs="Arial"/>
          <w:b/>
          <w:sz w:val="22"/>
          <w:szCs w:val="22"/>
          <w:u w:val="single"/>
        </w:rPr>
        <w:t>per i seguenti motivi</w:t>
      </w:r>
      <w:r w:rsidR="00475D3B" w:rsidRPr="00B801B6">
        <w:rPr>
          <w:rFonts w:ascii="Garamond" w:hAnsi="Garamond" w:cs="Arial"/>
          <w:b/>
          <w:sz w:val="22"/>
          <w:szCs w:val="22"/>
        </w:rPr>
        <w:t xml:space="preserve"> </w:t>
      </w:r>
      <w:bookmarkEnd w:id="5"/>
      <w:permStart w:id="126696294" w:edGrp="everyone"/>
      <w:r w:rsidR="00475D3B" w:rsidRPr="00754A99">
        <w:rPr>
          <w:rStyle w:val="Testosegnaposto"/>
          <w:rFonts w:ascii="Garamond" w:hAnsi="Garamond"/>
          <w:sz w:val="16"/>
        </w:rPr>
        <w:t>Fare clic qui per immettere testo.</w:t>
      </w:r>
      <w:permEnd w:id="126696294"/>
      <w:r w:rsidR="00475D3B" w:rsidRPr="00754A99">
        <w:rPr>
          <w:rFonts w:ascii="Garamond" w:hAnsi="Garamond" w:cs="Arial"/>
          <w:sz w:val="22"/>
          <w:szCs w:val="22"/>
        </w:rPr>
        <w:t xml:space="preserve">, di dimostrare il possesso </w:t>
      </w:r>
      <w:r w:rsidR="00475D3B">
        <w:rPr>
          <w:rFonts w:ascii="Garamond" w:hAnsi="Garamond" w:cs="Arial"/>
          <w:sz w:val="22"/>
          <w:szCs w:val="22"/>
        </w:rPr>
        <w:t>dei requisiti</w:t>
      </w:r>
      <w:r w:rsidR="00475D3B" w:rsidRPr="00754A99">
        <w:rPr>
          <w:rFonts w:ascii="Garamond" w:hAnsi="Garamond" w:cs="Arial"/>
          <w:sz w:val="22"/>
          <w:szCs w:val="22"/>
        </w:rPr>
        <w:t xml:space="preserve"> di capacità economico-</w:t>
      </w:r>
      <w:r w:rsidR="00475D3B" w:rsidRPr="005055C9">
        <w:rPr>
          <w:rFonts w:ascii="Garamond" w:hAnsi="Garamond" w:cs="Arial"/>
          <w:sz w:val="22"/>
          <w:szCs w:val="22"/>
        </w:rPr>
        <w:t xml:space="preserve">finanziaria </w:t>
      </w:r>
      <w:r w:rsidR="00475D3B">
        <w:rPr>
          <w:rFonts w:ascii="Garamond" w:hAnsi="Garamond" w:cs="Arial"/>
          <w:sz w:val="22"/>
          <w:szCs w:val="22"/>
        </w:rPr>
        <w:t>previsti</w:t>
      </w:r>
      <w:r w:rsidR="00475D3B" w:rsidRPr="005055C9">
        <w:rPr>
          <w:rFonts w:ascii="Garamond" w:hAnsi="Garamond" w:cs="Arial"/>
          <w:sz w:val="22"/>
          <w:szCs w:val="22"/>
        </w:rPr>
        <w:t xml:space="preserve"> dal Disciplinare di gara e</w:t>
      </w:r>
      <w:r w:rsidR="00475D3B">
        <w:rPr>
          <w:rFonts w:ascii="Garamond" w:hAnsi="Garamond" w:cs="Arial"/>
          <w:sz w:val="22"/>
          <w:szCs w:val="22"/>
        </w:rPr>
        <w:t>,</w:t>
      </w:r>
      <w:r w:rsidR="00475D3B" w:rsidRPr="00754A99">
        <w:rPr>
          <w:rFonts w:ascii="Garamond" w:hAnsi="Garamond" w:cs="Arial"/>
          <w:sz w:val="22"/>
          <w:szCs w:val="22"/>
        </w:rPr>
        <w:t xml:space="preserve"> pertanto</w:t>
      </w:r>
      <w:r w:rsidR="00475D3B">
        <w:rPr>
          <w:rFonts w:ascii="Garamond" w:hAnsi="Garamond" w:cs="Arial"/>
          <w:sz w:val="22"/>
          <w:szCs w:val="22"/>
        </w:rPr>
        <w:t xml:space="preserve">, li dimostra come segue </w:t>
      </w:r>
      <w:permStart w:id="2057725528" w:edGrp="everyone"/>
      <w:r w:rsidR="00475D3B" w:rsidRPr="00754A99">
        <w:rPr>
          <w:rStyle w:val="Testosegnaposto"/>
          <w:rFonts w:ascii="Garamond" w:hAnsi="Garamond"/>
          <w:sz w:val="16"/>
        </w:rPr>
        <w:t>Fare clic qui per immettere testo.</w:t>
      </w:r>
      <w:permEnd w:id="2057725528"/>
      <w:r w:rsidR="00305107">
        <w:rPr>
          <w:rFonts w:ascii="Garamond" w:hAnsi="Garamond" w:cs="Arial"/>
          <w:sz w:val="22"/>
          <w:szCs w:val="22"/>
        </w:rPr>
        <w:t>;</w:t>
      </w:r>
    </w:p>
    <w:p w:rsidR="007B2C30" w:rsidRPr="007B2C30" w:rsidRDefault="007B2C30" w:rsidP="007B2C30">
      <w:pPr>
        <w:pStyle w:val="Paragrafoelenco"/>
        <w:numPr>
          <w:ilvl w:val="0"/>
          <w:numId w:val="2"/>
        </w:numPr>
        <w:spacing w:line="360" w:lineRule="auto"/>
        <w:ind w:left="426" w:hanging="426"/>
        <w:jc w:val="both"/>
        <w:rPr>
          <w:rFonts w:ascii="Garamond" w:hAnsi="Garamond" w:cs="Calibri"/>
          <w:sz w:val="22"/>
          <w:szCs w:val="22"/>
        </w:rPr>
      </w:pPr>
      <w:permStart w:id="990906409" w:edGrp="everyone"/>
      <w:r w:rsidRPr="002E4B43">
        <w:rPr>
          <w:rFonts w:ascii="Segoe UI Symbol" w:eastAsia="MS Gothic" w:hAnsi="Segoe UI Symbol" w:cs="Segoe UI Symbol"/>
          <w:sz w:val="22"/>
          <w:szCs w:val="22"/>
        </w:rPr>
        <w:t>☐</w:t>
      </w:r>
      <w:permEnd w:id="990906409"/>
      <w:r w:rsidRPr="007B4FE8">
        <w:rPr>
          <w:rFonts w:ascii="Garamond" w:hAnsi="Garamond"/>
          <w:sz w:val="22"/>
          <w:szCs w:val="22"/>
        </w:rPr>
        <w:t xml:space="preserve"> </w:t>
      </w:r>
      <w:r w:rsidRPr="007B4FE8">
        <w:rPr>
          <w:rFonts w:ascii="Garamond" w:hAnsi="Garamond"/>
          <w:b/>
          <w:sz w:val="22"/>
          <w:szCs w:val="22"/>
        </w:rPr>
        <w:t>dichiara</w:t>
      </w:r>
      <w:r w:rsidRPr="007B2C30">
        <w:rPr>
          <w:rFonts w:ascii="Garamond" w:hAnsi="Garamond"/>
          <w:sz w:val="22"/>
          <w:szCs w:val="22"/>
        </w:rPr>
        <w:t xml:space="preserve">, </w:t>
      </w:r>
      <w:r w:rsidR="00305107">
        <w:rPr>
          <w:rFonts w:ascii="Garamond" w:hAnsi="Garamond"/>
          <w:sz w:val="22"/>
          <w:szCs w:val="22"/>
        </w:rPr>
        <w:t>altresì</w:t>
      </w:r>
      <w:r w:rsidRPr="007B2C30">
        <w:rPr>
          <w:rFonts w:ascii="Garamond" w:hAnsi="Garamond"/>
          <w:sz w:val="22"/>
          <w:szCs w:val="22"/>
        </w:rPr>
        <w:t xml:space="preserve">, di aver commesso una  grave violazione  in materia contributiva e previdenziali, </w:t>
      </w:r>
      <w:r w:rsidRPr="00305107">
        <w:rPr>
          <w:rFonts w:ascii="Garamond" w:hAnsi="Garamond"/>
          <w:i/>
          <w:iCs/>
          <w:sz w:val="22"/>
          <w:szCs w:val="22"/>
        </w:rPr>
        <w:t>in quanto trattasi di violazione ostativa al rilascio del Documento Unico di Regolarit</w:t>
      </w:r>
      <w:r w:rsidR="00305107" w:rsidRPr="00305107">
        <w:rPr>
          <w:rFonts w:ascii="Garamond" w:hAnsi="Garamond"/>
          <w:i/>
          <w:iCs/>
          <w:sz w:val="22"/>
          <w:szCs w:val="22"/>
        </w:rPr>
        <w:t>à</w:t>
      </w:r>
      <w:r w:rsidRPr="00305107">
        <w:rPr>
          <w:rFonts w:ascii="Garamond" w:hAnsi="Garamond"/>
          <w:i/>
          <w:iCs/>
          <w:sz w:val="22"/>
          <w:szCs w:val="22"/>
        </w:rPr>
        <w:t xml:space="preserve"> Contributiva</w:t>
      </w:r>
      <w:r w:rsidR="00305107">
        <w:rPr>
          <w:rFonts w:ascii="Garamond" w:hAnsi="Garamond"/>
          <w:i/>
          <w:iCs/>
          <w:sz w:val="22"/>
          <w:szCs w:val="22"/>
        </w:rPr>
        <w:t xml:space="preserve"> </w:t>
      </w:r>
      <w:r w:rsidR="00305107" w:rsidRPr="00305107">
        <w:rPr>
          <w:rFonts w:ascii="Garamond" w:hAnsi="Garamond"/>
          <w:b/>
          <w:bCs/>
          <w:i/>
          <w:iCs/>
          <w:sz w:val="22"/>
          <w:szCs w:val="22"/>
        </w:rPr>
        <w:t>(</w:t>
      </w:r>
      <w:r w:rsidRPr="00305107">
        <w:rPr>
          <w:rFonts w:ascii="Garamond" w:hAnsi="Garamond"/>
          <w:b/>
          <w:bCs/>
          <w:i/>
          <w:iCs/>
          <w:sz w:val="22"/>
          <w:szCs w:val="22"/>
        </w:rPr>
        <w:t>Durc)</w:t>
      </w:r>
      <w:r w:rsidRPr="00305107">
        <w:rPr>
          <w:rFonts w:ascii="Garamond" w:hAnsi="Garamond"/>
          <w:i/>
          <w:iCs/>
          <w:sz w:val="22"/>
          <w:szCs w:val="22"/>
        </w:rPr>
        <w:t xml:space="preserve">, </w:t>
      </w:r>
      <w:r w:rsidRPr="007B2C30">
        <w:rPr>
          <w:rFonts w:ascii="Garamond" w:hAnsi="Garamond"/>
          <w:sz w:val="22"/>
          <w:szCs w:val="22"/>
        </w:rPr>
        <w:t>ma che a giudizio dell</w:t>
      </w:r>
      <w:r w:rsidR="00305107">
        <w:rPr>
          <w:rFonts w:ascii="Garamond" w:hAnsi="Garamond"/>
          <w:sz w:val="22"/>
          <w:szCs w:val="22"/>
        </w:rPr>
        <w:t>’</w:t>
      </w:r>
      <w:r w:rsidRPr="007B2C30">
        <w:rPr>
          <w:rFonts w:ascii="Garamond" w:hAnsi="Garamond"/>
          <w:sz w:val="22"/>
          <w:szCs w:val="22"/>
        </w:rPr>
        <w:t xml:space="preserve">operatore, non  costituisce causa di esclusione ai  sensi dell’art dell’art. </w:t>
      </w:r>
      <w:r w:rsidRPr="00305107">
        <w:rPr>
          <w:rFonts w:ascii="Garamond" w:hAnsi="Garamond"/>
          <w:b/>
          <w:bCs/>
          <w:i/>
          <w:iCs/>
          <w:sz w:val="22"/>
          <w:szCs w:val="22"/>
        </w:rPr>
        <w:t>80, comma 5  del Codice degli Appalti</w:t>
      </w:r>
      <w:r w:rsidR="00305107">
        <w:rPr>
          <w:rFonts w:ascii="Garamond" w:hAnsi="Garamond"/>
          <w:b/>
          <w:bCs/>
          <w:sz w:val="22"/>
          <w:szCs w:val="22"/>
        </w:rPr>
        <w:t>,</w:t>
      </w:r>
      <w:r w:rsidRPr="00305107">
        <w:rPr>
          <w:rFonts w:ascii="Garamond" w:hAnsi="Garamond"/>
          <w:b/>
          <w:bCs/>
          <w:i/>
          <w:iCs/>
          <w:sz w:val="22"/>
          <w:szCs w:val="22"/>
        </w:rPr>
        <w:t xml:space="preserve"> </w:t>
      </w:r>
      <w:r w:rsidR="00305107" w:rsidRPr="00754A99">
        <w:rPr>
          <w:rFonts w:ascii="Garamond" w:hAnsi="Garamond" w:cs="Arial"/>
          <w:b/>
          <w:sz w:val="22"/>
          <w:szCs w:val="22"/>
          <w:u w:val="single"/>
        </w:rPr>
        <w:t>per i seguenti motivi</w:t>
      </w:r>
      <w:r w:rsidR="00305107" w:rsidRPr="00B801B6">
        <w:rPr>
          <w:rFonts w:ascii="Garamond" w:hAnsi="Garamond" w:cs="Arial"/>
          <w:b/>
          <w:sz w:val="22"/>
          <w:szCs w:val="22"/>
        </w:rPr>
        <w:t xml:space="preserve"> </w:t>
      </w:r>
      <w:permStart w:id="1679172709" w:edGrp="everyone"/>
      <w:r w:rsidR="00305107" w:rsidRPr="00754A99">
        <w:rPr>
          <w:rStyle w:val="Testosegnaposto"/>
          <w:rFonts w:ascii="Garamond" w:hAnsi="Garamond"/>
          <w:sz w:val="16"/>
        </w:rPr>
        <w:t>Fare clic qui per immettere testo.</w:t>
      </w:r>
      <w:permEnd w:id="1679172709"/>
      <w:r w:rsidR="00305107">
        <w:rPr>
          <w:rFonts w:ascii="Garamond" w:hAnsi="Garamond" w:cs="Arial"/>
          <w:sz w:val="22"/>
          <w:szCs w:val="22"/>
        </w:rPr>
        <w:t>.</w:t>
      </w:r>
    </w:p>
    <w:p w:rsidR="004D5941" w:rsidRPr="00475D3B" w:rsidRDefault="004D5941" w:rsidP="00475D3B">
      <w:pPr>
        <w:pStyle w:val="Paragrafoelenco"/>
        <w:spacing w:line="360" w:lineRule="auto"/>
        <w:ind w:left="426"/>
        <w:jc w:val="both"/>
        <w:rPr>
          <w:rFonts w:ascii="Garamond" w:hAnsi="Garamond" w:cs="Arial"/>
          <w:i/>
          <w:sz w:val="18"/>
          <w:szCs w:val="18"/>
        </w:rPr>
      </w:pPr>
    </w:p>
    <w:p w:rsidR="00B42FAE" w:rsidRPr="00CF04A7" w:rsidRDefault="00B42FAE" w:rsidP="00B42FAE">
      <w:pPr>
        <w:jc w:val="both"/>
        <w:rPr>
          <w:rFonts w:ascii="Garamond" w:hAnsi="Garamond" w:cs="Arial"/>
          <w:i/>
          <w:sz w:val="18"/>
          <w:szCs w:val="18"/>
        </w:rPr>
      </w:pPr>
      <w:r w:rsidRPr="00CF04A7">
        <w:rPr>
          <w:rFonts w:ascii="Garamond" w:hAnsi="Garamond" w:cs="Arial"/>
          <w:i/>
          <w:sz w:val="18"/>
          <w:szCs w:val="18"/>
        </w:rPr>
        <w:t xml:space="preserve">Si avvisano i concorrenti che, ai sensi dell’art. 76 </w:t>
      </w:r>
      <w:r w:rsidR="0008709A" w:rsidRPr="00CF04A7">
        <w:rPr>
          <w:rFonts w:ascii="Garamond" w:hAnsi="Garamond" w:cs="Arial"/>
          <w:i/>
          <w:sz w:val="18"/>
          <w:szCs w:val="18"/>
        </w:rPr>
        <w:t>D</w:t>
      </w:r>
      <w:r w:rsidRPr="00CF04A7">
        <w:rPr>
          <w:rFonts w:ascii="Garamond" w:hAnsi="Garamond" w:cs="Arial"/>
          <w:i/>
          <w:sz w:val="18"/>
          <w:szCs w:val="18"/>
        </w:rPr>
        <w:t>.P.R.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rsidR="00A04AB4" w:rsidRPr="00CF04A7" w:rsidRDefault="00A04AB4" w:rsidP="00B42FAE">
      <w:pPr>
        <w:jc w:val="both"/>
        <w:rPr>
          <w:rFonts w:ascii="Garamond" w:hAnsi="Garamond" w:cs="Arial"/>
          <w:sz w:val="18"/>
          <w:szCs w:val="18"/>
        </w:rPr>
      </w:pPr>
    </w:p>
    <w:p w:rsidR="001604EF" w:rsidRDefault="004C60B1" w:rsidP="00FE209D">
      <w:pPr>
        <w:pStyle w:val="sche4"/>
        <w:spacing w:line="360" w:lineRule="auto"/>
        <w:jc w:val="left"/>
        <w:rPr>
          <w:rFonts w:ascii="Garamond" w:hAnsi="Garamond" w:cs="Arial"/>
          <w:sz w:val="22"/>
          <w:szCs w:val="22"/>
          <w:lang w:val="it-IT"/>
        </w:rPr>
      </w:pPr>
      <w:permStart w:id="1825338294" w:edGrp="everyone"/>
      <w:r w:rsidRPr="00CF04A7">
        <w:rPr>
          <w:rStyle w:val="Testosegnaposto"/>
          <w:rFonts w:ascii="Garamond" w:hAnsi="Garamond"/>
          <w:sz w:val="16"/>
          <w:lang w:val="it-IT"/>
        </w:rPr>
        <w:t>Fare clic qui per immettere testo.</w:t>
      </w:r>
      <w:permEnd w:id="1825338294"/>
      <w:r w:rsidR="00F94038" w:rsidRPr="00CF04A7">
        <w:rPr>
          <w:rFonts w:ascii="Garamond" w:hAnsi="Garamond" w:cs="Arial"/>
          <w:sz w:val="22"/>
          <w:szCs w:val="22"/>
          <w:lang w:val="it-IT"/>
        </w:rPr>
        <w:t xml:space="preserve">, lì </w:t>
      </w:r>
      <w:permStart w:id="1085478077" w:edGrp="everyone"/>
      <w:r w:rsidRPr="00CF04A7">
        <w:rPr>
          <w:rFonts w:ascii="Garamond" w:hAnsi="Garamond" w:cs="Arial"/>
          <w:sz w:val="22"/>
          <w:szCs w:val="22"/>
          <w:lang w:val="it-IT"/>
        </w:rPr>
        <w:t>__/__/____</w:t>
      </w:r>
      <w:permEnd w:id="1085478077"/>
      <w:r w:rsidR="00704A47" w:rsidRPr="00CF04A7">
        <w:rPr>
          <w:rFonts w:ascii="Garamond" w:hAnsi="Garamond" w:cs="Arial"/>
          <w:sz w:val="22"/>
          <w:szCs w:val="22"/>
          <w:lang w:val="it-IT"/>
        </w:rPr>
        <w:tab/>
      </w:r>
      <w:r w:rsidR="00475D3B">
        <w:rPr>
          <w:rFonts w:ascii="Garamond" w:hAnsi="Garamond" w:cs="Arial"/>
          <w:sz w:val="22"/>
          <w:szCs w:val="22"/>
          <w:lang w:val="it-IT"/>
        </w:rPr>
        <w:t xml:space="preserve"> </w:t>
      </w:r>
    </w:p>
    <w:p w:rsidR="00AC0746" w:rsidRDefault="00AC0746" w:rsidP="001604EF">
      <w:pPr>
        <w:pStyle w:val="sche4"/>
        <w:spacing w:line="360" w:lineRule="auto"/>
        <w:jc w:val="right"/>
        <w:rPr>
          <w:rFonts w:ascii="Garamond" w:hAnsi="Garamond" w:cs="Arial"/>
          <w:sz w:val="22"/>
          <w:szCs w:val="22"/>
          <w:lang w:val="it-IT"/>
        </w:rPr>
      </w:pPr>
    </w:p>
    <w:p w:rsidR="006142E4" w:rsidRPr="00CF04A7" w:rsidRDefault="005365DF" w:rsidP="001604EF">
      <w:pPr>
        <w:pStyle w:val="sche4"/>
        <w:spacing w:line="360" w:lineRule="auto"/>
        <w:jc w:val="right"/>
        <w:rPr>
          <w:rFonts w:ascii="Garamond" w:hAnsi="Garamond"/>
          <w:lang w:val="it-IT"/>
        </w:rPr>
      </w:pPr>
      <w:r>
        <w:rPr>
          <w:rFonts w:ascii="Garamond" w:hAnsi="Garamond" w:cs="Arial"/>
          <w:sz w:val="22"/>
          <w:szCs w:val="22"/>
          <w:lang w:val="it-IT"/>
        </w:rPr>
        <w:t>FIRMA</w:t>
      </w:r>
    </w:p>
    <w:sectPr w:rsidR="006142E4" w:rsidRPr="00CF04A7" w:rsidSect="000C60F9">
      <w:headerReference w:type="even" r:id="rId8"/>
      <w:footerReference w:type="even" r:id="rId9"/>
      <w:footerReference w:type="default" r:id="rId10"/>
      <w:headerReference w:type="first" r:id="rId11"/>
      <w:footerReference w:type="first" r:id="rId12"/>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E2D" w:rsidRDefault="00D27E2D">
      <w:r>
        <w:separator/>
      </w:r>
    </w:p>
  </w:endnote>
  <w:endnote w:type="continuationSeparator" w:id="0">
    <w:p w:rsidR="00D27E2D" w:rsidRDefault="00D27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0" w:rsidRDefault="00BC556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C5560" w:rsidRDefault="00BC556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0" w:rsidRPr="000C60F9" w:rsidRDefault="00BC5560">
    <w:pPr>
      <w:pStyle w:val="Pidipagina"/>
      <w:framePr w:wrap="around" w:vAnchor="text" w:hAnchor="margin" w:xAlign="right" w:y="1"/>
      <w:rPr>
        <w:rStyle w:val="Numeropagina"/>
        <w:rFonts w:ascii="Imprint MT Shadow" w:hAnsi="Imprint MT Shadow"/>
      </w:rPr>
    </w:pPr>
  </w:p>
  <w:tbl>
    <w:tblPr>
      <w:tblpPr w:leftFromText="187" w:rightFromText="187" w:bottomFromText="200" w:vertAnchor="text" w:tblpY="1"/>
      <w:tblW w:w="4854" w:type="pct"/>
      <w:tblLook w:val="00A0" w:firstRow="1" w:lastRow="0" w:firstColumn="1" w:lastColumn="0" w:noHBand="0" w:noVBand="0"/>
    </w:tblPr>
    <w:tblGrid>
      <w:gridCol w:w="2462"/>
      <w:gridCol w:w="4638"/>
      <w:gridCol w:w="2466"/>
    </w:tblGrid>
    <w:tr w:rsidR="008E4A05" w:rsidRPr="000C60F9" w:rsidTr="00AC0746">
      <w:trPr>
        <w:trHeight w:val="150"/>
      </w:trPr>
      <w:tc>
        <w:tcPr>
          <w:tcW w:w="1287" w:type="pct"/>
        </w:tcPr>
        <w:p w:rsidR="008E4A05" w:rsidRPr="000C60F9" w:rsidRDefault="008E4A05" w:rsidP="008E4A05">
          <w:pPr>
            <w:pStyle w:val="Intestazione"/>
            <w:rPr>
              <w:rFonts w:ascii="Imprint MT Shadow" w:eastAsia="MS Gothic" w:hAnsi="Imprint MT Shadow"/>
              <w:b/>
              <w:bCs/>
              <w:color w:val="4F81BD"/>
            </w:rPr>
          </w:pPr>
        </w:p>
      </w:tc>
      <w:tc>
        <w:tcPr>
          <w:tcW w:w="2424" w:type="pct"/>
          <w:hideMark/>
        </w:tcPr>
        <w:p w:rsidR="00D14F39" w:rsidRDefault="00D14F39" w:rsidP="00E61063">
          <w:pPr>
            <w:jc w:val="center"/>
            <w:rPr>
              <w:rFonts w:ascii="Imprint MT Shadow" w:eastAsia="MS Mincho" w:hAnsi="Imprint MT Shadow"/>
              <w:b/>
              <w:smallCaps/>
              <w:color w:val="0F243E"/>
            </w:rPr>
          </w:pPr>
        </w:p>
        <w:p w:rsidR="008E4A05" w:rsidRPr="00AC0746" w:rsidRDefault="00E61063" w:rsidP="00E61063">
          <w:pPr>
            <w:jc w:val="center"/>
            <w:rPr>
              <w:rFonts w:ascii="Imprint MT Shadow" w:eastAsia="MS Mincho" w:hAnsi="Imprint MT Shadow"/>
              <w:b/>
              <w:smallCaps/>
              <w:color w:val="0F243E"/>
              <w:sz w:val="22"/>
              <w:szCs w:val="22"/>
            </w:rPr>
          </w:pPr>
          <w:r w:rsidRPr="00AC0746">
            <w:rPr>
              <w:rFonts w:ascii="Imprint MT Shadow" w:eastAsia="MS Mincho" w:hAnsi="Imprint MT Shadow"/>
              <w:b/>
              <w:smallCaps/>
              <w:color w:val="0F243E"/>
              <w:sz w:val="22"/>
              <w:szCs w:val="22"/>
            </w:rPr>
            <w:t>Integrazione DGUE</w:t>
          </w:r>
        </w:p>
      </w:tc>
      <w:tc>
        <w:tcPr>
          <w:tcW w:w="1287" w:type="pct"/>
          <w:hideMark/>
        </w:tcPr>
        <w:p w:rsidR="008E4A05" w:rsidRPr="00AC0746" w:rsidRDefault="008E4A05" w:rsidP="008E4A05">
          <w:pPr>
            <w:pStyle w:val="Pidipagina"/>
            <w:jc w:val="right"/>
            <w:rPr>
              <w:rFonts w:asciiTheme="minorHAnsi" w:hAnsiTheme="minorHAnsi" w:cstheme="minorHAnsi"/>
              <w:sz w:val="22"/>
              <w:szCs w:val="22"/>
            </w:rPr>
          </w:pPr>
          <w:r w:rsidRPr="00AC0746">
            <w:rPr>
              <w:rFonts w:asciiTheme="minorHAnsi" w:hAnsiTheme="minorHAnsi" w:cstheme="minorHAnsi"/>
              <w:sz w:val="22"/>
              <w:szCs w:val="22"/>
            </w:rPr>
            <w:t xml:space="preserve">Pag. </w:t>
          </w:r>
          <w:r w:rsidRPr="00AC0746">
            <w:rPr>
              <w:rFonts w:asciiTheme="minorHAnsi" w:hAnsiTheme="minorHAnsi" w:cstheme="minorHAnsi"/>
              <w:sz w:val="22"/>
              <w:szCs w:val="22"/>
            </w:rPr>
            <w:fldChar w:fldCharType="begin"/>
          </w:r>
          <w:r w:rsidRPr="00AC0746">
            <w:rPr>
              <w:rFonts w:asciiTheme="minorHAnsi" w:hAnsiTheme="minorHAnsi" w:cstheme="minorHAnsi"/>
              <w:sz w:val="22"/>
              <w:szCs w:val="22"/>
            </w:rPr>
            <w:instrText>PAGE</w:instrText>
          </w:r>
          <w:r w:rsidRPr="00AC0746">
            <w:rPr>
              <w:rFonts w:asciiTheme="minorHAnsi" w:hAnsiTheme="minorHAnsi" w:cstheme="minorHAnsi"/>
              <w:sz w:val="22"/>
              <w:szCs w:val="22"/>
            </w:rPr>
            <w:fldChar w:fldCharType="separate"/>
          </w:r>
          <w:r w:rsidR="000E26F1">
            <w:rPr>
              <w:rFonts w:asciiTheme="minorHAnsi" w:hAnsiTheme="minorHAnsi" w:cstheme="minorHAnsi"/>
              <w:noProof/>
              <w:sz w:val="22"/>
              <w:szCs w:val="22"/>
            </w:rPr>
            <w:t>2</w:t>
          </w:r>
          <w:r w:rsidRPr="00AC0746">
            <w:rPr>
              <w:rFonts w:asciiTheme="minorHAnsi" w:hAnsiTheme="minorHAnsi" w:cstheme="minorHAnsi"/>
              <w:sz w:val="22"/>
              <w:szCs w:val="22"/>
            </w:rPr>
            <w:fldChar w:fldCharType="end"/>
          </w:r>
          <w:r w:rsidRPr="00AC0746">
            <w:rPr>
              <w:rFonts w:asciiTheme="minorHAnsi" w:hAnsiTheme="minorHAnsi" w:cstheme="minorHAnsi"/>
              <w:sz w:val="22"/>
              <w:szCs w:val="22"/>
            </w:rPr>
            <w:t xml:space="preserve"> di </w:t>
          </w:r>
          <w:r w:rsidRPr="00AC0746">
            <w:rPr>
              <w:rFonts w:asciiTheme="minorHAnsi" w:hAnsiTheme="minorHAnsi" w:cstheme="minorHAnsi"/>
              <w:sz w:val="22"/>
              <w:szCs w:val="22"/>
            </w:rPr>
            <w:fldChar w:fldCharType="begin"/>
          </w:r>
          <w:r w:rsidRPr="00AC0746">
            <w:rPr>
              <w:rFonts w:asciiTheme="minorHAnsi" w:hAnsiTheme="minorHAnsi" w:cstheme="minorHAnsi"/>
              <w:sz w:val="22"/>
              <w:szCs w:val="22"/>
            </w:rPr>
            <w:instrText>NUMPAGES</w:instrText>
          </w:r>
          <w:r w:rsidRPr="00AC0746">
            <w:rPr>
              <w:rFonts w:asciiTheme="minorHAnsi" w:hAnsiTheme="minorHAnsi" w:cstheme="minorHAnsi"/>
              <w:sz w:val="22"/>
              <w:szCs w:val="22"/>
            </w:rPr>
            <w:fldChar w:fldCharType="separate"/>
          </w:r>
          <w:r w:rsidR="000E26F1">
            <w:rPr>
              <w:rFonts w:asciiTheme="minorHAnsi" w:hAnsiTheme="minorHAnsi" w:cstheme="minorHAnsi"/>
              <w:noProof/>
              <w:sz w:val="22"/>
              <w:szCs w:val="22"/>
            </w:rPr>
            <w:t>4</w:t>
          </w:r>
          <w:r w:rsidRPr="00AC0746">
            <w:rPr>
              <w:rFonts w:asciiTheme="minorHAnsi" w:hAnsiTheme="minorHAnsi" w:cstheme="minorHAnsi"/>
              <w:sz w:val="22"/>
              <w:szCs w:val="22"/>
            </w:rPr>
            <w:fldChar w:fldCharType="end"/>
          </w:r>
        </w:p>
      </w:tc>
    </w:tr>
    <w:tr w:rsidR="008E4A05" w:rsidRPr="00BB06E4" w:rsidTr="00AC0746">
      <w:trPr>
        <w:trHeight w:val="150"/>
      </w:trPr>
      <w:tc>
        <w:tcPr>
          <w:tcW w:w="5000" w:type="pct"/>
          <w:gridSpan w:val="3"/>
        </w:tcPr>
        <w:p w:rsidR="008E4A05" w:rsidRPr="00D42159" w:rsidRDefault="00D14F39" w:rsidP="00D14F39">
          <w:pPr>
            <w:pStyle w:val="Pidipagina"/>
            <w:jc w:val="center"/>
            <w:rPr>
              <w:rFonts w:ascii="Imprint MT Shadow" w:hAnsi="Imprint MT Shadow" w:cs="Arial"/>
              <w:color w:val="0F243E"/>
              <w:sz w:val="16"/>
            </w:rPr>
          </w:pPr>
          <w:r w:rsidRPr="00D42159">
            <w:rPr>
              <w:rFonts w:ascii="Imprint MT Shadow" w:hAnsi="Imprint MT Shadow" w:cs="Arial"/>
              <w:color w:val="0F243E"/>
              <w:sz w:val="16"/>
            </w:rPr>
            <w:t xml:space="preserve">ASL Avellino – Via degli Imbimbo 10/12 – 83100 Avellino </w:t>
          </w:r>
        </w:p>
        <w:p w:rsidR="00D14F39" w:rsidRPr="000C60F9" w:rsidRDefault="00D14F39" w:rsidP="00D14F39">
          <w:pPr>
            <w:pStyle w:val="Pidipagina"/>
            <w:jc w:val="center"/>
            <w:rPr>
              <w:rFonts w:ascii="Imprint MT Shadow" w:hAnsi="Imprint MT Shadow"/>
              <w:lang w:val="en-US"/>
            </w:rPr>
          </w:pPr>
          <w:r>
            <w:rPr>
              <w:rFonts w:ascii="Imprint MT Shadow" w:hAnsi="Imprint MT Shadow" w:cs="Arial"/>
              <w:color w:val="0F243E"/>
              <w:sz w:val="16"/>
              <w:lang w:val="en-US"/>
            </w:rPr>
            <w:t>CF e P.IVA 02600160648</w:t>
          </w:r>
        </w:p>
      </w:tc>
    </w:tr>
  </w:tbl>
  <w:p w:rsidR="00BC5560" w:rsidRPr="000C60F9" w:rsidRDefault="00BC5560" w:rsidP="00F543E6">
    <w:pPr>
      <w:widowControl w:val="0"/>
      <w:rPr>
        <w:rFonts w:ascii="Imprint MT Shadow" w:eastAsia="Courier New" w:hAnsi="Imprint MT Shadow" w:cs="Courier New"/>
        <w:lang w:val="en-US" w:eastAsia="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CellMar>
        <w:top w:w="284" w:type="dxa"/>
        <w:left w:w="0" w:type="dxa"/>
        <w:right w:w="0" w:type="dxa"/>
      </w:tblCellMar>
      <w:tblLook w:val="04A0" w:firstRow="1" w:lastRow="0" w:firstColumn="1" w:lastColumn="0" w:noHBand="0" w:noVBand="1"/>
    </w:tblPr>
    <w:tblGrid>
      <w:gridCol w:w="1990"/>
      <w:gridCol w:w="5665"/>
      <w:gridCol w:w="1984"/>
    </w:tblGrid>
    <w:tr w:rsidR="00BC5560" w:rsidTr="00E3616A">
      <w:trPr>
        <w:trHeight w:val="22"/>
      </w:trPr>
      <w:tc>
        <w:tcPr>
          <w:tcW w:w="1990" w:type="dxa"/>
          <w:shd w:val="clear" w:color="auto" w:fill="auto"/>
          <w:vAlign w:val="center"/>
        </w:tcPr>
        <w:p w:rsidR="00BC5560" w:rsidRPr="00E3616A" w:rsidRDefault="00BC5560" w:rsidP="00E3616A">
          <w:pPr>
            <w:spacing w:before="120" w:after="120" w:line="360" w:lineRule="auto"/>
            <w:jc w:val="center"/>
            <w:rPr>
              <w:rFonts w:ascii="Garamond" w:hAnsi="Garamond"/>
              <w:sz w:val="20"/>
              <w:szCs w:val="20"/>
            </w:rPr>
          </w:pPr>
        </w:p>
      </w:tc>
      <w:tc>
        <w:tcPr>
          <w:tcW w:w="5665" w:type="dxa"/>
          <w:shd w:val="clear" w:color="auto" w:fill="auto"/>
          <w:vAlign w:val="center"/>
          <w:hideMark/>
        </w:tcPr>
        <w:p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b/>
              <w:sz w:val="16"/>
              <w:szCs w:val="20"/>
            </w:rPr>
            <w:t>SO.RE.SA. S.p.A.</w:t>
          </w:r>
          <w:r w:rsidRPr="00E3616A">
            <w:rPr>
              <w:rFonts w:ascii="Imprint MT Shadow" w:hAnsi="Imprint MT Shadow" w:cs="Arial"/>
              <w:sz w:val="16"/>
              <w:szCs w:val="20"/>
            </w:rPr>
            <w:t xml:space="preserve"> con unico Socio</w:t>
          </w:r>
        </w:p>
        <w:p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Sede Legale: Centro Direzionale Isola C1 - 80143 Napoli</w:t>
          </w:r>
        </w:p>
        <w:p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Capitale sociale: Euro 500.000,00 i.v.</w:t>
          </w:r>
        </w:p>
        <w:p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Codice Fiscale, Partita IVA e iscrizione al Registro delle Imprese di Napoli n. 04786681215</w:t>
          </w:r>
        </w:p>
        <w:p w:rsidR="00BC5560" w:rsidRPr="00E3616A" w:rsidRDefault="00BC5560" w:rsidP="00E3616A">
          <w:pPr>
            <w:spacing w:line="360" w:lineRule="auto"/>
            <w:jc w:val="center"/>
            <w:rPr>
              <w:rFonts w:ascii="Garamond" w:hAnsi="Garamond"/>
              <w:sz w:val="20"/>
              <w:szCs w:val="20"/>
              <w:lang w:val="en-US"/>
            </w:rPr>
          </w:pPr>
          <w:r w:rsidRPr="00E3616A">
            <w:rPr>
              <w:rFonts w:ascii="Imprint MT Shadow" w:hAnsi="Imprint MT Shadow" w:cs="Arial"/>
              <w:sz w:val="16"/>
              <w:szCs w:val="20"/>
              <w:lang w:val="en-US"/>
            </w:rPr>
            <w:t>Tel. 081 21 28 174 – Fax 081 75 00 012 - www.soresa.it</w:t>
          </w:r>
        </w:p>
      </w:tc>
      <w:tc>
        <w:tcPr>
          <w:tcW w:w="1984" w:type="dxa"/>
          <w:shd w:val="clear" w:color="auto" w:fill="auto"/>
          <w:vAlign w:val="center"/>
          <w:hideMark/>
        </w:tcPr>
        <w:p w:rsidR="00BC5560" w:rsidRPr="00E3616A" w:rsidRDefault="00BC5560" w:rsidP="00E3616A">
          <w:pPr>
            <w:pStyle w:val="Pidipagina"/>
            <w:jc w:val="right"/>
            <w:rPr>
              <w:rFonts w:ascii="Garamond" w:hAnsi="Garamond"/>
              <w:sz w:val="20"/>
              <w:szCs w:val="20"/>
            </w:rPr>
          </w:pPr>
          <w:r w:rsidRPr="00E3616A">
            <w:rPr>
              <w:sz w:val="20"/>
              <w:szCs w:val="20"/>
            </w:rPr>
            <w:t xml:space="preserve">Pag. </w:t>
          </w:r>
          <w:r w:rsidRPr="00E3616A">
            <w:rPr>
              <w:sz w:val="20"/>
              <w:szCs w:val="20"/>
            </w:rPr>
            <w:fldChar w:fldCharType="begin"/>
          </w:r>
          <w:r w:rsidRPr="00E3616A">
            <w:rPr>
              <w:sz w:val="20"/>
              <w:szCs w:val="20"/>
            </w:rPr>
            <w:instrText>PAGE</w:instrText>
          </w:r>
          <w:r w:rsidRPr="00E3616A">
            <w:rPr>
              <w:sz w:val="20"/>
              <w:szCs w:val="20"/>
            </w:rPr>
            <w:fldChar w:fldCharType="separate"/>
          </w:r>
          <w:r w:rsidRPr="00E3616A">
            <w:rPr>
              <w:noProof/>
              <w:sz w:val="20"/>
              <w:szCs w:val="20"/>
            </w:rPr>
            <w:t>1</w:t>
          </w:r>
          <w:r w:rsidRPr="00E3616A">
            <w:rPr>
              <w:sz w:val="20"/>
              <w:szCs w:val="20"/>
            </w:rPr>
            <w:fldChar w:fldCharType="end"/>
          </w:r>
          <w:r w:rsidRPr="00E3616A">
            <w:rPr>
              <w:sz w:val="20"/>
              <w:szCs w:val="20"/>
            </w:rPr>
            <w:t xml:space="preserve"> a </w:t>
          </w:r>
          <w:r w:rsidRPr="00E3616A">
            <w:rPr>
              <w:sz w:val="20"/>
              <w:szCs w:val="20"/>
            </w:rPr>
            <w:fldChar w:fldCharType="begin"/>
          </w:r>
          <w:r w:rsidRPr="00E3616A">
            <w:rPr>
              <w:sz w:val="20"/>
              <w:szCs w:val="20"/>
            </w:rPr>
            <w:instrText>NUMPAGES</w:instrText>
          </w:r>
          <w:r w:rsidRPr="00E3616A">
            <w:rPr>
              <w:sz w:val="20"/>
              <w:szCs w:val="20"/>
            </w:rPr>
            <w:fldChar w:fldCharType="separate"/>
          </w:r>
          <w:r w:rsidR="00935AC2">
            <w:rPr>
              <w:noProof/>
              <w:sz w:val="20"/>
              <w:szCs w:val="20"/>
            </w:rPr>
            <w:t>4</w:t>
          </w:r>
          <w:r w:rsidRPr="00E3616A">
            <w:rPr>
              <w:sz w:val="20"/>
              <w:szCs w:val="20"/>
            </w:rPr>
            <w:fldChar w:fldCharType="end"/>
          </w:r>
        </w:p>
        <w:p w:rsidR="00BC5560" w:rsidRPr="00E3616A" w:rsidRDefault="00C52A2B" w:rsidP="00E3616A">
          <w:pPr>
            <w:pStyle w:val="Pidipagina"/>
            <w:jc w:val="right"/>
            <w:rPr>
              <w:sz w:val="20"/>
              <w:szCs w:val="20"/>
            </w:rPr>
          </w:pPr>
          <w:r>
            <w:rPr>
              <w:noProof/>
              <w:sz w:val="16"/>
              <w:szCs w:val="20"/>
            </w:rPr>
            <w:fldChar w:fldCharType="begin"/>
          </w:r>
          <w:r w:rsidRPr="00E3616A">
            <w:rPr>
              <w:noProof/>
              <w:sz w:val="16"/>
              <w:szCs w:val="20"/>
            </w:rPr>
            <w:instrText xml:space="preserve"> FILENAME  \* Upper  \* MERGEFORMAT </w:instrText>
          </w:r>
          <w:r>
            <w:rPr>
              <w:noProof/>
              <w:sz w:val="16"/>
              <w:szCs w:val="20"/>
            </w:rPr>
            <w:fldChar w:fldCharType="separate"/>
          </w:r>
          <w:r w:rsidR="00935AC2">
            <w:rPr>
              <w:noProof/>
              <w:sz w:val="16"/>
              <w:szCs w:val="20"/>
            </w:rPr>
            <w:t>04. ALLEGATO A2BIS - INTEGRAZIONE DGUE</w:t>
          </w:r>
          <w:r>
            <w:rPr>
              <w:noProof/>
            </w:rPr>
            <w:fldChar w:fldCharType="end"/>
          </w:r>
        </w:p>
      </w:tc>
    </w:tr>
  </w:tbl>
  <w:p w:rsidR="00BC5560" w:rsidRDefault="00BC5560" w:rsidP="00AB12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E2D" w:rsidRDefault="00D27E2D">
      <w:r>
        <w:separator/>
      </w:r>
    </w:p>
  </w:footnote>
  <w:footnote w:type="continuationSeparator" w:id="0">
    <w:p w:rsidR="00D27E2D" w:rsidRDefault="00D27E2D">
      <w:r>
        <w:continuationSeparator/>
      </w:r>
    </w:p>
  </w:footnote>
  <w:footnote w:id="1">
    <w:p w:rsidR="00BC5560" w:rsidRPr="008D74EF" w:rsidRDefault="00BC5560" w:rsidP="00636352">
      <w:pPr>
        <w:pStyle w:val="Testonotaapidipagina"/>
      </w:pPr>
      <w:r w:rsidRPr="008D74EF">
        <w:rPr>
          <w:rStyle w:val="Rimandonotaapidipagina"/>
          <w:szCs w:val="18"/>
        </w:rPr>
        <w:footnoteRef/>
      </w:r>
      <w:r w:rsidRPr="008D74EF">
        <w:t xml:space="preserve"> Far riferimento </w:t>
      </w:r>
      <w:r w:rsidR="002E0BC4" w:rsidRPr="008D74EF">
        <w:t>all’istruzione</w:t>
      </w:r>
      <w:r w:rsidRPr="008D74EF">
        <w:t xml:space="preserve"> di compilazione riportate in calce al presente documento.</w:t>
      </w:r>
    </w:p>
  </w:footnote>
  <w:footnote w:id="2">
    <w:p w:rsidR="00BC5560" w:rsidRPr="008D74EF" w:rsidRDefault="00BC5560" w:rsidP="00636352">
      <w:pPr>
        <w:pStyle w:val="Testonotaapidipagina"/>
      </w:pPr>
      <w:r w:rsidRPr="008D74EF">
        <w:rPr>
          <w:rStyle w:val="Rimandonotaapidipagina"/>
          <w:szCs w:val="18"/>
        </w:rPr>
        <w:footnoteRef/>
      </w:r>
      <w:r w:rsidRPr="008D74EF">
        <w:t xml:space="preserve"> La dichiarazione deve essere </w:t>
      </w:r>
      <w:r>
        <w:t>resa</w:t>
      </w:r>
      <w:r w:rsidRPr="008D74EF">
        <w:t xml:space="preserve"> da un legale rappresentante o da un procuratore speciale</w:t>
      </w:r>
      <w:r>
        <w:t xml:space="preserve">/generale, </w:t>
      </w:r>
      <w:r w:rsidRPr="00DF2E6F">
        <w:t>purché dotato di firma digitale</w:t>
      </w:r>
      <w:r>
        <w:t xml:space="preserve">. </w:t>
      </w:r>
      <w:r w:rsidRPr="00DF2E6F">
        <w:t>In</w:t>
      </w:r>
      <w:r w:rsidRPr="008D74EF">
        <w:t xml:space="preserve"> quest’ultimo caso deve essere fornit</w:t>
      </w:r>
      <w:r>
        <w:t>a</w:t>
      </w:r>
      <w:r w:rsidRPr="008D74EF">
        <w:t xml:space="preserve"> dall’impresa la procura speciale </w:t>
      </w:r>
      <w:r>
        <w:rPr>
          <w:szCs w:val="16"/>
        </w:rPr>
        <w:t>o altra idonea documentazione</w:t>
      </w:r>
      <w:r w:rsidRPr="00142E44">
        <w:rPr>
          <w:szCs w:val="16"/>
        </w:rPr>
        <w:t xml:space="preserve"> </w:t>
      </w:r>
      <w:r w:rsidRPr="008D74EF">
        <w:t>da cui trae i poteri di firma</w:t>
      </w:r>
      <w:r>
        <w:t>.</w:t>
      </w:r>
    </w:p>
  </w:footnote>
  <w:footnote w:id="3">
    <w:p w:rsidR="00F41915" w:rsidRPr="00032A4A" w:rsidRDefault="00F41915" w:rsidP="00F41915">
      <w:pPr>
        <w:pStyle w:val="Testonotaapidipagina"/>
      </w:pPr>
      <w:r w:rsidRPr="00032A4A">
        <w:rPr>
          <w:rStyle w:val="Rimandonotaapidipagina"/>
          <w:rFonts w:eastAsia="Arial"/>
        </w:rPr>
        <w:footnoteRef/>
      </w:r>
      <w:r w:rsidRPr="00032A4A">
        <w:t xml:space="preserve"> Al fine di valutare l’eventuale grave illecito professionale previsto dall’art. 80, co. 5, lett. c), così come indicato dalle Linee Guida ANAC n. 6 (Deliberazione del Consiglio n. 1008/2017)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0" w:rsidRDefault="00D27E2D">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3" o:spid="_x0000_s2050" type="#_x0000_t75" style="position:absolute;margin-left:0;margin-top:0;width:481.75pt;height:681.4pt;z-index:-25165772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60" w:rsidRDefault="00D27E2D" w:rsidP="000C33D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2" o:spid="_x0000_s2049" type="#_x0000_t75" style="position:absolute;margin-left:0;margin-top:0;width:481.75pt;height:681.4pt;z-index:-251658752;mso-position-horizontal:center;mso-position-horizontal-relative:margin;mso-position-vertical:center;mso-position-vertical-relative:margin" o:allowincell="f">
          <v:imagedata r:id="rId1" o:title="soresa filigrana"/>
          <w10:wrap anchorx="margin" anchory="margin"/>
        </v:shape>
      </w:pict>
    </w:r>
    <w:r w:rsidR="00BB06E4">
      <w:rPr>
        <w:noProof/>
      </w:rPr>
      <w:drawing>
        <wp:anchor distT="0" distB="0" distL="114300" distR="114300" simplePos="0" relativeHeight="251656704" behindDoc="1" locked="0" layoutInCell="1" allowOverlap="1">
          <wp:simplePos x="0" y="0"/>
          <wp:positionH relativeFrom="column">
            <wp:posOffset>-5715</wp:posOffset>
          </wp:positionH>
          <wp:positionV relativeFrom="paragraph">
            <wp:posOffset>-440055</wp:posOffset>
          </wp:positionV>
          <wp:extent cx="6120130" cy="1082040"/>
          <wp:effectExtent l="0" t="0" r="0" b="0"/>
          <wp:wrapNone/>
          <wp:docPr id="3"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a:blip r:embed="rId2">
                    <a:extLst>
                      <a:ext uri="{28A0092B-C50C-407E-A947-70E740481C1C}">
                        <a14:useLocalDpi xmlns:a14="http://schemas.microsoft.com/office/drawing/2010/main" val="0"/>
                      </a:ext>
                    </a:extLst>
                  </a:blip>
                  <a:srcRect l="-3185" r="-16563" b="30769"/>
                  <a:stretch>
                    <a:fillRect/>
                  </a:stretch>
                </pic:blipFill>
                <pic:spPr bwMode="auto">
                  <a:xfrm>
                    <a:off x="0" y="0"/>
                    <a:ext cx="6120130" cy="1082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560" w:rsidRDefault="00BC5560" w:rsidP="000C33D1">
    <w:pPr>
      <w:pStyle w:val="Intestazione"/>
    </w:pPr>
  </w:p>
  <w:p w:rsidR="00BC5560" w:rsidRDefault="00BC5560" w:rsidP="000C33D1">
    <w:pPr>
      <w:pStyle w:val="Intestazione"/>
    </w:pPr>
  </w:p>
  <w:p w:rsidR="00BC5560" w:rsidRDefault="00BC5560" w:rsidP="000C33D1">
    <w:pPr>
      <w:pStyle w:val="Intestazione"/>
    </w:pPr>
  </w:p>
  <w:p w:rsidR="00BC5560" w:rsidRDefault="00BC556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E01FA"/>
    <w:multiLevelType w:val="hybridMultilevel"/>
    <w:tmpl w:val="C074CD22"/>
    <w:lvl w:ilvl="0" w:tplc="5CE65762">
      <w:numFmt w:val="bullet"/>
      <w:lvlText w:val="-"/>
      <w:lvlJc w:val="left"/>
      <w:pPr>
        <w:ind w:left="1068" w:hanging="708"/>
      </w:pPr>
      <w:rPr>
        <w:rFonts w:ascii="Garamond" w:eastAsia="Times New Roman" w:hAnsi="Garamond" w:cs="Times New Roman" w:hint="default"/>
      </w:rPr>
    </w:lvl>
    <w:lvl w:ilvl="1" w:tplc="242E59C4">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002CBF"/>
    <w:multiLevelType w:val="multilevel"/>
    <w:tmpl w:val="AD88A852"/>
    <w:lvl w:ilvl="0">
      <w:start w:val="1"/>
      <w:numFmt w:val="decimal"/>
      <w:lvlText w:val="%1)"/>
      <w:lvlJc w:val="left"/>
      <w:pPr>
        <w:ind w:left="501" w:hanging="360"/>
      </w:pPr>
      <w:rPr>
        <w:rFonts w:ascii="Garamond" w:eastAsia="Times New Roman" w:hAnsi="Garamond" w:cs="Calibri"/>
        <w:b/>
        <w:i w:val="0"/>
        <w:w w:val="100"/>
        <w:sz w:val="22"/>
        <w:szCs w:val="22"/>
      </w:rPr>
    </w:lvl>
    <w:lvl w:ilvl="1">
      <w:start w:val="1"/>
      <w:numFmt w:val="lowerLetter"/>
      <w:lvlText w:val="%2)"/>
      <w:lvlJc w:val="left"/>
      <w:pPr>
        <w:ind w:left="360" w:hanging="360"/>
      </w:pPr>
      <w:rPr>
        <w:rFonts w:hint="default"/>
        <w:b/>
        <w:i w:val="0"/>
      </w:rPr>
    </w:lvl>
    <w:lvl w:ilvl="2">
      <w:start w:val="1"/>
      <w:numFmt w:val="bullet"/>
      <w:lvlText w:val=""/>
      <w:lvlJc w:val="left"/>
      <w:pPr>
        <w:ind w:left="1080" w:hanging="360"/>
      </w:pPr>
      <w:rPr>
        <w:rFonts w:ascii="Symbol" w:hAnsi="Symbol" w:hint="default"/>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A003434"/>
    <w:multiLevelType w:val="hybridMultilevel"/>
    <w:tmpl w:val="3408A1E4"/>
    <w:lvl w:ilvl="0" w:tplc="6FD26A6C">
      <w:numFmt w:val="bullet"/>
      <w:lvlText w:val="-"/>
      <w:lvlJc w:val="left"/>
      <w:pPr>
        <w:ind w:left="786" w:hanging="360"/>
      </w:pPr>
      <w:rPr>
        <w:rFonts w:ascii="Garamond" w:eastAsia="Times New Roman" w:hAnsi="Garamond"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4D742F6B"/>
    <w:multiLevelType w:val="hybridMultilevel"/>
    <w:tmpl w:val="4E709620"/>
    <w:lvl w:ilvl="0" w:tplc="04100003">
      <w:numFmt w:val="bullet"/>
      <w:lvlText w:val="-"/>
      <w:lvlJc w:val="left"/>
      <w:pPr>
        <w:ind w:left="720" w:hanging="360"/>
      </w:pPr>
      <w:rPr>
        <w:rFonts w:ascii="Times New Roman" w:eastAsia="Times New Roman" w:hAnsi="Times New Roman" w:cs="Times New Roman"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740ED5"/>
    <w:multiLevelType w:val="hybridMultilevel"/>
    <w:tmpl w:val="00CE1C28"/>
    <w:lvl w:ilvl="0" w:tplc="D8E42AA8">
      <w:start w:val="1"/>
      <w:numFmt w:val="lowerLetter"/>
      <w:lvlText w:val="%1)"/>
      <w:lvlJc w:val="left"/>
      <w:pPr>
        <w:ind w:left="644"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F02781A"/>
    <w:multiLevelType w:val="hybridMultilevel"/>
    <w:tmpl w:val="88C207F0"/>
    <w:lvl w:ilvl="0" w:tplc="51628DA0">
      <w:start w:val="1"/>
      <w:numFmt w:val="decimal"/>
      <w:pStyle w:val="Numerazioneperbuste"/>
      <w:lvlText w:val="%1)"/>
      <w:lvlJc w:val="left"/>
      <w:pPr>
        <w:tabs>
          <w:tab w:val="num" w:pos="360"/>
        </w:tabs>
        <w:ind w:left="360" w:hanging="360"/>
      </w:pPr>
      <w:rPr>
        <w:rFonts w:ascii="Trebuchet MS" w:hAnsi="Trebuchet MS" w:cs="Arial" w:hint="default"/>
        <w:b/>
        <w:i w:val="0"/>
        <w:sz w:val="20"/>
        <w:szCs w:val="20"/>
      </w:rPr>
    </w:lvl>
    <w:lvl w:ilvl="1" w:tplc="04100003">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05">
      <w:start w:val="1"/>
      <w:numFmt w:val="lowerRoman"/>
      <w:lvlText w:val="%3."/>
      <w:lvlJc w:val="right"/>
      <w:pPr>
        <w:tabs>
          <w:tab w:val="num" w:pos="1800"/>
        </w:tabs>
        <w:ind w:left="1800" w:hanging="180"/>
      </w:pPr>
    </w:lvl>
    <w:lvl w:ilvl="3" w:tplc="04100001">
      <w:start w:val="1"/>
      <w:numFmt w:val="decimal"/>
      <w:lvlText w:val="%4."/>
      <w:lvlJc w:val="left"/>
      <w:pPr>
        <w:tabs>
          <w:tab w:val="num" w:pos="2520"/>
        </w:tabs>
        <w:ind w:left="2520" w:hanging="360"/>
      </w:pPr>
    </w:lvl>
    <w:lvl w:ilvl="4" w:tplc="04100003">
      <w:start w:val="1"/>
      <w:numFmt w:val="lowerLetter"/>
      <w:lvlText w:val="%5."/>
      <w:lvlJc w:val="left"/>
      <w:pPr>
        <w:tabs>
          <w:tab w:val="num" w:pos="3240"/>
        </w:tabs>
        <w:ind w:left="3240" w:hanging="360"/>
      </w:pPr>
    </w:lvl>
    <w:lvl w:ilvl="5" w:tplc="04100005">
      <w:start w:val="1"/>
      <w:numFmt w:val="lowerRoman"/>
      <w:lvlText w:val="%6."/>
      <w:lvlJc w:val="right"/>
      <w:pPr>
        <w:tabs>
          <w:tab w:val="num" w:pos="3960"/>
        </w:tabs>
        <w:ind w:left="3960" w:hanging="180"/>
      </w:pPr>
    </w:lvl>
    <w:lvl w:ilvl="6" w:tplc="04100001">
      <w:start w:val="1"/>
      <w:numFmt w:val="decimal"/>
      <w:lvlText w:val="%7."/>
      <w:lvlJc w:val="left"/>
      <w:pPr>
        <w:tabs>
          <w:tab w:val="num" w:pos="4680"/>
        </w:tabs>
        <w:ind w:left="4680" w:hanging="360"/>
      </w:pPr>
    </w:lvl>
    <w:lvl w:ilvl="7" w:tplc="04100003">
      <w:start w:val="1"/>
      <w:numFmt w:val="lowerLetter"/>
      <w:lvlText w:val="%8."/>
      <w:lvlJc w:val="left"/>
      <w:pPr>
        <w:tabs>
          <w:tab w:val="num" w:pos="5400"/>
        </w:tabs>
        <w:ind w:left="5400" w:hanging="360"/>
      </w:pPr>
    </w:lvl>
    <w:lvl w:ilvl="8" w:tplc="04100005">
      <w:start w:val="1"/>
      <w:numFmt w:val="lowerRoman"/>
      <w:lvlText w:val="%9."/>
      <w:lvlJc w:val="right"/>
      <w:pPr>
        <w:tabs>
          <w:tab w:val="num" w:pos="6120"/>
        </w:tabs>
        <w:ind w:left="6120" w:hanging="180"/>
      </w:pPr>
    </w:lvl>
  </w:abstractNum>
  <w:num w:numId="1">
    <w:abstractNumId w:val="5"/>
  </w:num>
  <w:num w:numId="2">
    <w:abstractNumId w:val="4"/>
  </w:num>
  <w:num w:numId="3">
    <w:abstractNumId w:val="3"/>
  </w:num>
  <w:num w:numId="4">
    <w:abstractNumId w:val="0"/>
  </w:num>
  <w:num w:numId="5">
    <w:abstractNumId w:val="2"/>
  </w:num>
  <w:num w:numId="6">
    <w:abstractNumId w:val="1"/>
  </w:num>
  <w:num w:numId="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6E4"/>
    <w:rsid w:val="00003AD5"/>
    <w:rsid w:val="00004FEE"/>
    <w:rsid w:val="0000522A"/>
    <w:rsid w:val="00010964"/>
    <w:rsid w:val="00011EA6"/>
    <w:rsid w:val="00012056"/>
    <w:rsid w:val="000137FF"/>
    <w:rsid w:val="00014663"/>
    <w:rsid w:val="00014E07"/>
    <w:rsid w:val="00020F58"/>
    <w:rsid w:val="0002431C"/>
    <w:rsid w:val="00024333"/>
    <w:rsid w:val="0002711B"/>
    <w:rsid w:val="000276DC"/>
    <w:rsid w:val="000332E3"/>
    <w:rsid w:val="00035B37"/>
    <w:rsid w:val="00036C2F"/>
    <w:rsid w:val="000425F9"/>
    <w:rsid w:val="00043C26"/>
    <w:rsid w:val="00044813"/>
    <w:rsid w:val="00044E83"/>
    <w:rsid w:val="000465AE"/>
    <w:rsid w:val="00050B75"/>
    <w:rsid w:val="00050BBA"/>
    <w:rsid w:val="00054201"/>
    <w:rsid w:val="00055712"/>
    <w:rsid w:val="00057313"/>
    <w:rsid w:val="00060AF3"/>
    <w:rsid w:val="00060B1E"/>
    <w:rsid w:val="00061C41"/>
    <w:rsid w:val="000635D1"/>
    <w:rsid w:val="000637AB"/>
    <w:rsid w:val="00070FE9"/>
    <w:rsid w:val="000713BF"/>
    <w:rsid w:val="0007420F"/>
    <w:rsid w:val="00082896"/>
    <w:rsid w:val="00083CD9"/>
    <w:rsid w:val="000858BB"/>
    <w:rsid w:val="00086A01"/>
    <w:rsid w:val="00086D7E"/>
    <w:rsid w:val="0008709A"/>
    <w:rsid w:val="000923CE"/>
    <w:rsid w:val="000A00A7"/>
    <w:rsid w:val="000A22A5"/>
    <w:rsid w:val="000A23A1"/>
    <w:rsid w:val="000A37BE"/>
    <w:rsid w:val="000A3FA9"/>
    <w:rsid w:val="000A7B4D"/>
    <w:rsid w:val="000A7CFC"/>
    <w:rsid w:val="000B04AC"/>
    <w:rsid w:val="000B2A43"/>
    <w:rsid w:val="000B360D"/>
    <w:rsid w:val="000B389E"/>
    <w:rsid w:val="000B44E7"/>
    <w:rsid w:val="000B5AB5"/>
    <w:rsid w:val="000B6669"/>
    <w:rsid w:val="000C00F6"/>
    <w:rsid w:val="000C28AB"/>
    <w:rsid w:val="000C33D1"/>
    <w:rsid w:val="000C60F9"/>
    <w:rsid w:val="000C6295"/>
    <w:rsid w:val="000D2030"/>
    <w:rsid w:val="000D6E16"/>
    <w:rsid w:val="000E26F1"/>
    <w:rsid w:val="000E3524"/>
    <w:rsid w:val="000E3D57"/>
    <w:rsid w:val="000E5C6A"/>
    <w:rsid w:val="000E6AA2"/>
    <w:rsid w:val="000F1BB7"/>
    <w:rsid w:val="000F4494"/>
    <w:rsid w:val="000F545F"/>
    <w:rsid w:val="000F63A0"/>
    <w:rsid w:val="000F6F13"/>
    <w:rsid w:val="001008F2"/>
    <w:rsid w:val="0010173C"/>
    <w:rsid w:val="00102A0E"/>
    <w:rsid w:val="001047BD"/>
    <w:rsid w:val="00105692"/>
    <w:rsid w:val="00106A7D"/>
    <w:rsid w:val="0011089B"/>
    <w:rsid w:val="001159F1"/>
    <w:rsid w:val="001167B1"/>
    <w:rsid w:val="00123517"/>
    <w:rsid w:val="001238DD"/>
    <w:rsid w:val="00124585"/>
    <w:rsid w:val="001253A2"/>
    <w:rsid w:val="00125F29"/>
    <w:rsid w:val="0013330B"/>
    <w:rsid w:val="00134E1B"/>
    <w:rsid w:val="0013691A"/>
    <w:rsid w:val="00140565"/>
    <w:rsid w:val="0014087C"/>
    <w:rsid w:val="00140D80"/>
    <w:rsid w:val="00142C32"/>
    <w:rsid w:val="00142EBE"/>
    <w:rsid w:val="001446B4"/>
    <w:rsid w:val="001453D9"/>
    <w:rsid w:val="001512E6"/>
    <w:rsid w:val="00152773"/>
    <w:rsid w:val="00152ECA"/>
    <w:rsid w:val="00157158"/>
    <w:rsid w:val="001604EF"/>
    <w:rsid w:val="00160CDB"/>
    <w:rsid w:val="00161FE3"/>
    <w:rsid w:val="00162B97"/>
    <w:rsid w:val="0016586D"/>
    <w:rsid w:val="00167183"/>
    <w:rsid w:val="00170174"/>
    <w:rsid w:val="001728DD"/>
    <w:rsid w:val="00174A96"/>
    <w:rsid w:val="0018012B"/>
    <w:rsid w:val="001821A0"/>
    <w:rsid w:val="001828C1"/>
    <w:rsid w:val="00183632"/>
    <w:rsid w:val="00183F62"/>
    <w:rsid w:val="001855F3"/>
    <w:rsid w:val="00187D3C"/>
    <w:rsid w:val="001922C1"/>
    <w:rsid w:val="00195372"/>
    <w:rsid w:val="0019694B"/>
    <w:rsid w:val="00196D03"/>
    <w:rsid w:val="001A3E4D"/>
    <w:rsid w:val="001A45EB"/>
    <w:rsid w:val="001A77EE"/>
    <w:rsid w:val="001A7F6B"/>
    <w:rsid w:val="001B20AD"/>
    <w:rsid w:val="001B223D"/>
    <w:rsid w:val="001C03A4"/>
    <w:rsid w:val="001C0F01"/>
    <w:rsid w:val="001C497D"/>
    <w:rsid w:val="001C61A5"/>
    <w:rsid w:val="001D010C"/>
    <w:rsid w:val="001D2DB4"/>
    <w:rsid w:val="001D50B3"/>
    <w:rsid w:val="001D6A69"/>
    <w:rsid w:val="001E106C"/>
    <w:rsid w:val="001E11EE"/>
    <w:rsid w:val="001E3EF2"/>
    <w:rsid w:val="001E4718"/>
    <w:rsid w:val="001E5CF2"/>
    <w:rsid w:val="001F13A0"/>
    <w:rsid w:val="001F1F27"/>
    <w:rsid w:val="001F2DC8"/>
    <w:rsid w:val="00203E19"/>
    <w:rsid w:val="00204AE2"/>
    <w:rsid w:val="00211079"/>
    <w:rsid w:val="00212C20"/>
    <w:rsid w:val="00215F5D"/>
    <w:rsid w:val="002168BC"/>
    <w:rsid w:val="00216FA9"/>
    <w:rsid w:val="00217550"/>
    <w:rsid w:val="002206EE"/>
    <w:rsid w:val="00221F5E"/>
    <w:rsid w:val="002221D6"/>
    <w:rsid w:val="00222DD5"/>
    <w:rsid w:val="00230779"/>
    <w:rsid w:val="00233728"/>
    <w:rsid w:val="002348EE"/>
    <w:rsid w:val="002406D3"/>
    <w:rsid w:val="0024334F"/>
    <w:rsid w:val="00243C69"/>
    <w:rsid w:val="002444E4"/>
    <w:rsid w:val="0024701B"/>
    <w:rsid w:val="00247F86"/>
    <w:rsid w:val="0025029F"/>
    <w:rsid w:val="00250909"/>
    <w:rsid w:val="002607C6"/>
    <w:rsid w:val="00261036"/>
    <w:rsid w:val="00262C6E"/>
    <w:rsid w:val="00263B81"/>
    <w:rsid w:val="00263E0C"/>
    <w:rsid w:val="00264EC1"/>
    <w:rsid w:val="00272243"/>
    <w:rsid w:val="0027555B"/>
    <w:rsid w:val="002864C9"/>
    <w:rsid w:val="002870EE"/>
    <w:rsid w:val="00287C6C"/>
    <w:rsid w:val="00290CBE"/>
    <w:rsid w:val="002916CB"/>
    <w:rsid w:val="00291A0F"/>
    <w:rsid w:val="00296EE8"/>
    <w:rsid w:val="00297516"/>
    <w:rsid w:val="002A45A6"/>
    <w:rsid w:val="002A5E92"/>
    <w:rsid w:val="002A7140"/>
    <w:rsid w:val="002B1D87"/>
    <w:rsid w:val="002B6532"/>
    <w:rsid w:val="002B6FAD"/>
    <w:rsid w:val="002C1D77"/>
    <w:rsid w:val="002C1F99"/>
    <w:rsid w:val="002C2418"/>
    <w:rsid w:val="002C308C"/>
    <w:rsid w:val="002C5300"/>
    <w:rsid w:val="002C5460"/>
    <w:rsid w:val="002C5657"/>
    <w:rsid w:val="002D0483"/>
    <w:rsid w:val="002D0AFF"/>
    <w:rsid w:val="002D37C6"/>
    <w:rsid w:val="002D6E47"/>
    <w:rsid w:val="002E09AE"/>
    <w:rsid w:val="002E0BC4"/>
    <w:rsid w:val="002E10DE"/>
    <w:rsid w:val="002E11CB"/>
    <w:rsid w:val="002E297F"/>
    <w:rsid w:val="002E2AC5"/>
    <w:rsid w:val="002E2E39"/>
    <w:rsid w:val="002E4B43"/>
    <w:rsid w:val="002E4FF8"/>
    <w:rsid w:val="002E6025"/>
    <w:rsid w:val="002E77E6"/>
    <w:rsid w:val="002F028E"/>
    <w:rsid w:val="002F101D"/>
    <w:rsid w:val="002F1BCC"/>
    <w:rsid w:val="002F2D56"/>
    <w:rsid w:val="002F385C"/>
    <w:rsid w:val="002F3A2C"/>
    <w:rsid w:val="002F3C4D"/>
    <w:rsid w:val="002F4293"/>
    <w:rsid w:val="0030075A"/>
    <w:rsid w:val="00303655"/>
    <w:rsid w:val="00303A3C"/>
    <w:rsid w:val="00305107"/>
    <w:rsid w:val="00305445"/>
    <w:rsid w:val="00313AD1"/>
    <w:rsid w:val="00314A44"/>
    <w:rsid w:val="0031696B"/>
    <w:rsid w:val="00317827"/>
    <w:rsid w:val="00320B6C"/>
    <w:rsid w:val="00321D35"/>
    <w:rsid w:val="00322665"/>
    <w:rsid w:val="00323990"/>
    <w:rsid w:val="0032514B"/>
    <w:rsid w:val="0032736C"/>
    <w:rsid w:val="003300A1"/>
    <w:rsid w:val="00331239"/>
    <w:rsid w:val="0033274E"/>
    <w:rsid w:val="00332C99"/>
    <w:rsid w:val="00340C8C"/>
    <w:rsid w:val="00345269"/>
    <w:rsid w:val="0034665F"/>
    <w:rsid w:val="003474B4"/>
    <w:rsid w:val="0034796A"/>
    <w:rsid w:val="00350BDE"/>
    <w:rsid w:val="00350CC5"/>
    <w:rsid w:val="003546BD"/>
    <w:rsid w:val="0035523B"/>
    <w:rsid w:val="00370D86"/>
    <w:rsid w:val="0037470B"/>
    <w:rsid w:val="003755E1"/>
    <w:rsid w:val="003764F6"/>
    <w:rsid w:val="00381E05"/>
    <w:rsid w:val="00382A62"/>
    <w:rsid w:val="00383A4D"/>
    <w:rsid w:val="00385106"/>
    <w:rsid w:val="00387E24"/>
    <w:rsid w:val="00390C8B"/>
    <w:rsid w:val="0039149E"/>
    <w:rsid w:val="00395FD1"/>
    <w:rsid w:val="003976B1"/>
    <w:rsid w:val="003A00C5"/>
    <w:rsid w:val="003A27B9"/>
    <w:rsid w:val="003A3060"/>
    <w:rsid w:val="003A77E8"/>
    <w:rsid w:val="003B1076"/>
    <w:rsid w:val="003C149A"/>
    <w:rsid w:val="003C2E81"/>
    <w:rsid w:val="003C341C"/>
    <w:rsid w:val="003C3F71"/>
    <w:rsid w:val="003C51F4"/>
    <w:rsid w:val="003C758E"/>
    <w:rsid w:val="003D0650"/>
    <w:rsid w:val="003D42C1"/>
    <w:rsid w:val="003E2DC3"/>
    <w:rsid w:val="003E4D9A"/>
    <w:rsid w:val="003E5DD2"/>
    <w:rsid w:val="003E63A4"/>
    <w:rsid w:val="003F0C4B"/>
    <w:rsid w:val="003F1685"/>
    <w:rsid w:val="003F7BE8"/>
    <w:rsid w:val="0040004F"/>
    <w:rsid w:val="0040302C"/>
    <w:rsid w:val="0040316A"/>
    <w:rsid w:val="004038F1"/>
    <w:rsid w:val="0040407C"/>
    <w:rsid w:val="004046F3"/>
    <w:rsid w:val="00407149"/>
    <w:rsid w:val="00412E33"/>
    <w:rsid w:val="00414787"/>
    <w:rsid w:val="004153C5"/>
    <w:rsid w:val="0041706E"/>
    <w:rsid w:val="0042098F"/>
    <w:rsid w:val="00422761"/>
    <w:rsid w:val="004249D7"/>
    <w:rsid w:val="00435A2D"/>
    <w:rsid w:val="004365E4"/>
    <w:rsid w:val="00437918"/>
    <w:rsid w:val="00437A7C"/>
    <w:rsid w:val="004407B2"/>
    <w:rsid w:val="00441139"/>
    <w:rsid w:val="00442CFA"/>
    <w:rsid w:val="004435AF"/>
    <w:rsid w:val="00444ACF"/>
    <w:rsid w:val="00444C1D"/>
    <w:rsid w:val="00450F19"/>
    <w:rsid w:val="00451D73"/>
    <w:rsid w:val="00453566"/>
    <w:rsid w:val="004614D9"/>
    <w:rsid w:val="00462F3B"/>
    <w:rsid w:val="00463C35"/>
    <w:rsid w:val="00467332"/>
    <w:rsid w:val="00467B9F"/>
    <w:rsid w:val="00470C33"/>
    <w:rsid w:val="00471583"/>
    <w:rsid w:val="0047160A"/>
    <w:rsid w:val="004734E9"/>
    <w:rsid w:val="00473CFE"/>
    <w:rsid w:val="004741AC"/>
    <w:rsid w:val="00475D3B"/>
    <w:rsid w:val="004765F5"/>
    <w:rsid w:val="00481719"/>
    <w:rsid w:val="00482E7F"/>
    <w:rsid w:val="004843D9"/>
    <w:rsid w:val="0048466C"/>
    <w:rsid w:val="00490CD5"/>
    <w:rsid w:val="004922B5"/>
    <w:rsid w:val="00494E92"/>
    <w:rsid w:val="004962C8"/>
    <w:rsid w:val="004963CB"/>
    <w:rsid w:val="00496928"/>
    <w:rsid w:val="00496E49"/>
    <w:rsid w:val="004B1852"/>
    <w:rsid w:val="004B1990"/>
    <w:rsid w:val="004B30B3"/>
    <w:rsid w:val="004B4FF7"/>
    <w:rsid w:val="004B5C3B"/>
    <w:rsid w:val="004B69EE"/>
    <w:rsid w:val="004C0FDF"/>
    <w:rsid w:val="004C2887"/>
    <w:rsid w:val="004C5ADB"/>
    <w:rsid w:val="004C60B1"/>
    <w:rsid w:val="004C6B51"/>
    <w:rsid w:val="004C7479"/>
    <w:rsid w:val="004C7DA4"/>
    <w:rsid w:val="004D15F3"/>
    <w:rsid w:val="004D1FD0"/>
    <w:rsid w:val="004D5941"/>
    <w:rsid w:val="004E5835"/>
    <w:rsid w:val="004E730E"/>
    <w:rsid w:val="004F0FE8"/>
    <w:rsid w:val="004F1762"/>
    <w:rsid w:val="005000EA"/>
    <w:rsid w:val="00501E73"/>
    <w:rsid w:val="00503265"/>
    <w:rsid w:val="00505705"/>
    <w:rsid w:val="005069DC"/>
    <w:rsid w:val="00506A53"/>
    <w:rsid w:val="0050784E"/>
    <w:rsid w:val="00511405"/>
    <w:rsid w:val="00514DA2"/>
    <w:rsid w:val="00516636"/>
    <w:rsid w:val="0051754F"/>
    <w:rsid w:val="005211CC"/>
    <w:rsid w:val="00522A94"/>
    <w:rsid w:val="00522BD7"/>
    <w:rsid w:val="00522E78"/>
    <w:rsid w:val="00523ADA"/>
    <w:rsid w:val="005269ED"/>
    <w:rsid w:val="005277F9"/>
    <w:rsid w:val="00530697"/>
    <w:rsid w:val="0053101F"/>
    <w:rsid w:val="00534B66"/>
    <w:rsid w:val="00535516"/>
    <w:rsid w:val="00536493"/>
    <w:rsid w:val="005365DF"/>
    <w:rsid w:val="00537DAE"/>
    <w:rsid w:val="00541009"/>
    <w:rsid w:val="00544F51"/>
    <w:rsid w:val="00547C02"/>
    <w:rsid w:val="00550A3C"/>
    <w:rsid w:val="00550BEB"/>
    <w:rsid w:val="00552A92"/>
    <w:rsid w:val="0055362A"/>
    <w:rsid w:val="00555180"/>
    <w:rsid w:val="00563781"/>
    <w:rsid w:val="0057018D"/>
    <w:rsid w:val="00572FD2"/>
    <w:rsid w:val="00574DC9"/>
    <w:rsid w:val="00577041"/>
    <w:rsid w:val="0059051D"/>
    <w:rsid w:val="00591954"/>
    <w:rsid w:val="00591E6F"/>
    <w:rsid w:val="00592902"/>
    <w:rsid w:val="00592CE5"/>
    <w:rsid w:val="00594C50"/>
    <w:rsid w:val="005952EB"/>
    <w:rsid w:val="005A0D72"/>
    <w:rsid w:val="005A28A9"/>
    <w:rsid w:val="005A2CC6"/>
    <w:rsid w:val="005A2FC6"/>
    <w:rsid w:val="005A4DB1"/>
    <w:rsid w:val="005A5251"/>
    <w:rsid w:val="005A7624"/>
    <w:rsid w:val="005B1903"/>
    <w:rsid w:val="005B2C49"/>
    <w:rsid w:val="005C072D"/>
    <w:rsid w:val="005C33FE"/>
    <w:rsid w:val="005C3D8F"/>
    <w:rsid w:val="005C4268"/>
    <w:rsid w:val="005C45DD"/>
    <w:rsid w:val="005C5658"/>
    <w:rsid w:val="005C75C0"/>
    <w:rsid w:val="005D0B01"/>
    <w:rsid w:val="005D1E96"/>
    <w:rsid w:val="005E0914"/>
    <w:rsid w:val="005E401C"/>
    <w:rsid w:val="005E412F"/>
    <w:rsid w:val="005E5F1F"/>
    <w:rsid w:val="005E717D"/>
    <w:rsid w:val="005E7510"/>
    <w:rsid w:val="005E7CC6"/>
    <w:rsid w:val="005F09CA"/>
    <w:rsid w:val="005F19C6"/>
    <w:rsid w:val="005F2223"/>
    <w:rsid w:val="005F4996"/>
    <w:rsid w:val="005F5763"/>
    <w:rsid w:val="005F5DB0"/>
    <w:rsid w:val="005F67F4"/>
    <w:rsid w:val="005F6B84"/>
    <w:rsid w:val="005F7BB7"/>
    <w:rsid w:val="005F7ECB"/>
    <w:rsid w:val="00601663"/>
    <w:rsid w:val="00607598"/>
    <w:rsid w:val="0061145F"/>
    <w:rsid w:val="00612C78"/>
    <w:rsid w:val="00612F25"/>
    <w:rsid w:val="006139AB"/>
    <w:rsid w:val="00613CA9"/>
    <w:rsid w:val="006142E4"/>
    <w:rsid w:val="006148C5"/>
    <w:rsid w:val="0061569D"/>
    <w:rsid w:val="00616603"/>
    <w:rsid w:val="006205FB"/>
    <w:rsid w:val="00620C2B"/>
    <w:rsid w:val="00621027"/>
    <w:rsid w:val="00622575"/>
    <w:rsid w:val="00622842"/>
    <w:rsid w:val="006240C5"/>
    <w:rsid w:val="00624F7F"/>
    <w:rsid w:val="00625D26"/>
    <w:rsid w:val="00626B85"/>
    <w:rsid w:val="006324EF"/>
    <w:rsid w:val="0063399B"/>
    <w:rsid w:val="00636352"/>
    <w:rsid w:val="00636553"/>
    <w:rsid w:val="006365F7"/>
    <w:rsid w:val="00641802"/>
    <w:rsid w:val="006425B3"/>
    <w:rsid w:val="00642775"/>
    <w:rsid w:val="00643206"/>
    <w:rsid w:val="00645823"/>
    <w:rsid w:val="00647327"/>
    <w:rsid w:val="006473A5"/>
    <w:rsid w:val="0065358C"/>
    <w:rsid w:val="00654633"/>
    <w:rsid w:val="0065478A"/>
    <w:rsid w:val="00661462"/>
    <w:rsid w:val="006624C5"/>
    <w:rsid w:val="006638E1"/>
    <w:rsid w:val="0066770E"/>
    <w:rsid w:val="006706F7"/>
    <w:rsid w:val="006719BA"/>
    <w:rsid w:val="006736BF"/>
    <w:rsid w:val="006742DE"/>
    <w:rsid w:val="006744EC"/>
    <w:rsid w:val="00675928"/>
    <w:rsid w:val="00680015"/>
    <w:rsid w:val="0068360F"/>
    <w:rsid w:val="006849C1"/>
    <w:rsid w:val="00691C46"/>
    <w:rsid w:val="00691F3A"/>
    <w:rsid w:val="00692C4D"/>
    <w:rsid w:val="00693A40"/>
    <w:rsid w:val="00694215"/>
    <w:rsid w:val="0069444E"/>
    <w:rsid w:val="006A185E"/>
    <w:rsid w:val="006A52AA"/>
    <w:rsid w:val="006A7BCF"/>
    <w:rsid w:val="006B0133"/>
    <w:rsid w:val="006B12F1"/>
    <w:rsid w:val="006B36C3"/>
    <w:rsid w:val="006B5412"/>
    <w:rsid w:val="006B7D0A"/>
    <w:rsid w:val="006C777D"/>
    <w:rsid w:val="006C7F07"/>
    <w:rsid w:val="006D02C3"/>
    <w:rsid w:val="006D034D"/>
    <w:rsid w:val="006D0359"/>
    <w:rsid w:val="006D4E08"/>
    <w:rsid w:val="006D5DA2"/>
    <w:rsid w:val="006D7461"/>
    <w:rsid w:val="006E0C27"/>
    <w:rsid w:val="006E361F"/>
    <w:rsid w:val="006E3B5B"/>
    <w:rsid w:val="006E7761"/>
    <w:rsid w:val="006E7BF3"/>
    <w:rsid w:val="006F143E"/>
    <w:rsid w:val="006F2956"/>
    <w:rsid w:val="006F2E5E"/>
    <w:rsid w:val="006F2E92"/>
    <w:rsid w:val="006F5792"/>
    <w:rsid w:val="006F7E23"/>
    <w:rsid w:val="00700C23"/>
    <w:rsid w:val="00702143"/>
    <w:rsid w:val="00703AD0"/>
    <w:rsid w:val="00704A47"/>
    <w:rsid w:val="007124A5"/>
    <w:rsid w:val="007136A6"/>
    <w:rsid w:val="00713C53"/>
    <w:rsid w:val="00714676"/>
    <w:rsid w:val="00715C58"/>
    <w:rsid w:val="0072007C"/>
    <w:rsid w:val="007204EA"/>
    <w:rsid w:val="007211D2"/>
    <w:rsid w:val="00721556"/>
    <w:rsid w:val="00723C22"/>
    <w:rsid w:val="007314BE"/>
    <w:rsid w:val="0073326B"/>
    <w:rsid w:val="0073328B"/>
    <w:rsid w:val="00734827"/>
    <w:rsid w:val="00736039"/>
    <w:rsid w:val="007361E8"/>
    <w:rsid w:val="007363B3"/>
    <w:rsid w:val="00740611"/>
    <w:rsid w:val="007469AD"/>
    <w:rsid w:val="0075206D"/>
    <w:rsid w:val="007534D8"/>
    <w:rsid w:val="00757726"/>
    <w:rsid w:val="00760D08"/>
    <w:rsid w:val="00762B86"/>
    <w:rsid w:val="00765AC4"/>
    <w:rsid w:val="00772F3A"/>
    <w:rsid w:val="00775CEB"/>
    <w:rsid w:val="00775EDA"/>
    <w:rsid w:val="00776CBA"/>
    <w:rsid w:val="00777880"/>
    <w:rsid w:val="00780B06"/>
    <w:rsid w:val="0078631B"/>
    <w:rsid w:val="00786484"/>
    <w:rsid w:val="00786A71"/>
    <w:rsid w:val="007874EF"/>
    <w:rsid w:val="00787862"/>
    <w:rsid w:val="00794CBB"/>
    <w:rsid w:val="007A1426"/>
    <w:rsid w:val="007A4475"/>
    <w:rsid w:val="007A4E36"/>
    <w:rsid w:val="007A7FC3"/>
    <w:rsid w:val="007B0836"/>
    <w:rsid w:val="007B2886"/>
    <w:rsid w:val="007B28FF"/>
    <w:rsid w:val="007B2C30"/>
    <w:rsid w:val="007B4FE8"/>
    <w:rsid w:val="007B6438"/>
    <w:rsid w:val="007B7841"/>
    <w:rsid w:val="007C2503"/>
    <w:rsid w:val="007C4071"/>
    <w:rsid w:val="007D19E8"/>
    <w:rsid w:val="007D2B6D"/>
    <w:rsid w:val="007D3B00"/>
    <w:rsid w:val="007D4C5F"/>
    <w:rsid w:val="007D53CE"/>
    <w:rsid w:val="007D761D"/>
    <w:rsid w:val="007D7B2D"/>
    <w:rsid w:val="007E1F57"/>
    <w:rsid w:val="007E24A6"/>
    <w:rsid w:val="007E2B1E"/>
    <w:rsid w:val="007E3200"/>
    <w:rsid w:val="007E3843"/>
    <w:rsid w:val="007E4C9F"/>
    <w:rsid w:val="007F0697"/>
    <w:rsid w:val="007F1896"/>
    <w:rsid w:val="007F2050"/>
    <w:rsid w:val="007F33AF"/>
    <w:rsid w:val="00802FA9"/>
    <w:rsid w:val="00811226"/>
    <w:rsid w:val="00812DC9"/>
    <w:rsid w:val="00814198"/>
    <w:rsid w:val="008161AB"/>
    <w:rsid w:val="00816815"/>
    <w:rsid w:val="00817DA0"/>
    <w:rsid w:val="00820453"/>
    <w:rsid w:val="008206C9"/>
    <w:rsid w:val="00820801"/>
    <w:rsid w:val="00822A7A"/>
    <w:rsid w:val="00831EB4"/>
    <w:rsid w:val="008327AD"/>
    <w:rsid w:val="00832ACC"/>
    <w:rsid w:val="00833778"/>
    <w:rsid w:val="0083427E"/>
    <w:rsid w:val="00834B96"/>
    <w:rsid w:val="00836531"/>
    <w:rsid w:val="00837210"/>
    <w:rsid w:val="008405BF"/>
    <w:rsid w:val="00841061"/>
    <w:rsid w:val="00842F7C"/>
    <w:rsid w:val="00850670"/>
    <w:rsid w:val="00850B49"/>
    <w:rsid w:val="00851039"/>
    <w:rsid w:val="00852AFD"/>
    <w:rsid w:val="00855C23"/>
    <w:rsid w:val="00855EA7"/>
    <w:rsid w:val="0086272B"/>
    <w:rsid w:val="00863511"/>
    <w:rsid w:val="008643DD"/>
    <w:rsid w:val="0086507D"/>
    <w:rsid w:val="00872A31"/>
    <w:rsid w:val="008736DF"/>
    <w:rsid w:val="00873826"/>
    <w:rsid w:val="008743C8"/>
    <w:rsid w:val="0087480B"/>
    <w:rsid w:val="0088219D"/>
    <w:rsid w:val="00884279"/>
    <w:rsid w:val="008843A3"/>
    <w:rsid w:val="00885C15"/>
    <w:rsid w:val="008937D6"/>
    <w:rsid w:val="00895080"/>
    <w:rsid w:val="00895D37"/>
    <w:rsid w:val="008A06C8"/>
    <w:rsid w:val="008A1845"/>
    <w:rsid w:val="008A1C26"/>
    <w:rsid w:val="008A66FF"/>
    <w:rsid w:val="008A6B97"/>
    <w:rsid w:val="008A710F"/>
    <w:rsid w:val="008A77C8"/>
    <w:rsid w:val="008B0500"/>
    <w:rsid w:val="008B0DDC"/>
    <w:rsid w:val="008B41E2"/>
    <w:rsid w:val="008B5B73"/>
    <w:rsid w:val="008B78CE"/>
    <w:rsid w:val="008C1A3B"/>
    <w:rsid w:val="008C23FF"/>
    <w:rsid w:val="008C2DAB"/>
    <w:rsid w:val="008C4006"/>
    <w:rsid w:val="008C769C"/>
    <w:rsid w:val="008C7C49"/>
    <w:rsid w:val="008D07B8"/>
    <w:rsid w:val="008D0FBD"/>
    <w:rsid w:val="008D249D"/>
    <w:rsid w:val="008D28A3"/>
    <w:rsid w:val="008D74EF"/>
    <w:rsid w:val="008D78EF"/>
    <w:rsid w:val="008D7F7C"/>
    <w:rsid w:val="008E17AA"/>
    <w:rsid w:val="008E4A05"/>
    <w:rsid w:val="008E5B4B"/>
    <w:rsid w:val="008E65A6"/>
    <w:rsid w:val="008E7D34"/>
    <w:rsid w:val="008F10ED"/>
    <w:rsid w:val="008F17B1"/>
    <w:rsid w:val="008F33D0"/>
    <w:rsid w:val="008F78B0"/>
    <w:rsid w:val="009002D8"/>
    <w:rsid w:val="00900B53"/>
    <w:rsid w:val="00901C9D"/>
    <w:rsid w:val="00913589"/>
    <w:rsid w:val="00915C7B"/>
    <w:rsid w:val="00916BB7"/>
    <w:rsid w:val="00921EE9"/>
    <w:rsid w:val="00923010"/>
    <w:rsid w:val="00923D81"/>
    <w:rsid w:val="00925139"/>
    <w:rsid w:val="0092597B"/>
    <w:rsid w:val="0092736C"/>
    <w:rsid w:val="00932B78"/>
    <w:rsid w:val="00935AC2"/>
    <w:rsid w:val="00941CE0"/>
    <w:rsid w:val="00945933"/>
    <w:rsid w:val="00947F09"/>
    <w:rsid w:val="00951F8A"/>
    <w:rsid w:val="009543BA"/>
    <w:rsid w:val="0095468D"/>
    <w:rsid w:val="0096528F"/>
    <w:rsid w:val="00966069"/>
    <w:rsid w:val="00971C85"/>
    <w:rsid w:val="00972657"/>
    <w:rsid w:val="009731E0"/>
    <w:rsid w:val="00973437"/>
    <w:rsid w:val="009758B2"/>
    <w:rsid w:val="00976F0B"/>
    <w:rsid w:val="00977B4F"/>
    <w:rsid w:val="00980031"/>
    <w:rsid w:val="00982AFD"/>
    <w:rsid w:val="009844D4"/>
    <w:rsid w:val="009863DB"/>
    <w:rsid w:val="00992A8A"/>
    <w:rsid w:val="00994579"/>
    <w:rsid w:val="009960DC"/>
    <w:rsid w:val="009A0441"/>
    <w:rsid w:val="009A236F"/>
    <w:rsid w:val="009A321F"/>
    <w:rsid w:val="009A393A"/>
    <w:rsid w:val="009A4B6D"/>
    <w:rsid w:val="009A60B6"/>
    <w:rsid w:val="009A619D"/>
    <w:rsid w:val="009A6F5B"/>
    <w:rsid w:val="009A766B"/>
    <w:rsid w:val="009A77AC"/>
    <w:rsid w:val="009B2ABF"/>
    <w:rsid w:val="009B4BE4"/>
    <w:rsid w:val="009B6699"/>
    <w:rsid w:val="009C1436"/>
    <w:rsid w:val="009C6B4A"/>
    <w:rsid w:val="009D1EF4"/>
    <w:rsid w:val="009D3612"/>
    <w:rsid w:val="009D3C99"/>
    <w:rsid w:val="009D6845"/>
    <w:rsid w:val="009D697C"/>
    <w:rsid w:val="009E054A"/>
    <w:rsid w:val="009E0A09"/>
    <w:rsid w:val="009E23E8"/>
    <w:rsid w:val="009E5B88"/>
    <w:rsid w:val="009E621F"/>
    <w:rsid w:val="009F1369"/>
    <w:rsid w:val="009F2560"/>
    <w:rsid w:val="009F5DCB"/>
    <w:rsid w:val="009F67DC"/>
    <w:rsid w:val="009F7BC4"/>
    <w:rsid w:val="009F7E3D"/>
    <w:rsid w:val="00A00FDF"/>
    <w:rsid w:val="00A01398"/>
    <w:rsid w:val="00A02943"/>
    <w:rsid w:val="00A03669"/>
    <w:rsid w:val="00A04AB4"/>
    <w:rsid w:val="00A057D3"/>
    <w:rsid w:val="00A07874"/>
    <w:rsid w:val="00A10EBB"/>
    <w:rsid w:val="00A1134A"/>
    <w:rsid w:val="00A12908"/>
    <w:rsid w:val="00A14A6F"/>
    <w:rsid w:val="00A172BF"/>
    <w:rsid w:val="00A17AEB"/>
    <w:rsid w:val="00A21F64"/>
    <w:rsid w:val="00A224B3"/>
    <w:rsid w:val="00A23332"/>
    <w:rsid w:val="00A273B8"/>
    <w:rsid w:val="00A27631"/>
    <w:rsid w:val="00A300DA"/>
    <w:rsid w:val="00A312A0"/>
    <w:rsid w:val="00A31B00"/>
    <w:rsid w:val="00A31F5E"/>
    <w:rsid w:val="00A32B90"/>
    <w:rsid w:val="00A33B07"/>
    <w:rsid w:val="00A347FD"/>
    <w:rsid w:val="00A3482D"/>
    <w:rsid w:val="00A37716"/>
    <w:rsid w:val="00A42633"/>
    <w:rsid w:val="00A43480"/>
    <w:rsid w:val="00A4498C"/>
    <w:rsid w:val="00A45C2A"/>
    <w:rsid w:val="00A47947"/>
    <w:rsid w:val="00A52CAB"/>
    <w:rsid w:val="00A55C77"/>
    <w:rsid w:val="00A57638"/>
    <w:rsid w:val="00A607D9"/>
    <w:rsid w:val="00A61374"/>
    <w:rsid w:val="00A6172E"/>
    <w:rsid w:val="00A63926"/>
    <w:rsid w:val="00A66296"/>
    <w:rsid w:val="00A66ACF"/>
    <w:rsid w:val="00A70115"/>
    <w:rsid w:val="00A749F5"/>
    <w:rsid w:val="00A765B9"/>
    <w:rsid w:val="00A81CAD"/>
    <w:rsid w:val="00A8233F"/>
    <w:rsid w:val="00A82FA8"/>
    <w:rsid w:val="00A84AE7"/>
    <w:rsid w:val="00A853BE"/>
    <w:rsid w:val="00A85FFF"/>
    <w:rsid w:val="00A9040E"/>
    <w:rsid w:val="00A9259A"/>
    <w:rsid w:val="00A9281F"/>
    <w:rsid w:val="00A92DE1"/>
    <w:rsid w:val="00A932B7"/>
    <w:rsid w:val="00A95191"/>
    <w:rsid w:val="00A96C2F"/>
    <w:rsid w:val="00A977BB"/>
    <w:rsid w:val="00AA0F56"/>
    <w:rsid w:val="00AA214E"/>
    <w:rsid w:val="00AA3EA3"/>
    <w:rsid w:val="00AA6289"/>
    <w:rsid w:val="00AA670C"/>
    <w:rsid w:val="00AB1282"/>
    <w:rsid w:val="00AB3D75"/>
    <w:rsid w:val="00AC0746"/>
    <w:rsid w:val="00AC41C9"/>
    <w:rsid w:val="00AC5196"/>
    <w:rsid w:val="00AC5229"/>
    <w:rsid w:val="00AC5FE7"/>
    <w:rsid w:val="00AC7EE6"/>
    <w:rsid w:val="00AD1515"/>
    <w:rsid w:val="00AD180D"/>
    <w:rsid w:val="00AD1A2D"/>
    <w:rsid w:val="00AD4879"/>
    <w:rsid w:val="00AD6E7A"/>
    <w:rsid w:val="00AE284E"/>
    <w:rsid w:val="00AE3777"/>
    <w:rsid w:val="00AE5F16"/>
    <w:rsid w:val="00AE7965"/>
    <w:rsid w:val="00AE7D34"/>
    <w:rsid w:val="00AF1922"/>
    <w:rsid w:val="00AF27C6"/>
    <w:rsid w:val="00AF3833"/>
    <w:rsid w:val="00AF73F8"/>
    <w:rsid w:val="00AF7B0A"/>
    <w:rsid w:val="00B0022B"/>
    <w:rsid w:val="00B00C58"/>
    <w:rsid w:val="00B03DE8"/>
    <w:rsid w:val="00B05CCB"/>
    <w:rsid w:val="00B074EA"/>
    <w:rsid w:val="00B11181"/>
    <w:rsid w:val="00B11719"/>
    <w:rsid w:val="00B124F2"/>
    <w:rsid w:val="00B14064"/>
    <w:rsid w:val="00B14375"/>
    <w:rsid w:val="00B1532E"/>
    <w:rsid w:val="00B223D4"/>
    <w:rsid w:val="00B2291A"/>
    <w:rsid w:val="00B252B2"/>
    <w:rsid w:val="00B27AC3"/>
    <w:rsid w:val="00B36E7F"/>
    <w:rsid w:val="00B37D39"/>
    <w:rsid w:val="00B41A3C"/>
    <w:rsid w:val="00B427FE"/>
    <w:rsid w:val="00B42FAE"/>
    <w:rsid w:val="00B43C70"/>
    <w:rsid w:val="00B50BA4"/>
    <w:rsid w:val="00B512F7"/>
    <w:rsid w:val="00B51DCF"/>
    <w:rsid w:val="00B5430C"/>
    <w:rsid w:val="00B60BAB"/>
    <w:rsid w:val="00B61D6A"/>
    <w:rsid w:val="00B62BA2"/>
    <w:rsid w:val="00B632F1"/>
    <w:rsid w:val="00B64550"/>
    <w:rsid w:val="00B65AC5"/>
    <w:rsid w:val="00B72EF1"/>
    <w:rsid w:val="00B73107"/>
    <w:rsid w:val="00B733CF"/>
    <w:rsid w:val="00B733D0"/>
    <w:rsid w:val="00B73B03"/>
    <w:rsid w:val="00B74734"/>
    <w:rsid w:val="00B74CFB"/>
    <w:rsid w:val="00B75D64"/>
    <w:rsid w:val="00B770EC"/>
    <w:rsid w:val="00B776E8"/>
    <w:rsid w:val="00B8121F"/>
    <w:rsid w:val="00B816C5"/>
    <w:rsid w:val="00B81C0A"/>
    <w:rsid w:val="00B82A5D"/>
    <w:rsid w:val="00B82C21"/>
    <w:rsid w:val="00B93A5A"/>
    <w:rsid w:val="00B94B78"/>
    <w:rsid w:val="00B973F4"/>
    <w:rsid w:val="00BA0D64"/>
    <w:rsid w:val="00BA49DD"/>
    <w:rsid w:val="00BA54AA"/>
    <w:rsid w:val="00BA5737"/>
    <w:rsid w:val="00BA5F84"/>
    <w:rsid w:val="00BB06E4"/>
    <w:rsid w:val="00BB5678"/>
    <w:rsid w:val="00BB5B4C"/>
    <w:rsid w:val="00BC0B20"/>
    <w:rsid w:val="00BC2D65"/>
    <w:rsid w:val="00BC375E"/>
    <w:rsid w:val="00BC3E53"/>
    <w:rsid w:val="00BC3F9C"/>
    <w:rsid w:val="00BC459C"/>
    <w:rsid w:val="00BC5560"/>
    <w:rsid w:val="00BC66C7"/>
    <w:rsid w:val="00BD0A77"/>
    <w:rsid w:val="00BD3EC3"/>
    <w:rsid w:val="00BD4109"/>
    <w:rsid w:val="00BD51FA"/>
    <w:rsid w:val="00BD5737"/>
    <w:rsid w:val="00BD6F9C"/>
    <w:rsid w:val="00BD70C4"/>
    <w:rsid w:val="00BE020C"/>
    <w:rsid w:val="00BE046A"/>
    <w:rsid w:val="00BE2FF8"/>
    <w:rsid w:val="00BE3B38"/>
    <w:rsid w:val="00BE4281"/>
    <w:rsid w:val="00BE44DE"/>
    <w:rsid w:val="00BE4D23"/>
    <w:rsid w:val="00BE57D0"/>
    <w:rsid w:val="00BE62CE"/>
    <w:rsid w:val="00BF4CF9"/>
    <w:rsid w:val="00BF67DB"/>
    <w:rsid w:val="00BF76B2"/>
    <w:rsid w:val="00C001A3"/>
    <w:rsid w:val="00C003D9"/>
    <w:rsid w:val="00C04B23"/>
    <w:rsid w:val="00C06910"/>
    <w:rsid w:val="00C07336"/>
    <w:rsid w:val="00C132E0"/>
    <w:rsid w:val="00C135B8"/>
    <w:rsid w:val="00C137AD"/>
    <w:rsid w:val="00C16D9D"/>
    <w:rsid w:val="00C20A5A"/>
    <w:rsid w:val="00C23561"/>
    <w:rsid w:val="00C240CE"/>
    <w:rsid w:val="00C263E7"/>
    <w:rsid w:val="00C309D2"/>
    <w:rsid w:val="00C315E5"/>
    <w:rsid w:val="00C31DDB"/>
    <w:rsid w:val="00C31FF9"/>
    <w:rsid w:val="00C33342"/>
    <w:rsid w:val="00C350E0"/>
    <w:rsid w:val="00C37606"/>
    <w:rsid w:val="00C412D7"/>
    <w:rsid w:val="00C453C5"/>
    <w:rsid w:val="00C517BF"/>
    <w:rsid w:val="00C52A2B"/>
    <w:rsid w:val="00C53D28"/>
    <w:rsid w:val="00C54A0D"/>
    <w:rsid w:val="00C56456"/>
    <w:rsid w:val="00C56B13"/>
    <w:rsid w:val="00C6601B"/>
    <w:rsid w:val="00C675AD"/>
    <w:rsid w:val="00C7204C"/>
    <w:rsid w:val="00C72969"/>
    <w:rsid w:val="00C7579D"/>
    <w:rsid w:val="00C763DB"/>
    <w:rsid w:val="00C765D1"/>
    <w:rsid w:val="00C774D8"/>
    <w:rsid w:val="00C77808"/>
    <w:rsid w:val="00C806B3"/>
    <w:rsid w:val="00C83041"/>
    <w:rsid w:val="00C842CE"/>
    <w:rsid w:val="00C869C1"/>
    <w:rsid w:val="00C87B2B"/>
    <w:rsid w:val="00C91E86"/>
    <w:rsid w:val="00C927E6"/>
    <w:rsid w:val="00C957FF"/>
    <w:rsid w:val="00CA1305"/>
    <w:rsid w:val="00CB121F"/>
    <w:rsid w:val="00CB5882"/>
    <w:rsid w:val="00CB6180"/>
    <w:rsid w:val="00CB6C06"/>
    <w:rsid w:val="00CB6D34"/>
    <w:rsid w:val="00CB6F2A"/>
    <w:rsid w:val="00CB7EF1"/>
    <w:rsid w:val="00CC05E3"/>
    <w:rsid w:val="00CC1880"/>
    <w:rsid w:val="00CC3C00"/>
    <w:rsid w:val="00CC6A9C"/>
    <w:rsid w:val="00CC701D"/>
    <w:rsid w:val="00CC74A2"/>
    <w:rsid w:val="00CD5055"/>
    <w:rsid w:val="00CD7BE9"/>
    <w:rsid w:val="00CE147C"/>
    <w:rsid w:val="00CE1E0D"/>
    <w:rsid w:val="00CE1F68"/>
    <w:rsid w:val="00CE3B75"/>
    <w:rsid w:val="00CE79E9"/>
    <w:rsid w:val="00CE7AC0"/>
    <w:rsid w:val="00CF04A7"/>
    <w:rsid w:val="00CF53C7"/>
    <w:rsid w:val="00CF6299"/>
    <w:rsid w:val="00CF639F"/>
    <w:rsid w:val="00CF74AF"/>
    <w:rsid w:val="00D01B53"/>
    <w:rsid w:val="00D02098"/>
    <w:rsid w:val="00D02FE4"/>
    <w:rsid w:val="00D03975"/>
    <w:rsid w:val="00D03FEA"/>
    <w:rsid w:val="00D05187"/>
    <w:rsid w:val="00D06202"/>
    <w:rsid w:val="00D06C71"/>
    <w:rsid w:val="00D1288A"/>
    <w:rsid w:val="00D12BEF"/>
    <w:rsid w:val="00D133F7"/>
    <w:rsid w:val="00D13CE2"/>
    <w:rsid w:val="00D14BA7"/>
    <w:rsid w:val="00D14F39"/>
    <w:rsid w:val="00D15A28"/>
    <w:rsid w:val="00D1792A"/>
    <w:rsid w:val="00D23C1E"/>
    <w:rsid w:val="00D25848"/>
    <w:rsid w:val="00D27634"/>
    <w:rsid w:val="00D27E2D"/>
    <w:rsid w:val="00D302ED"/>
    <w:rsid w:val="00D347AB"/>
    <w:rsid w:val="00D347C5"/>
    <w:rsid w:val="00D35667"/>
    <w:rsid w:val="00D42159"/>
    <w:rsid w:val="00D439D1"/>
    <w:rsid w:val="00D450AC"/>
    <w:rsid w:val="00D46BF9"/>
    <w:rsid w:val="00D46E6B"/>
    <w:rsid w:val="00D56A76"/>
    <w:rsid w:val="00D67380"/>
    <w:rsid w:val="00D704C3"/>
    <w:rsid w:val="00D709F4"/>
    <w:rsid w:val="00D729CE"/>
    <w:rsid w:val="00D80CCA"/>
    <w:rsid w:val="00D83CB7"/>
    <w:rsid w:val="00D8518B"/>
    <w:rsid w:val="00D85BCB"/>
    <w:rsid w:val="00D90522"/>
    <w:rsid w:val="00D936EA"/>
    <w:rsid w:val="00D93760"/>
    <w:rsid w:val="00D93AF3"/>
    <w:rsid w:val="00D95E49"/>
    <w:rsid w:val="00DA2EDE"/>
    <w:rsid w:val="00DA3445"/>
    <w:rsid w:val="00DA3980"/>
    <w:rsid w:val="00DA689C"/>
    <w:rsid w:val="00DA6B28"/>
    <w:rsid w:val="00DA6B34"/>
    <w:rsid w:val="00DB0681"/>
    <w:rsid w:val="00DB3337"/>
    <w:rsid w:val="00DB5D25"/>
    <w:rsid w:val="00DB6E2E"/>
    <w:rsid w:val="00DB7DCA"/>
    <w:rsid w:val="00DC0713"/>
    <w:rsid w:val="00DC0E1C"/>
    <w:rsid w:val="00DC15E1"/>
    <w:rsid w:val="00DC61FB"/>
    <w:rsid w:val="00DC7F1C"/>
    <w:rsid w:val="00DD016C"/>
    <w:rsid w:val="00DD3A50"/>
    <w:rsid w:val="00DD7418"/>
    <w:rsid w:val="00DE0668"/>
    <w:rsid w:val="00DE3FBD"/>
    <w:rsid w:val="00DE4351"/>
    <w:rsid w:val="00DE640A"/>
    <w:rsid w:val="00DE7C1E"/>
    <w:rsid w:val="00DF25AE"/>
    <w:rsid w:val="00DF28AF"/>
    <w:rsid w:val="00DF2E6F"/>
    <w:rsid w:val="00DF5EE1"/>
    <w:rsid w:val="00DF64FD"/>
    <w:rsid w:val="00DF69D2"/>
    <w:rsid w:val="00E001E6"/>
    <w:rsid w:val="00E00694"/>
    <w:rsid w:val="00E0165C"/>
    <w:rsid w:val="00E04876"/>
    <w:rsid w:val="00E10A9F"/>
    <w:rsid w:val="00E11B78"/>
    <w:rsid w:val="00E124A6"/>
    <w:rsid w:val="00E1468C"/>
    <w:rsid w:val="00E14F4B"/>
    <w:rsid w:val="00E1620E"/>
    <w:rsid w:val="00E166AC"/>
    <w:rsid w:val="00E167CB"/>
    <w:rsid w:val="00E213BC"/>
    <w:rsid w:val="00E22636"/>
    <w:rsid w:val="00E229FC"/>
    <w:rsid w:val="00E31731"/>
    <w:rsid w:val="00E3201A"/>
    <w:rsid w:val="00E3248C"/>
    <w:rsid w:val="00E3370C"/>
    <w:rsid w:val="00E35AA1"/>
    <w:rsid w:val="00E3616A"/>
    <w:rsid w:val="00E378BF"/>
    <w:rsid w:val="00E42302"/>
    <w:rsid w:val="00E42D04"/>
    <w:rsid w:val="00E4358C"/>
    <w:rsid w:val="00E43E73"/>
    <w:rsid w:val="00E4595F"/>
    <w:rsid w:val="00E45EBC"/>
    <w:rsid w:val="00E528D6"/>
    <w:rsid w:val="00E61063"/>
    <w:rsid w:val="00E6117F"/>
    <w:rsid w:val="00E61876"/>
    <w:rsid w:val="00E6342F"/>
    <w:rsid w:val="00E638AF"/>
    <w:rsid w:val="00E66E8E"/>
    <w:rsid w:val="00E72A64"/>
    <w:rsid w:val="00E77BEC"/>
    <w:rsid w:val="00E80B11"/>
    <w:rsid w:val="00E80D9F"/>
    <w:rsid w:val="00E83059"/>
    <w:rsid w:val="00E84997"/>
    <w:rsid w:val="00E86B0B"/>
    <w:rsid w:val="00E87857"/>
    <w:rsid w:val="00E900A3"/>
    <w:rsid w:val="00E90810"/>
    <w:rsid w:val="00E91AB2"/>
    <w:rsid w:val="00E92A5F"/>
    <w:rsid w:val="00E941B3"/>
    <w:rsid w:val="00E97661"/>
    <w:rsid w:val="00E97E2A"/>
    <w:rsid w:val="00EA0080"/>
    <w:rsid w:val="00EA1D29"/>
    <w:rsid w:val="00EA61F5"/>
    <w:rsid w:val="00EA7789"/>
    <w:rsid w:val="00EB0CD3"/>
    <w:rsid w:val="00EB2B4C"/>
    <w:rsid w:val="00EB3805"/>
    <w:rsid w:val="00EC0444"/>
    <w:rsid w:val="00EC19AA"/>
    <w:rsid w:val="00EC509D"/>
    <w:rsid w:val="00EC76B0"/>
    <w:rsid w:val="00ED1716"/>
    <w:rsid w:val="00ED2175"/>
    <w:rsid w:val="00ED2926"/>
    <w:rsid w:val="00ED40DD"/>
    <w:rsid w:val="00ED6781"/>
    <w:rsid w:val="00EE0646"/>
    <w:rsid w:val="00EE0727"/>
    <w:rsid w:val="00EE0EF6"/>
    <w:rsid w:val="00EE2262"/>
    <w:rsid w:val="00EE40C7"/>
    <w:rsid w:val="00EE599C"/>
    <w:rsid w:val="00EE6C81"/>
    <w:rsid w:val="00EE7C81"/>
    <w:rsid w:val="00EF108A"/>
    <w:rsid w:val="00EF185D"/>
    <w:rsid w:val="00EF20BC"/>
    <w:rsid w:val="00EF67CB"/>
    <w:rsid w:val="00F0132C"/>
    <w:rsid w:val="00F0252D"/>
    <w:rsid w:val="00F10268"/>
    <w:rsid w:val="00F10D3E"/>
    <w:rsid w:val="00F10E4C"/>
    <w:rsid w:val="00F13D56"/>
    <w:rsid w:val="00F165B3"/>
    <w:rsid w:val="00F2025C"/>
    <w:rsid w:val="00F20C40"/>
    <w:rsid w:val="00F20CF3"/>
    <w:rsid w:val="00F24600"/>
    <w:rsid w:val="00F24F3E"/>
    <w:rsid w:val="00F30E59"/>
    <w:rsid w:val="00F30F38"/>
    <w:rsid w:val="00F3165A"/>
    <w:rsid w:val="00F33CC7"/>
    <w:rsid w:val="00F3423E"/>
    <w:rsid w:val="00F35975"/>
    <w:rsid w:val="00F35B9C"/>
    <w:rsid w:val="00F37406"/>
    <w:rsid w:val="00F41915"/>
    <w:rsid w:val="00F41939"/>
    <w:rsid w:val="00F43111"/>
    <w:rsid w:val="00F431FA"/>
    <w:rsid w:val="00F447FE"/>
    <w:rsid w:val="00F50B17"/>
    <w:rsid w:val="00F51D31"/>
    <w:rsid w:val="00F52165"/>
    <w:rsid w:val="00F543E6"/>
    <w:rsid w:val="00F56799"/>
    <w:rsid w:val="00F57FA2"/>
    <w:rsid w:val="00F60431"/>
    <w:rsid w:val="00F623E3"/>
    <w:rsid w:val="00F64A6F"/>
    <w:rsid w:val="00F65BD2"/>
    <w:rsid w:val="00F65CDC"/>
    <w:rsid w:val="00F70A41"/>
    <w:rsid w:val="00F75A2C"/>
    <w:rsid w:val="00F76F5A"/>
    <w:rsid w:val="00F7706F"/>
    <w:rsid w:val="00F8229C"/>
    <w:rsid w:val="00F855CA"/>
    <w:rsid w:val="00F85BB2"/>
    <w:rsid w:val="00F87BED"/>
    <w:rsid w:val="00F919F4"/>
    <w:rsid w:val="00F929CC"/>
    <w:rsid w:val="00F92C0C"/>
    <w:rsid w:val="00F930C7"/>
    <w:rsid w:val="00F93733"/>
    <w:rsid w:val="00F94038"/>
    <w:rsid w:val="00F95C5C"/>
    <w:rsid w:val="00FA1CB6"/>
    <w:rsid w:val="00FB0D42"/>
    <w:rsid w:val="00FB1916"/>
    <w:rsid w:val="00FB66DF"/>
    <w:rsid w:val="00FB68E2"/>
    <w:rsid w:val="00FC03FD"/>
    <w:rsid w:val="00FC0D2F"/>
    <w:rsid w:val="00FC4D42"/>
    <w:rsid w:val="00FC5181"/>
    <w:rsid w:val="00FC6682"/>
    <w:rsid w:val="00FC6E3A"/>
    <w:rsid w:val="00FD1E85"/>
    <w:rsid w:val="00FD762F"/>
    <w:rsid w:val="00FE035A"/>
    <w:rsid w:val="00FE1B7F"/>
    <w:rsid w:val="00FE209D"/>
    <w:rsid w:val="00FE4D73"/>
    <w:rsid w:val="00FE7EF5"/>
    <w:rsid w:val="00FF05D8"/>
    <w:rsid w:val="00FF105E"/>
    <w:rsid w:val="00FF2813"/>
    <w:rsid w:val="00FF3950"/>
    <w:rsid w:val="00FF3AE2"/>
    <w:rsid w:val="00FF4458"/>
    <w:rsid w:val="00FF628D"/>
    <w:rsid w:val="00FF6C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136A7D9"/>
  <w15:docId w15:val="{03F82AA8-BEE0-47DA-BE9E-62D39D766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3AD1"/>
    <w:rPr>
      <w:sz w:val="24"/>
      <w:szCs w:val="24"/>
    </w:rPr>
  </w:style>
  <w:style w:type="paragraph" w:styleId="Titolo1">
    <w:name w:val="heading 1"/>
    <w:basedOn w:val="Normale"/>
    <w:next w:val="Normale"/>
    <w:link w:val="Titolo1Carattere"/>
    <w:qFormat/>
    <w:rsid w:val="00D35667"/>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unhideWhenUsed/>
    <w:qFormat/>
    <w:rsid w:val="00873826"/>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BC375E"/>
    <w:pPr>
      <w:keepNext/>
      <w:jc w:val="cente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13AD1"/>
    <w:pPr>
      <w:widowControl w:val="0"/>
      <w:overflowPunct w:val="0"/>
      <w:autoSpaceDE w:val="0"/>
      <w:autoSpaceDN w:val="0"/>
      <w:adjustRightInd w:val="0"/>
      <w:jc w:val="both"/>
      <w:textAlignment w:val="baseline"/>
    </w:pPr>
    <w:rPr>
      <w:lang w:val="en-US"/>
    </w:rPr>
  </w:style>
  <w:style w:type="character" w:styleId="Rimandonotaapidipagina">
    <w:name w:val="footnote reference"/>
    <w:semiHidden/>
    <w:rsid w:val="00313AD1"/>
    <w:rPr>
      <w:vertAlign w:val="superscript"/>
    </w:rPr>
  </w:style>
  <w:style w:type="paragraph" w:styleId="Testodelblocco">
    <w:name w:val="Block Text"/>
    <w:basedOn w:val="Normale"/>
    <w:rsid w:val="00313AD1"/>
    <w:pPr>
      <w:spacing w:line="340" w:lineRule="exact"/>
      <w:ind w:left="-360" w:right="-496"/>
      <w:jc w:val="both"/>
    </w:pPr>
    <w:rPr>
      <w:sz w:val="22"/>
      <w:szCs w:val="22"/>
    </w:rPr>
  </w:style>
  <w:style w:type="paragraph" w:customStyle="1" w:styleId="sche4">
    <w:name w:val="sche_4"/>
    <w:rsid w:val="00313AD1"/>
    <w:pPr>
      <w:widowControl w:val="0"/>
      <w:jc w:val="both"/>
    </w:pPr>
    <w:rPr>
      <w:lang w:val="en-US"/>
    </w:rPr>
  </w:style>
  <w:style w:type="paragraph" w:styleId="Testonotaapidipagina">
    <w:name w:val="footnote text"/>
    <w:basedOn w:val="Normale"/>
    <w:link w:val="TestonotaapidipaginaCarattere"/>
    <w:autoRedefine/>
    <w:semiHidden/>
    <w:qFormat/>
    <w:rsid w:val="00636352"/>
    <w:pPr>
      <w:jc w:val="both"/>
    </w:pPr>
    <w:rPr>
      <w:rFonts w:ascii="Garamond" w:hAnsi="Garamond"/>
      <w:sz w:val="18"/>
      <w:szCs w:val="20"/>
    </w:rPr>
  </w:style>
  <w:style w:type="paragraph" w:styleId="Intestazione">
    <w:name w:val="header"/>
    <w:aliases w:val="hd,intestazione"/>
    <w:basedOn w:val="Normale"/>
    <w:link w:val="IntestazioneCarattere"/>
    <w:rsid w:val="00313AD1"/>
    <w:pPr>
      <w:tabs>
        <w:tab w:val="center" w:pos="4819"/>
        <w:tab w:val="right" w:pos="9638"/>
      </w:tabs>
    </w:pPr>
    <w:rPr>
      <w:szCs w:val="20"/>
    </w:rPr>
  </w:style>
  <w:style w:type="paragraph" w:styleId="Pidipagina">
    <w:name w:val="footer"/>
    <w:basedOn w:val="Normale"/>
    <w:link w:val="PidipaginaCarattere"/>
    <w:uiPriority w:val="99"/>
    <w:rsid w:val="00313AD1"/>
    <w:pPr>
      <w:tabs>
        <w:tab w:val="center" w:pos="4819"/>
        <w:tab w:val="right" w:pos="9638"/>
      </w:tabs>
    </w:pPr>
  </w:style>
  <w:style w:type="character" w:styleId="Numeropagina">
    <w:name w:val="page number"/>
    <w:basedOn w:val="Carpredefinitoparagrafo"/>
    <w:rsid w:val="00313AD1"/>
  </w:style>
  <w:style w:type="paragraph" w:styleId="Testofumetto">
    <w:name w:val="Balloon Text"/>
    <w:basedOn w:val="Normale"/>
    <w:link w:val="TestofumettoCarattere"/>
    <w:uiPriority w:val="99"/>
    <w:rsid w:val="00F56799"/>
    <w:rPr>
      <w:rFonts w:ascii="Tahoma" w:hAnsi="Tahoma" w:cs="Tahoma"/>
      <w:sz w:val="16"/>
      <w:szCs w:val="16"/>
    </w:rPr>
  </w:style>
  <w:style w:type="character" w:customStyle="1" w:styleId="IntestazioneCarattere">
    <w:name w:val="Intestazione Carattere"/>
    <w:aliases w:val="hd Carattere,intestazione Carattere"/>
    <w:link w:val="Intestazione"/>
    <w:rsid w:val="000E3524"/>
    <w:rPr>
      <w:sz w:val="24"/>
    </w:rPr>
  </w:style>
  <w:style w:type="character" w:customStyle="1" w:styleId="Titolo3Carattere">
    <w:name w:val="Titolo 3 Carattere"/>
    <w:link w:val="Titolo3"/>
    <w:rsid w:val="00BC375E"/>
    <w:rPr>
      <w:b/>
      <w:bCs/>
      <w:sz w:val="24"/>
      <w:szCs w:val="24"/>
    </w:rPr>
  </w:style>
  <w:style w:type="paragraph" w:styleId="Corpotesto">
    <w:name w:val="Body Text"/>
    <w:aliases w:val="Tempo Body Text"/>
    <w:basedOn w:val="Normale"/>
    <w:link w:val="CorpotestoCarattere"/>
    <w:rsid w:val="00BC375E"/>
    <w:rPr>
      <w:szCs w:val="20"/>
    </w:rPr>
  </w:style>
  <w:style w:type="character" w:customStyle="1" w:styleId="CorpotestoCarattere">
    <w:name w:val="Corpo testo Carattere"/>
    <w:aliases w:val="Tempo Body Text Carattere"/>
    <w:link w:val="Corpotesto"/>
    <w:rsid w:val="00BC375E"/>
    <w:rPr>
      <w:sz w:val="24"/>
    </w:rPr>
  </w:style>
  <w:style w:type="paragraph" w:customStyle="1" w:styleId="rientro2">
    <w:name w:val="rientro 2"/>
    <w:basedOn w:val="Normale"/>
    <w:rsid w:val="00A9259A"/>
    <w:pPr>
      <w:overflowPunct w:val="0"/>
      <w:autoSpaceDE w:val="0"/>
      <w:autoSpaceDN w:val="0"/>
      <w:adjustRightInd w:val="0"/>
      <w:ind w:left="680" w:hanging="340"/>
      <w:jc w:val="both"/>
      <w:textAlignment w:val="baseline"/>
    </w:pPr>
  </w:style>
  <w:style w:type="character" w:styleId="Testosegnaposto">
    <w:name w:val="Placeholder Text"/>
    <w:uiPriority w:val="99"/>
    <w:semiHidden/>
    <w:rsid w:val="00AC7EE6"/>
    <w:rPr>
      <w:color w:val="808080"/>
    </w:rPr>
  </w:style>
  <w:style w:type="table" w:styleId="Grigliatabella">
    <w:name w:val="Table Grid"/>
    <w:basedOn w:val="Tabellanormale"/>
    <w:uiPriority w:val="39"/>
    <w:rsid w:val="005E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rsid w:val="00DE4351"/>
    <w:pPr>
      <w:spacing w:after="200"/>
    </w:pPr>
    <w:rPr>
      <w:b/>
      <w:bCs/>
      <w:color w:val="4F81BD"/>
      <w:sz w:val="18"/>
      <w:szCs w:val="18"/>
    </w:rPr>
  </w:style>
  <w:style w:type="paragraph" w:styleId="Titolo">
    <w:name w:val="Title"/>
    <w:basedOn w:val="Normale"/>
    <w:next w:val="Normale"/>
    <w:link w:val="TitoloCarattere"/>
    <w:uiPriority w:val="10"/>
    <w:qFormat/>
    <w:rsid w:val="000A7CFC"/>
    <w:pPr>
      <w:pBdr>
        <w:bottom w:val="thickThinSmallGap" w:sz="12" w:space="1" w:color="0F243E"/>
      </w:pBdr>
      <w:spacing w:before="120" w:after="120" w:line="276" w:lineRule="auto"/>
      <w:jc w:val="center"/>
    </w:pPr>
    <w:rPr>
      <w:rFonts w:ascii="Garamond" w:eastAsia="Calibri" w:hAnsi="Garamond"/>
      <w:b/>
      <w:smallCaps/>
      <w:color w:val="0F243E"/>
      <w:sz w:val="28"/>
      <w:szCs w:val="32"/>
    </w:rPr>
  </w:style>
  <w:style w:type="character" w:customStyle="1" w:styleId="TitoloCarattere">
    <w:name w:val="Titolo Carattere"/>
    <w:link w:val="Titolo"/>
    <w:uiPriority w:val="10"/>
    <w:rsid w:val="000A7CFC"/>
    <w:rPr>
      <w:rFonts w:ascii="Garamond" w:eastAsia="Calibri" w:hAnsi="Garamond" w:cs="Times New Roman"/>
      <w:b/>
      <w:smallCaps/>
      <w:color w:val="0F243E"/>
      <w:sz w:val="28"/>
      <w:szCs w:val="32"/>
    </w:rPr>
  </w:style>
  <w:style w:type="paragraph" w:customStyle="1" w:styleId="Numerazioneperbuste">
    <w:name w:val="Numerazione per buste"/>
    <w:basedOn w:val="Normale"/>
    <w:rsid w:val="00ED6781"/>
    <w:pPr>
      <w:numPr>
        <w:numId w:val="1"/>
      </w:numPr>
      <w:spacing w:before="120" w:after="120" w:line="360" w:lineRule="auto"/>
      <w:jc w:val="both"/>
    </w:pPr>
  </w:style>
  <w:style w:type="paragraph" w:customStyle="1" w:styleId="Style7">
    <w:name w:val="Style 7"/>
    <w:basedOn w:val="Normale"/>
    <w:uiPriority w:val="99"/>
    <w:rsid w:val="00F70A41"/>
    <w:pPr>
      <w:widowControl w:val="0"/>
      <w:autoSpaceDE w:val="0"/>
      <w:autoSpaceDN w:val="0"/>
      <w:spacing w:line="360" w:lineRule="auto"/>
      <w:jc w:val="both"/>
    </w:pPr>
    <w:rPr>
      <w:rFonts w:ascii="Garamond" w:hAnsi="Garamond"/>
      <w:sz w:val="22"/>
    </w:rPr>
  </w:style>
  <w:style w:type="paragraph" w:customStyle="1" w:styleId="Default">
    <w:name w:val="Default"/>
    <w:rsid w:val="000A7B4D"/>
    <w:pPr>
      <w:autoSpaceDE w:val="0"/>
      <w:autoSpaceDN w:val="0"/>
      <w:adjustRightInd w:val="0"/>
    </w:pPr>
    <w:rPr>
      <w:rFonts w:ascii="Verdana" w:hAnsi="Verdana" w:cs="Verdana"/>
      <w:color w:val="000000"/>
      <w:sz w:val="24"/>
      <w:szCs w:val="24"/>
    </w:rPr>
  </w:style>
  <w:style w:type="paragraph" w:styleId="Rientrocorpodeltesto">
    <w:name w:val="Body Text Indent"/>
    <w:basedOn w:val="Normale"/>
    <w:link w:val="RientrocorpodeltestoCarattere"/>
    <w:uiPriority w:val="99"/>
    <w:rsid w:val="000A7B4D"/>
    <w:pPr>
      <w:spacing w:before="120" w:after="120" w:line="360" w:lineRule="auto"/>
      <w:ind w:left="283"/>
      <w:jc w:val="both"/>
    </w:pPr>
    <w:rPr>
      <w:sz w:val="22"/>
      <w:szCs w:val="20"/>
    </w:rPr>
  </w:style>
  <w:style w:type="character" w:customStyle="1" w:styleId="RientrocorpodeltestoCarattere">
    <w:name w:val="Rientro corpo del testo Carattere"/>
    <w:link w:val="Rientrocorpodeltesto"/>
    <w:uiPriority w:val="99"/>
    <w:rsid w:val="000A7B4D"/>
    <w:rPr>
      <w:sz w:val="22"/>
    </w:rPr>
  </w:style>
  <w:style w:type="character" w:customStyle="1" w:styleId="TestofumettoCarattere">
    <w:name w:val="Testo fumetto Carattere"/>
    <w:link w:val="Testofumetto"/>
    <w:uiPriority w:val="99"/>
    <w:rsid w:val="00C83041"/>
    <w:rPr>
      <w:rFonts w:ascii="Tahoma" w:hAnsi="Tahoma" w:cs="Tahoma"/>
      <w:sz w:val="16"/>
      <w:szCs w:val="16"/>
    </w:rPr>
  </w:style>
  <w:style w:type="paragraph" w:styleId="Paragrafoelenco">
    <w:name w:val="List Paragraph"/>
    <w:basedOn w:val="Normale"/>
    <w:qFormat/>
    <w:rsid w:val="00DF5EE1"/>
    <w:pPr>
      <w:ind w:left="720"/>
      <w:contextualSpacing/>
    </w:pPr>
  </w:style>
  <w:style w:type="character" w:customStyle="1" w:styleId="PidipaginaCarattere">
    <w:name w:val="Piè di pagina Carattere"/>
    <w:link w:val="Pidipagina"/>
    <w:uiPriority w:val="99"/>
    <w:rsid w:val="00AB1282"/>
    <w:rPr>
      <w:sz w:val="24"/>
      <w:szCs w:val="24"/>
    </w:rPr>
  </w:style>
  <w:style w:type="table" w:styleId="Sfondochiaro">
    <w:name w:val="Light Shading"/>
    <w:basedOn w:val="Tabellanormale"/>
    <w:uiPriority w:val="60"/>
    <w:rsid w:val="00036C2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Elencochiaro-Colore1">
    <w:name w:val="Light List Accent 1"/>
    <w:basedOn w:val="Tabellanormale"/>
    <w:uiPriority w:val="61"/>
    <w:rsid w:val="00036C2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commento">
    <w:name w:val="annotation text"/>
    <w:basedOn w:val="Normale"/>
    <w:link w:val="TestocommentoCarattere1"/>
    <w:uiPriority w:val="99"/>
    <w:semiHidden/>
    <w:rsid w:val="00B733D0"/>
    <w:pPr>
      <w:spacing w:before="120" w:after="120" w:line="360" w:lineRule="auto"/>
      <w:jc w:val="both"/>
    </w:pPr>
    <w:rPr>
      <w:rFonts w:ascii="Garamond" w:hAnsi="Garamond"/>
      <w:sz w:val="22"/>
      <w:szCs w:val="20"/>
    </w:rPr>
  </w:style>
  <w:style w:type="character" w:customStyle="1" w:styleId="TestocommentoCarattere">
    <w:name w:val="Testo commento Carattere"/>
    <w:basedOn w:val="Carpredefinitoparagrafo"/>
    <w:semiHidden/>
    <w:rsid w:val="00B733D0"/>
  </w:style>
  <w:style w:type="character" w:styleId="Rimandocommento">
    <w:name w:val="annotation reference"/>
    <w:uiPriority w:val="99"/>
    <w:rsid w:val="00B733D0"/>
    <w:rPr>
      <w:sz w:val="16"/>
      <w:szCs w:val="16"/>
    </w:rPr>
  </w:style>
  <w:style w:type="character" w:customStyle="1" w:styleId="TestocommentoCarattere1">
    <w:name w:val="Testo commento Carattere1"/>
    <w:link w:val="Testocommento"/>
    <w:uiPriority w:val="99"/>
    <w:semiHidden/>
    <w:locked/>
    <w:rsid w:val="00B733D0"/>
    <w:rPr>
      <w:rFonts w:ascii="Garamond" w:hAnsi="Garamond"/>
      <w:sz w:val="22"/>
    </w:rPr>
  </w:style>
  <w:style w:type="character" w:customStyle="1" w:styleId="TestonotaapidipaginaCarattere">
    <w:name w:val="Testo nota a piè di pagina Carattere"/>
    <w:link w:val="Testonotaapidipagina"/>
    <w:semiHidden/>
    <w:rsid w:val="00636352"/>
    <w:rPr>
      <w:rFonts w:ascii="Garamond" w:hAnsi="Garamond"/>
      <w:sz w:val="18"/>
    </w:rPr>
  </w:style>
  <w:style w:type="character" w:customStyle="1" w:styleId="Titolo2Carattere">
    <w:name w:val="Titolo 2 Carattere"/>
    <w:link w:val="Titolo2"/>
    <w:semiHidden/>
    <w:rsid w:val="00873826"/>
    <w:rPr>
      <w:rFonts w:ascii="Cambria" w:eastAsia="Times New Roman" w:hAnsi="Cambria" w:cs="Times New Roman"/>
      <w:b/>
      <w:bCs/>
      <w:color w:val="4F81BD"/>
      <w:sz w:val="26"/>
      <w:szCs w:val="26"/>
    </w:rPr>
  </w:style>
  <w:style w:type="paragraph" w:styleId="Rientrocorpodeltesto2">
    <w:name w:val="Body Text Indent 2"/>
    <w:basedOn w:val="Normale"/>
    <w:link w:val="Rientrocorpodeltesto2Carattere"/>
    <w:rsid w:val="0040004F"/>
    <w:pPr>
      <w:spacing w:after="120" w:line="480" w:lineRule="auto"/>
      <w:ind w:left="283"/>
    </w:pPr>
  </w:style>
  <w:style w:type="character" w:customStyle="1" w:styleId="Rientrocorpodeltesto2Carattere">
    <w:name w:val="Rientro corpo del testo 2 Carattere"/>
    <w:link w:val="Rientrocorpodeltesto2"/>
    <w:rsid w:val="0040004F"/>
    <w:rPr>
      <w:sz w:val="24"/>
      <w:szCs w:val="24"/>
    </w:rPr>
  </w:style>
  <w:style w:type="paragraph" w:customStyle="1" w:styleId="Normale11pt">
    <w:name w:val="Normale + 11 pt"/>
    <w:aliases w:val="Sinistro:  0 cm,Sporgente  0,63 cm,prima 15,85 pt,R..."/>
    <w:basedOn w:val="Normale"/>
    <w:link w:val="Normale11ptCarattere"/>
    <w:uiPriority w:val="99"/>
    <w:rsid w:val="007204EA"/>
    <w:pPr>
      <w:widowControl w:val="0"/>
      <w:shd w:val="clear" w:color="auto" w:fill="FFFFFF"/>
      <w:tabs>
        <w:tab w:val="left" w:pos="360"/>
      </w:tabs>
      <w:autoSpaceDE w:val="0"/>
      <w:autoSpaceDN w:val="0"/>
      <w:adjustRightInd w:val="0"/>
      <w:spacing w:before="317" w:after="120" w:line="317" w:lineRule="exact"/>
      <w:ind w:left="360" w:hanging="360"/>
      <w:jc w:val="both"/>
    </w:pPr>
    <w:rPr>
      <w:rFonts w:ascii="Arial" w:hAnsi="Arial" w:cs="Arial"/>
      <w:color w:val="000000"/>
      <w:spacing w:val="-16"/>
      <w:sz w:val="22"/>
      <w:szCs w:val="22"/>
    </w:rPr>
  </w:style>
  <w:style w:type="character" w:customStyle="1" w:styleId="Normale11ptCarattere">
    <w:name w:val="Normale + 11 pt Carattere"/>
    <w:aliases w:val="Sinistro:  0 cm Carattere,Sporgente  0 Carattere,63 cm Carattere,prima 15 Carattere,85 pt Carattere,R... Carattere"/>
    <w:link w:val="Normale11pt"/>
    <w:uiPriority w:val="99"/>
    <w:locked/>
    <w:rsid w:val="007204EA"/>
    <w:rPr>
      <w:rFonts w:ascii="Arial" w:eastAsia="Times New Roman" w:hAnsi="Arial" w:cs="Arial"/>
      <w:color w:val="000000"/>
      <w:spacing w:val="-16"/>
      <w:sz w:val="22"/>
      <w:szCs w:val="22"/>
      <w:shd w:val="clear" w:color="auto" w:fill="FFFFFF"/>
    </w:rPr>
  </w:style>
  <w:style w:type="character" w:customStyle="1" w:styleId="Titolo1Carattere">
    <w:name w:val="Titolo 1 Carattere"/>
    <w:link w:val="Titolo1"/>
    <w:rsid w:val="00D35667"/>
    <w:rPr>
      <w:rFonts w:ascii="Cambria" w:eastAsia="Times New Roman" w:hAnsi="Cambria" w:cs="Times New Roman"/>
      <w:b/>
      <w:bCs/>
      <w:color w:val="365F91"/>
      <w:sz w:val="28"/>
      <w:szCs w:val="28"/>
    </w:rPr>
  </w:style>
  <w:style w:type="paragraph" w:customStyle="1" w:styleId="INDICE">
    <w:name w:val="INDICE"/>
    <w:basedOn w:val="Normale"/>
    <w:rsid w:val="00C37606"/>
    <w:pPr>
      <w:widowControl w:val="0"/>
      <w:pBdr>
        <w:bottom w:val="single" w:sz="12" w:space="1" w:color="003366"/>
      </w:pBdr>
      <w:jc w:val="both"/>
    </w:pPr>
    <w:rPr>
      <w:rFonts w:ascii="Arial Narrow" w:hAnsi="Arial Narrow"/>
      <w:b/>
      <w:color w:val="808080"/>
      <w:sz w:val="20"/>
      <w:szCs w:val="20"/>
    </w:rPr>
  </w:style>
  <w:style w:type="paragraph" w:styleId="Nessunaspaziatura">
    <w:name w:val="No Spacing"/>
    <w:uiPriority w:val="1"/>
    <w:qFormat/>
    <w:rsid w:val="00050B75"/>
    <w:pPr>
      <w:suppressAutoHyphens/>
      <w:autoSpaceDN w:val="0"/>
      <w:spacing w:line="100" w:lineRule="atLeast"/>
    </w:pPr>
    <w:rPr>
      <w:rFonts w:eastAsia="SimSun" w:cs="Mangal"/>
      <w:kern w:val="3"/>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9032">
      <w:bodyDiv w:val="1"/>
      <w:marLeft w:val="0"/>
      <w:marRight w:val="0"/>
      <w:marTop w:val="0"/>
      <w:marBottom w:val="0"/>
      <w:divBdr>
        <w:top w:val="none" w:sz="0" w:space="0" w:color="auto"/>
        <w:left w:val="none" w:sz="0" w:space="0" w:color="auto"/>
        <w:bottom w:val="none" w:sz="0" w:space="0" w:color="auto"/>
        <w:right w:val="none" w:sz="0" w:space="0" w:color="auto"/>
      </w:divBdr>
    </w:div>
    <w:div w:id="133378319">
      <w:bodyDiv w:val="1"/>
      <w:marLeft w:val="0"/>
      <w:marRight w:val="0"/>
      <w:marTop w:val="0"/>
      <w:marBottom w:val="0"/>
      <w:divBdr>
        <w:top w:val="none" w:sz="0" w:space="0" w:color="auto"/>
        <w:left w:val="none" w:sz="0" w:space="0" w:color="auto"/>
        <w:bottom w:val="none" w:sz="0" w:space="0" w:color="auto"/>
        <w:right w:val="none" w:sz="0" w:space="0" w:color="auto"/>
      </w:divBdr>
    </w:div>
    <w:div w:id="428090384">
      <w:bodyDiv w:val="1"/>
      <w:marLeft w:val="0"/>
      <w:marRight w:val="0"/>
      <w:marTop w:val="0"/>
      <w:marBottom w:val="0"/>
      <w:divBdr>
        <w:top w:val="none" w:sz="0" w:space="0" w:color="auto"/>
        <w:left w:val="none" w:sz="0" w:space="0" w:color="auto"/>
        <w:bottom w:val="none" w:sz="0" w:space="0" w:color="auto"/>
        <w:right w:val="none" w:sz="0" w:space="0" w:color="auto"/>
      </w:divBdr>
    </w:div>
    <w:div w:id="459958818">
      <w:bodyDiv w:val="1"/>
      <w:marLeft w:val="0"/>
      <w:marRight w:val="0"/>
      <w:marTop w:val="0"/>
      <w:marBottom w:val="0"/>
      <w:divBdr>
        <w:top w:val="none" w:sz="0" w:space="0" w:color="auto"/>
        <w:left w:val="none" w:sz="0" w:space="0" w:color="auto"/>
        <w:bottom w:val="none" w:sz="0" w:space="0" w:color="auto"/>
        <w:right w:val="none" w:sz="0" w:space="0" w:color="auto"/>
      </w:divBdr>
    </w:div>
    <w:div w:id="495220197">
      <w:bodyDiv w:val="1"/>
      <w:marLeft w:val="0"/>
      <w:marRight w:val="0"/>
      <w:marTop w:val="0"/>
      <w:marBottom w:val="0"/>
      <w:divBdr>
        <w:top w:val="none" w:sz="0" w:space="0" w:color="auto"/>
        <w:left w:val="none" w:sz="0" w:space="0" w:color="auto"/>
        <w:bottom w:val="none" w:sz="0" w:space="0" w:color="auto"/>
        <w:right w:val="none" w:sz="0" w:space="0" w:color="auto"/>
      </w:divBdr>
    </w:div>
    <w:div w:id="505708160">
      <w:bodyDiv w:val="1"/>
      <w:marLeft w:val="0"/>
      <w:marRight w:val="0"/>
      <w:marTop w:val="0"/>
      <w:marBottom w:val="0"/>
      <w:divBdr>
        <w:top w:val="none" w:sz="0" w:space="0" w:color="auto"/>
        <w:left w:val="none" w:sz="0" w:space="0" w:color="auto"/>
        <w:bottom w:val="none" w:sz="0" w:space="0" w:color="auto"/>
        <w:right w:val="none" w:sz="0" w:space="0" w:color="auto"/>
      </w:divBdr>
    </w:div>
    <w:div w:id="863981251">
      <w:bodyDiv w:val="1"/>
      <w:marLeft w:val="0"/>
      <w:marRight w:val="0"/>
      <w:marTop w:val="0"/>
      <w:marBottom w:val="0"/>
      <w:divBdr>
        <w:top w:val="none" w:sz="0" w:space="0" w:color="auto"/>
        <w:left w:val="none" w:sz="0" w:space="0" w:color="auto"/>
        <w:bottom w:val="none" w:sz="0" w:space="0" w:color="auto"/>
        <w:right w:val="none" w:sz="0" w:space="0" w:color="auto"/>
      </w:divBdr>
    </w:div>
    <w:div w:id="893463018">
      <w:bodyDiv w:val="1"/>
      <w:marLeft w:val="0"/>
      <w:marRight w:val="0"/>
      <w:marTop w:val="0"/>
      <w:marBottom w:val="0"/>
      <w:divBdr>
        <w:top w:val="none" w:sz="0" w:space="0" w:color="auto"/>
        <w:left w:val="none" w:sz="0" w:space="0" w:color="auto"/>
        <w:bottom w:val="none" w:sz="0" w:space="0" w:color="auto"/>
        <w:right w:val="none" w:sz="0" w:space="0" w:color="auto"/>
      </w:divBdr>
    </w:div>
    <w:div w:id="1059475883">
      <w:bodyDiv w:val="1"/>
      <w:marLeft w:val="0"/>
      <w:marRight w:val="0"/>
      <w:marTop w:val="0"/>
      <w:marBottom w:val="0"/>
      <w:divBdr>
        <w:top w:val="none" w:sz="0" w:space="0" w:color="auto"/>
        <w:left w:val="none" w:sz="0" w:space="0" w:color="auto"/>
        <w:bottom w:val="none" w:sz="0" w:space="0" w:color="auto"/>
        <w:right w:val="none" w:sz="0" w:space="0" w:color="auto"/>
      </w:divBdr>
    </w:div>
    <w:div w:id="1071999729">
      <w:bodyDiv w:val="1"/>
      <w:marLeft w:val="0"/>
      <w:marRight w:val="0"/>
      <w:marTop w:val="0"/>
      <w:marBottom w:val="0"/>
      <w:divBdr>
        <w:top w:val="none" w:sz="0" w:space="0" w:color="auto"/>
        <w:left w:val="none" w:sz="0" w:space="0" w:color="auto"/>
        <w:bottom w:val="none" w:sz="0" w:space="0" w:color="auto"/>
        <w:right w:val="none" w:sz="0" w:space="0" w:color="auto"/>
      </w:divBdr>
    </w:div>
    <w:div w:id="1193498429">
      <w:bodyDiv w:val="1"/>
      <w:marLeft w:val="0"/>
      <w:marRight w:val="0"/>
      <w:marTop w:val="0"/>
      <w:marBottom w:val="0"/>
      <w:divBdr>
        <w:top w:val="none" w:sz="0" w:space="0" w:color="auto"/>
        <w:left w:val="none" w:sz="0" w:space="0" w:color="auto"/>
        <w:bottom w:val="none" w:sz="0" w:space="0" w:color="auto"/>
        <w:right w:val="none" w:sz="0" w:space="0" w:color="auto"/>
      </w:divBdr>
    </w:div>
    <w:div w:id="1205555634">
      <w:bodyDiv w:val="1"/>
      <w:marLeft w:val="0"/>
      <w:marRight w:val="0"/>
      <w:marTop w:val="0"/>
      <w:marBottom w:val="0"/>
      <w:divBdr>
        <w:top w:val="none" w:sz="0" w:space="0" w:color="auto"/>
        <w:left w:val="none" w:sz="0" w:space="0" w:color="auto"/>
        <w:bottom w:val="none" w:sz="0" w:space="0" w:color="auto"/>
        <w:right w:val="none" w:sz="0" w:space="0" w:color="auto"/>
      </w:divBdr>
    </w:div>
    <w:div w:id="1227454895">
      <w:bodyDiv w:val="1"/>
      <w:marLeft w:val="0"/>
      <w:marRight w:val="0"/>
      <w:marTop w:val="0"/>
      <w:marBottom w:val="0"/>
      <w:divBdr>
        <w:top w:val="none" w:sz="0" w:space="0" w:color="auto"/>
        <w:left w:val="none" w:sz="0" w:space="0" w:color="auto"/>
        <w:bottom w:val="none" w:sz="0" w:space="0" w:color="auto"/>
        <w:right w:val="none" w:sz="0" w:space="0" w:color="auto"/>
      </w:divBdr>
    </w:div>
    <w:div w:id="1245995698">
      <w:bodyDiv w:val="1"/>
      <w:marLeft w:val="0"/>
      <w:marRight w:val="0"/>
      <w:marTop w:val="0"/>
      <w:marBottom w:val="0"/>
      <w:divBdr>
        <w:top w:val="none" w:sz="0" w:space="0" w:color="auto"/>
        <w:left w:val="none" w:sz="0" w:space="0" w:color="auto"/>
        <w:bottom w:val="none" w:sz="0" w:space="0" w:color="auto"/>
        <w:right w:val="none" w:sz="0" w:space="0" w:color="auto"/>
      </w:divBdr>
    </w:div>
    <w:div w:id="1322390548">
      <w:bodyDiv w:val="1"/>
      <w:marLeft w:val="0"/>
      <w:marRight w:val="0"/>
      <w:marTop w:val="0"/>
      <w:marBottom w:val="0"/>
      <w:divBdr>
        <w:top w:val="none" w:sz="0" w:space="0" w:color="auto"/>
        <w:left w:val="none" w:sz="0" w:space="0" w:color="auto"/>
        <w:bottom w:val="none" w:sz="0" w:space="0" w:color="auto"/>
        <w:right w:val="none" w:sz="0" w:space="0" w:color="auto"/>
      </w:divBdr>
    </w:div>
    <w:div w:id="1339573590">
      <w:bodyDiv w:val="1"/>
      <w:marLeft w:val="0"/>
      <w:marRight w:val="0"/>
      <w:marTop w:val="0"/>
      <w:marBottom w:val="0"/>
      <w:divBdr>
        <w:top w:val="none" w:sz="0" w:space="0" w:color="auto"/>
        <w:left w:val="none" w:sz="0" w:space="0" w:color="auto"/>
        <w:bottom w:val="none" w:sz="0" w:space="0" w:color="auto"/>
        <w:right w:val="none" w:sz="0" w:space="0" w:color="auto"/>
      </w:divBdr>
    </w:div>
    <w:div w:id="1391226242">
      <w:bodyDiv w:val="1"/>
      <w:marLeft w:val="0"/>
      <w:marRight w:val="0"/>
      <w:marTop w:val="0"/>
      <w:marBottom w:val="0"/>
      <w:divBdr>
        <w:top w:val="none" w:sz="0" w:space="0" w:color="auto"/>
        <w:left w:val="none" w:sz="0" w:space="0" w:color="auto"/>
        <w:bottom w:val="none" w:sz="0" w:space="0" w:color="auto"/>
        <w:right w:val="none" w:sz="0" w:space="0" w:color="auto"/>
      </w:divBdr>
    </w:div>
    <w:div w:id="1484421920">
      <w:bodyDiv w:val="1"/>
      <w:marLeft w:val="0"/>
      <w:marRight w:val="0"/>
      <w:marTop w:val="0"/>
      <w:marBottom w:val="0"/>
      <w:divBdr>
        <w:top w:val="none" w:sz="0" w:space="0" w:color="auto"/>
        <w:left w:val="none" w:sz="0" w:space="0" w:color="auto"/>
        <w:bottom w:val="none" w:sz="0" w:space="0" w:color="auto"/>
        <w:right w:val="none" w:sz="0" w:space="0" w:color="auto"/>
      </w:divBdr>
    </w:div>
    <w:div w:id="1525897810">
      <w:bodyDiv w:val="1"/>
      <w:marLeft w:val="0"/>
      <w:marRight w:val="0"/>
      <w:marTop w:val="0"/>
      <w:marBottom w:val="0"/>
      <w:divBdr>
        <w:top w:val="none" w:sz="0" w:space="0" w:color="auto"/>
        <w:left w:val="none" w:sz="0" w:space="0" w:color="auto"/>
        <w:bottom w:val="none" w:sz="0" w:space="0" w:color="auto"/>
        <w:right w:val="none" w:sz="0" w:space="0" w:color="auto"/>
      </w:divBdr>
    </w:div>
    <w:div w:id="1562056377">
      <w:bodyDiv w:val="1"/>
      <w:marLeft w:val="0"/>
      <w:marRight w:val="0"/>
      <w:marTop w:val="0"/>
      <w:marBottom w:val="0"/>
      <w:divBdr>
        <w:top w:val="none" w:sz="0" w:space="0" w:color="auto"/>
        <w:left w:val="none" w:sz="0" w:space="0" w:color="auto"/>
        <w:bottom w:val="none" w:sz="0" w:space="0" w:color="auto"/>
        <w:right w:val="none" w:sz="0" w:space="0" w:color="auto"/>
      </w:divBdr>
    </w:div>
    <w:div w:id="1612277290">
      <w:bodyDiv w:val="1"/>
      <w:marLeft w:val="0"/>
      <w:marRight w:val="0"/>
      <w:marTop w:val="0"/>
      <w:marBottom w:val="0"/>
      <w:divBdr>
        <w:top w:val="none" w:sz="0" w:space="0" w:color="auto"/>
        <w:left w:val="none" w:sz="0" w:space="0" w:color="auto"/>
        <w:bottom w:val="none" w:sz="0" w:space="0" w:color="auto"/>
        <w:right w:val="none" w:sz="0" w:space="0" w:color="auto"/>
      </w:divBdr>
    </w:div>
    <w:div w:id="1624731680">
      <w:bodyDiv w:val="1"/>
      <w:marLeft w:val="0"/>
      <w:marRight w:val="0"/>
      <w:marTop w:val="0"/>
      <w:marBottom w:val="0"/>
      <w:divBdr>
        <w:top w:val="none" w:sz="0" w:space="0" w:color="auto"/>
        <w:left w:val="none" w:sz="0" w:space="0" w:color="auto"/>
        <w:bottom w:val="none" w:sz="0" w:space="0" w:color="auto"/>
        <w:right w:val="none" w:sz="0" w:space="0" w:color="auto"/>
      </w:divBdr>
    </w:div>
    <w:div w:id="1706715405">
      <w:bodyDiv w:val="1"/>
      <w:marLeft w:val="0"/>
      <w:marRight w:val="0"/>
      <w:marTop w:val="0"/>
      <w:marBottom w:val="0"/>
      <w:divBdr>
        <w:top w:val="none" w:sz="0" w:space="0" w:color="auto"/>
        <w:left w:val="none" w:sz="0" w:space="0" w:color="auto"/>
        <w:bottom w:val="none" w:sz="0" w:space="0" w:color="auto"/>
        <w:right w:val="none" w:sz="0" w:space="0" w:color="auto"/>
      </w:divBdr>
    </w:div>
    <w:div w:id="1889612332">
      <w:bodyDiv w:val="1"/>
      <w:marLeft w:val="0"/>
      <w:marRight w:val="0"/>
      <w:marTop w:val="0"/>
      <w:marBottom w:val="0"/>
      <w:divBdr>
        <w:top w:val="none" w:sz="0" w:space="0" w:color="auto"/>
        <w:left w:val="none" w:sz="0" w:space="0" w:color="auto"/>
        <w:bottom w:val="none" w:sz="0" w:space="0" w:color="auto"/>
        <w:right w:val="none" w:sz="0" w:space="0" w:color="auto"/>
      </w:divBdr>
    </w:div>
    <w:div w:id="1922984376">
      <w:bodyDiv w:val="1"/>
      <w:marLeft w:val="0"/>
      <w:marRight w:val="0"/>
      <w:marTop w:val="0"/>
      <w:marBottom w:val="0"/>
      <w:divBdr>
        <w:top w:val="none" w:sz="0" w:space="0" w:color="auto"/>
        <w:left w:val="none" w:sz="0" w:space="0" w:color="auto"/>
        <w:bottom w:val="none" w:sz="0" w:space="0" w:color="auto"/>
        <w:right w:val="none" w:sz="0" w:space="0" w:color="auto"/>
      </w:divBdr>
    </w:div>
    <w:div w:id="2009482718">
      <w:bodyDiv w:val="1"/>
      <w:marLeft w:val="0"/>
      <w:marRight w:val="0"/>
      <w:marTop w:val="0"/>
      <w:marBottom w:val="0"/>
      <w:divBdr>
        <w:top w:val="none" w:sz="0" w:space="0" w:color="auto"/>
        <w:left w:val="none" w:sz="0" w:space="0" w:color="auto"/>
        <w:bottom w:val="none" w:sz="0" w:space="0" w:color="auto"/>
        <w:right w:val="none" w:sz="0" w:space="0" w:color="auto"/>
      </w:divBdr>
    </w:div>
    <w:div w:id="20432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io%20Caggiano\Desktop\A2%20Bis%20Integrazione%20DGUE%202003.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FDBED-D9DE-4024-83C6-1DAB9C039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 Bis Integrazione DGUE 2003</Template>
  <TotalTime>12</TotalTime>
  <Pages>4</Pages>
  <Words>1400</Words>
  <Characters>7985</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A1 - DICHIARAZIONE DI PARTECIPAZIONE</vt:lpstr>
      <vt:lpstr>Allegato A1 - DICHIARAZIONE DI PARTECIPAZIONE</vt:lpstr>
    </vt:vector>
  </TitlesOfParts>
  <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 DICHIARAZIONE DI PARTECIPAZIONE</dc:title>
  <dc:subject/>
  <dc:creator>Antonino Sirignano</dc:creator>
  <cp:keywords/>
  <cp:lastModifiedBy>Giuseppe Grasso</cp:lastModifiedBy>
  <cp:revision>17</cp:revision>
  <cp:lastPrinted>2021-09-03T12:11:00Z</cp:lastPrinted>
  <dcterms:created xsi:type="dcterms:W3CDTF">2021-02-26T08:04:00Z</dcterms:created>
  <dcterms:modified xsi:type="dcterms:W3CDTF">2021-11-23T12:17:00Z</dcterms:modified>
</cp:coreProperties>
</file>